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98F4D" w14:textId="77777777" w:rsidR="00A918D3" w:rsidRDefault="00CE01F2">
      <w:pPr>
        <w:widowControl/>
        <w:spacing w:after="120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>Warszawa, 20.08.2025</w:t>
      </w:r>
    </w:p>
    <w:p w14:paraId="785B4FFD" w14:textId="77777777" w:rsidR="00A918D3" w:rsidRDefault="00A918D3">
      <w:pPr>
        <w:widowControl/>
        <w:spacing w:after="120"/>
        <w:rPr>
          <w:rFonts w:ascii="Arial" w:hAnsi="Arial" w:cs="Arial"/>
          <w:b/>
          <w:bCs/>
          <w:kern w:val="0"/>
          <w:sz w:val="24"/>
          <w:lang w:val="pl-PL"/>
        </w:rPr>
      </w:pPr>
    </w:p>
    <w:p w14:paraId="6218A700" w14:textId="77777777" w:rsidR="00A918D3" w:rsidRDefault="00A918D3">
      <w:pPr>
        <w:widowControl/>
        <w:spacing w:after="120"/>
        <w:jc w:val="center"/>
        <w:rPr>
          <w:rFonts w:ascii="Arial" w:hAnsi="Arial" w:cs="Arial"/>
          <w:b/>
          <w:bCs/>
          <w:kern w:val="0"/>
          <w:sz w:val="26"/>
          <w:szCs w:val="26"/>
          <w:lang w:val="pl-PL"/>
        </w:rPr>
      </w:pPr>
    </w:p>
    <w:p w14:paraId="66CBA235" w14:textId="35F9E716" w:rsidR="00A918D3" w:rsidRDefault="00CE01F2">
      <w:pPr>
        <w:widowControl/>
        <w:spacing w:before="100" w:beforeAutospacing="1" w:after="100" w:afterAutospacing="1"/>
        <w:jc w:val="center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 xml:space="preserve">OMODA na fali wznoszącej w segmencie </w:t>
      </w:r>
      <w:r w:rsidR="007438F6">
        <w:rPr>
          <w:rFonts w:ascii="Arial" w:hAnsi="Arial" w:cs="Arial"/>
          <w:b/>
          <w:bCs/>
          <w:kern w:val="0"/>
          <w:sz w:val="24"/>
          <w:lang w:val="pl-PL"/>
        </w:rPr>
        <w:t>pojazdów zelektryfikowanych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– nowy model hybrydowy już tej jesieni w Polsce</w:t>
      </w:r>
    </w:p>
    <w:p w14:paraId="2D1ACB15" w14:textId="5A4642C4" w:rsidR="00A918D3" w:rsidRDefault="00CE01F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>OMODA &amp; JAECOO – dynamicznie rozwijając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a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się 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marka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należąc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a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do Grupy CHERY – kontynuuj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e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spektakularny globalny wzrost. W ciągu zaledwie 27 miesięcy od debiutu na rynku, skumulowana sprzedaż przekroczyła 600 000 pojazdów w 47 krajach, co czyni j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ą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najszybciej rosną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cą nową marką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motoryzacyjn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ą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na świecie. Firma w 2025 odniosła także spektakularne wyniki w segmencie pojazdów 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zelektryfikowanych.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Teraz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wprowadz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a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na polski rynek </w:t>
      </w:r>
      <w:r w:rsidR="00E57E23">
        <w:rPr>
          <w:rFonts w:ascii="Arial" w:hAnsi="Arial" w:cs="Arial"/>
          <w:b/>
          <w:bCs/>
          <w:kern w:val="0"/>
          <w:sz w:val="24"/>
          <w:lang w:val="pl-PL"/>
        </w:rPr>
        <w:t>nowy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model: OMODA 5 </w:t>
      </w:r>
      <w:proofErr w:type="spellStart"/>
      <w:r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b/>
          <w:bCs/>
          <w:kern w:val="0"/>
          <w:sz w:val="24"/>
          <w:lang w:val="pl-PL"/>
        </w:rPr>
        <w:t>.</w:t>
      </w:r>
    </w:p>
    <w:p w14:paraId="77EDB9D2" w14:textId="2BB483F3" w:rsidR="00A918D3" w:rsidRDefault="00CE01F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 xml:space="preserve">W pierwszej połowie roku sprzedaż </w:t>
      </w:r>
      <w:r w:rsidR="0086008E">
        <w:rPr>
          <w:rFonts w:ascii="Arial" w:hAnsi="Arial" w:cs="Arial"/>
          <w:kern w:val="0"/>
          <w:sz w:val="24"/>
          <w:lang w:val="pl-PL"/>
        </w:rPr>
        <w:t xml:space="preserve">samochodów </w:t>
      </w:r>
      <w:r w:rsidR="008E4C12">
        <w:rPr>
          <w:rFonts w:ascii="Arial" w:hAnsi="Arial" w:cs="Arial"/>
          <w:kern w:val="0"/>
          <w:sz w:val="24"/>
          <w:lang w:val="pl-PL"/>
        </w:rPr>
        <w:t>zelektryfikowanych</w:t>
      </w:r>
      <w:r>
        <w:rPr>
          <w:rFonts w:ascii="Arial" w:hAnsi="Arial" w:cs="Arial"/>
          <w:kern w:val="0"/>
          <w:sz w:val="24"/>
          <w:lang w:val="pl-PL"/>
        </w:rPr>
        <w:t xml:space="preserve"> marek OMODA &amp; JAECOO wzrosła o blisko 100% rok do roku, osiągając 360 000 egzemplarzy. W czerwcu samochody z napędem alternatywnym stanowiły już ponad połowę całkowitej sprzedaży marek, a modele hybrydowe i elektryczne (takie jak JAECOO 7 </w:t>
      </w:r>
      <w:r w:rsidR="00B66A6F">
        <w:rPr>
          <w:rFonts w:ascii="Arial" w:hAnsi="Arial" w:cs="Arial"/>
          <w:kern w:val="0"/>
          <w:sz w:val="24"/>
          <w:lang w:val="pl-PL"/>
        </w:rPr>
        <w:t xml:space="preserve">Super </w:t>
      </w:r>
      <w:proofErr w:type="spellStart"/>
      <w:r w:rsidR="00B66A6F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czy OMODA 9 </w:t>
      </w:r>
      <w:r w:rsidR="00B66A6F">
        <w:rPr>
          <w:rFonts w:ascii="Arial" w:hAnsi="Arial" w:cs="Arial"/>
          <w:kern w:val="0"/>
          <w:sz w:val="24"/>
          <w:lang w:val="pl-PL"/>
        </w:rPr>
        <w:t xml:space="preserve">Super </w:t>
      </w:r>
      <w:proofErr w:type="spellStart"/>
      <w:r w:rsidR="00B66A6F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), znalazły się w czołówce rankingów sprzedaży w Europie, Australii oraz na rynkach Bliskiego Wschodu i Ameryki Południowej. Firma nie zwalnia tempa i już we wrześniu przedstawi nowy model – OMODA 5 </w:t>
      </w:r>
      <w:proofErr w:type="spellStart"/>
      <w:r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. Wejście OMODA 5 </w:t>
      </w:r>
      <w:proofErr w:type="spellStart"/>
      <w:r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do oferty w Polsce to kolejny krok w realizacji strategii rozwoju gamy zelektryfikowanych pojazdów, mający umocnić pozycję marki w segmencie hybrydowych SUV-ów.</w:t>
      </w:r>
    </w:p>
    <w:p w14:paraId="483CBA6E" w14:textId="4C5BDB2B" w:rsidR="00C279D1" w:rsidRDefault="00CE01F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 xml:space="preserve">Art in Motion, </w:t>
      </w:r>
      <w:r w:rsidR="00C279D1">
        <w:rPr>
          <w:rFonts w:ascii="Arial" w:hAnsi="Arial" w:cs="Arial"/>
          <w:b/>
          <w:bCs/>
          <w:kern w:val="0"/>
          <w:sz w:val="24"/>
          <w:lang w:val="pl-PL"/>
        </w:rPr>
        <w:t>napęd hybrydowy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, </w:t>
      </w:r>
      <w:r w:rsidR="00130E23">
        <w:rPr>
          <w:rFonts w:ascii="Arial" w:hAnsi="Arial" w:cs="Arial"/>
          <w:b/>
          <w:bCs/>
          <w:kern w:val="0"/>
          <w:sz w:val="24"/>
          <w:lang w:val="pl-PL"/>
        </w:rPr>
        <w:t>zaawansowane multimedia</w:t>
      </w:r>
    </w:p>
    <w:p w14:paraId="75FE9B48" w14:textId="596A0A0C" w:rsidR="00A918D3" w:rsidRDefault="00CE01F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 xml:space="preserve">Nowa OMODA 5 </w:t>
      </w:r>
      <w:proofErr w:type="spellStart"/>
      <w:r w:rsidRPr="007438F6">
        <w:rPr>
          <w:rFonts w:ascii="Arial" w:hAnsi="Arial" w:cs="Arial" w:hint="eastAsia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jest pierwszym modelem hybrydowym marki zaprojektowanym w duchu filozofii </w:t>
      </w:r>
      <w:r>
        <w:rPr>
          <w:rFonts w:ascii="Arial" w:hAnsi="Arial" w:cs="Arial"/>
          <w:b/>
          <w:bCs/>
          <w:kern w:val="0"/>
          <w:sz w:val="24"/>
          <w:lang w:val="pl-PL"/>
        </w:rPr>
        <w:t>Art in Motion</w:t>
      </w:r>
      <w:r>
        <w:rPr>
          <w:rFonts w:ascii="Arial" w:hAnsi="Arial" w:cs="Arial"/>
          <w:kern w:val="0"/>
          <w:sz w:val="24"/>
          <w:lang w:val="pl-PL"/>
        </w:rPr>
        <w:t xml:space="preserve">. Charakterystyczny diamentowy grill znany ze spalinowej wersji </w:t>
      </w:r>
      <w:proofErr w:type="spellStart"/>
      <w:r>
        <w:rPr>
          <w:rFonts w:ascii="Arial" w:hAnsi="Arial" w:cs="Arial"/>
          <w:kern w:val="0"/>
          <w:sz w:val="24"/>
          <w:lang w:val="pl-PL"/>
        </w:rPr>
        <w:t>Omody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5 </w:t>
      </w:r>
      <w:r w:rsidR="00FB549C">
        <w:rPr>
          <w:rFonts w:ascii="Arial" w:hAnsi="Arial" w:cs="Arial"/>
          <w:kern w:val="0"/>
          <w:sz w:val="24"/>
          <w:lang w:val="pl-PL"/>
        </w:rPr>
        <w:t xml:space="preserve">został przeprojektowany i na nowo </w:t>
      </w:r>
      <w:r>
        <w:rPr>
          <w:rFonts w:ascii="Arial" w:hAnsi="Arial" w:cs="Arial"/>
          <w:kern w:val="0"/>
          <w:sz w:val="24"/>
          <w:lang w:val="pl-PL"/>
        </w:rPr>
        <w:t xml:space="preserve">wkomponowany w pas przedni </w:t>
      </w:r>
      <w:r w:rsidR="00FB549C">
        <w:rPr>
          <w:rFonts w:ascii="Arial" w:hAnsi="Arial" w:cs="Arial"/>
          <w:kern w:val="0"/>
          <w:sz w:val="24"/>
          <w:lang w:val="pl-PL"/>
        </w:rPr>
        <w:t xml:space="preserve">by </w:t>
      </w:r>
      <w:r>
        <w:rPr>
          <w:rFonts w:ascii="Arial" w:hAnsi="Arial" w:cs="Arial"/>
          <w:kern w:val="0"/>
          <w:sz w:val="24"/>
          <w:lang w:val="pl-PL"/>
        </w:rPr>
        <w:t>nada</w:t>
      </w:r>
      <w:r w:rsidR="00FB549C">
        <w:rPr>
          <w:rFonts w:ascii="Arial" w:hAnsi="Arial" w:cs="Arial"/>
          <w:kern w:val="0"/>
          <w:sz w:val="24"/>
          <w:lang w:val="pl-PL"/>
        </w:rPr>
        <w:t>ć</w:t>
      </w:r>
      <w:r>
        <w:rPr>
          <w:rFonts w:ascii="Arial" w:hAnsi="Arial" w:cs="Arial"/>
          <w:kern w:val="0"/>
          <w:sz w:val="24"/>
          <w:lang w:val="pl-PL"/>
        </w:rPr>
        <w:t xml:space="preserve"> autu futurystycznego wyrazu. Smukła linia nadwozia, dynamiczne przetłoczenia i dopracowane detale podkreślają jego miejski, ale jednocześnie sportowy charakter. Stylistyka modelu jest odpowiedzią na oczekiwania kierowców, którzy poszukują samochodu będącego zarówno środkiem transportu, jak i </w:t>
      </w:r>
      <w:r w:rsidR="0032077C">
        <w:rPr>
          <w:rFonts w:ascii="Arial" w:hAnsi="Arial" w:cs="Arial"/>
          <w:kern w:val="0"/>
          <w:sz w:val="24"/>
          <w:lang w:val="pl-PL"/>
        </w:rPr>
        <w:t>wyrazem</w:t>
      </w:r>
      <w:r>
        <w:rPr>
          <w:rFonts w:ascii="Arial" w:hAnsi="Arial" w:cs="Arial"/>
          <w:kern w:val="0"/>
          <w:sz w:val="24"/>
          <w:lang w:val="pl-PL"/>
        </w:rPr>
        <w:t xml:space="preserve"> stylu życia.</w:t>
      </w:r>
    </w:p>
    <w:p w14:paraId="43980BDF" w14:textId="091DDAFD" w:rsidR="00A918D3" w:rsidRDefault="00CE01F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 xml:space="preserve">Sercem OMODA 5 </w:t>
      </w:r>
      <w:proofErr w:type="spellStart"/>
      <w:r w:rsidRPr="007438F6">
        <w:rPr>
          <w:rFonts w:ascii="Arial" w:hAnsi="Arial" w:cs="Arial" w:hint="eastAsia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jest układ napędowy łączący zalety silnika spalinowego i elektrycznego. Piąta generacja silnika 1.5 T-DGI współpracuje z dedykowaną skrzynią biegów DHT i baterią </w:t>
      </w:r>
      <w:r w:rsidR="0072045B">
        <w:rPr>
          <w:rFonts w:ascii="Arial" w:hAnsi="Arial" w:cs="Arial"/>
          <w:kern w:val="0"/>
          <w:sz w:val="24"/>
          <w:lang w:val="pl-PL"/>
        </w:rPr>
        <w:t>elektryczną</w:t>
      </w:r>
      <w:r>
        <w:rPr>
          <w:rFonts w:ascii="Arial" w:hAnsi="Arial" w:cs="Arial"/>
          <w:kern w:val="0"/>
          <w:sz w:val="24"/>
          <w:lang w:val="pl-PL"/>
        </w:rPr>
        <w:t xml:space="preserve"> o wysokiej pojemności. Efektem jest imponująca efektywność – nawet </w:t>
      </w:r>
      <w:r>
        <w:rPr>
          <w:rFonts w:ascii="Arial" w:hAnsi="Arial" w:cs="Arial"/>
          <w:b/>
          <w:bCs/>
          <w:kern w:val="0"/>
          <w:sz w:val="24"/>
          <w:lang w:val="pl-PL"/>
        </w:rPr>
        <w:t>44,5% sprawności cieplnej</w:t>
      </w:r>
      <w:r>
        <w:rPr>
          <w:rFonts w:ascii="Arial" w:hAnsi="Arial" w:cs="Arial"/>
          <w:kern w:val="0"/>
          <w:sz w:val="24"/>
          <w:lang w:val="pl-PL"/>
        </w:rPr>
        <w:t xml:space="preserve">, </w:t>
      </w:r>
      <w:r>
        <w:rPr>
          <w:rFonts w:ascii="Arial" w:hAnsi="Arial" w:cs="Arial"/>
          <w:kern w:val="0"/>
          <w:sz w:val="24"/>
          <w:lang w:val="pl-PL"/>
        </w:rPr>
        <w:lastRenderedPageBreak/>
        <w:t xml:space="preserve">błyskawiczna reakcja na polecenia kierowcy i płynne przełączanie trybów jazdy. Producent deklaruje zasięg do </w:t>
      </w:r>
      <w:r>
        <w:rPr>
          <w:rFonts w:ascii="Arial" w:hAnsi="Arial" w:cs="Arial"/>
          <w:b/>
          <w:bCs/>
          <w:kern w:val="0"/>
          <w:sz w:val="24"/>
          <w:lang w:val="pl-PL"/>
        </w:rPr>
        <w:t>1000 km</w:t>
      </w:r>
      <w:r>
        <w:rPr>
          <w:rFonts w:ascii="Arial" w:hAnsi="Arial" w:cs="Arial"/>
          <w:kern w:val="0"/>
          <w:sz w:val="24"/>
          <w:lang w:val="pl-PL"/>
        </w:rPr>
        <w:t xml:space="preserve"> na jednym tankowaniu, co czyni z OMODA 5 </w:t>
      </w:r>
      <w:proofErr w:type="spellStart"/>
      <w:r w:rsidR="00343E2A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uniwersalny samochód zarówno do miasta, jak i na dalekie podróże.</w:t>
      </w:r>
    </w:p>
    <w:p w14:paraId="3B0C4773" w14:textId="35B905A7" w:rsidR="00A918D3" w:rsidRDefault="00CE01F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W kabinie kierowca i pasażerowie mogą liczyć na cyfrowy kokpit, rozbudowany system multimedialny oraz szeroki pakiet systemów wspierających prowadzenie</w:t>
      </w:r>
      <w:r w:rsidR="000E01EA">
        <w:rPr>
          <w:rFonts w:ascii="Arial" w:hAnsi="Arial" w:cs="Arial"/>
          <w:kern w:val="0"/>
          <w:sz w:val="24"/>
          <w:lang w:val="pl-PL"/>
        </w:rPr>
        <w:t xml:space="preserve"> w standardzie</w:t>
      </w:r>
      <w:r>
        <w:rPr>
          <w:rFonts w:ascii="Arial" w:hAnsi="Arial" w:cs="Arial"/>
          <w:kern w:val="0"/>
          <w:sz w:val="24"/>
          <w:lang w:val="pl-PL"/>
        </w:rPr>
        <w:t xml:space="preserve">. Rozwiązania te mają zapewnić wygodę, bezpieczeństwo i intuicyjną obsługę w każdych warunkach. OMODA 5 </w:t>
      </w:r>
      <w:proofErr w:type="spellStart"/>
      <w:r w:rsidRPr="007438F6">
        <w:rPr>
          <w:rFonts w:ascii="Arial" w:hAnsi="Arial" w:cs="Arial" w:hint="eastAsia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korzysta z doświadczeń marki w tworzeniu pojazdów nastawionych na cyfryzację i integrację z urządzeniami mobilnymi, a jednocześnie zachowuje przestronność i ergonomię, z której znany jest ten model.</w:t>
      </w:r>
    </w:p>
    <w:p w14:paraId="611DCDA8" w14:textId="39A603B6" w:rsidR="00A918D3" w:rsidRDefault="00275860">
      <w:pPr>
        <w:widowControl/>
        <w:spacing w:before="100" w:beforeAutospacing="1" w:after="100" w:afterAutospacing="1"/>
        <w:jc w:val="left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>Zelektryfikowane modele OMODA &amp; JAECOO w Polsce</w:t>
      </w:r>
    </w:p>
    <w:p w14:paraId="4F679FCA" w14:textId="0D672DBD" w:rsidR="00A918D3" w:rsidRDefault="00CE01F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 xml:space="preserve">Polski rynek jest jednym z kluczowych elementów strategii OMODA &amp; JAECOO w Europie. Po wprowadzeniu w naszym kraju w pełni elektrycznej OMODA E5 oraz </w:t>
      </w:r>
      <w:r w:rsidR="004D6F08">
        <w:rPr>
          <w:rFonts w:ascii="Arial" w:hAnsi="Arial" w:cs="Arial"/>
          <w:kern w:val="0"/>
          <w:sz w:val="24"/>
          <w:lang w:val="pl-PL"/>
        </w:rPr>
        <w:t xml:space="preserve">super </w:t>
      </w:r>
      <w:r>
        <w:rPr>
          <w:rFonts w:ascii="Arial" w:hAnsi="Arial" w:cs="Arial"/>
          <w:kern w:val="0"/>
          <w:sz w:val="24"/>
          <w:lang w:val="pl-PL"/>
        </w:rPr>
        <w:t xml:space="preserve">hybrydowych modeli OMODA 9 </w:t>
      </w:r>
      <w:r w:rsidRPr="007438F6">
        <w:rPr>
          <w:rFonts w:ascii="Arial" w:hAnsi="Arial" w:cs="Arial" w:hint="eastAsia"/>
          <w:kern w:val="0"/>
          <w:sz w:val="24"/>
          <w:lang w:val="pl-PL"/>
        </w:rPr>
        <w:t xml:space="preserve">Super </w:t>
      </w:r>
      <w:proofErr w:type="spellStart"/>
      <w:r w:rsidRPr="007438F6">
        <w:rPr>
          <w:rFonts w:ascii="Arial" w:hAnsi="Arial" w:cs="Arial" w:hint="eastAsia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i JAECOO 7 </w:t>
      </w:r>
      <w:r w:rsidRPr="007438F6">
        <w:rPr>
          <w:rFonts w:ascii="Arial" w:hAnsi="Arial" w:cs="Arial" w:hint="eastAsia"/>
          <w:kern w:val="0"/>
          <w:sz w:val="24"/>
          <w:lang w:val="pl-PL"/>
        </w:rPr>
        <w:t xml:space="preserve">Super </w:t>
      </w:r>
      <w:proofErr w:type="spellStart"/>
      <w:r w:rsidRPr="007438F6">
        <w:rPr>
          <w:rFonts w:ascii="Arial" w:hAnsi="Arial" w:cs="Arial" w:hint="eastAsia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, marka realizuje kolejny ważny krok: zgodnie z założoną strategią elektryfikacji aut – wprowadza kompaktowego SUV-a OMODA 5 </w:t>
      </w:r>
      <w:proofErr w:type="spellStart"/>
      <w:r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>, który może stać się kolejnym rynkowym fenomenem i ważnym wyborem polskich konsumentów.</w:t>
      </w:r>
    </w:p>
    <w:p w14:paraId="5B0CCB63" w14:textId="77777777" w:rsidR="00A918D3" w:rsidRDefault="00CE01F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 xml:space="preserve">Wrześniowa premiera OMODA 5 </w:t>
      </w:r>
      <w:proofErr w:type="spellStart"/>
      <w:r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</w:p>
    <w:p w14:paraId="14E36956" w14:textId="77777777" w:rsidR="00A918D3" w:rsidRDefault="00CE01F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 xml:space="preserve">Nowa OMODA 5 w wersji hybrydowej po raz pierwszy została zaprezentowana podczas targów motoryzacyjnych w Szanghaju, wzbudzając zainteresowanie światowych mediów. Teraz czas na polski debiut – odbędzie się on już we wrześniu w Warszawie. Obok OMODA 5 </w:t>
      </w:r>
      <w:proofErr w:type="spellStart"/>
      <w:r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>, publiczność zobaczy także premierowy model JAECOO 5.</w:t>
      </w:r>
    </w:p>
    <w:p w14:paraId="783676D2" w14:textId="77777777" w:rsidR="00A918D3" w:rsidRDefault="00A918D3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</w:p>
    <w:p w14:paraId="5C793CF0" w14:textId="77777777" w:rsidR="00A918D3" w:rsidRDefault="00CE01F2">
      <w:pPr>
        <w:widowControl/>
        <w:spacing w:before="100" w:beforeAutospacing="1" w:after="100" w:afterAutospacing="1"/>
        <w:jc w:val="center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***</w:t>
      </w:r>
    </w:p>
    <w:p w14:paraId="3223BDB2" w14:textId="77777777" w:rsidR="00A918D3" w:rsidRDefault="00CE01F2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>
        <w:rPr>
          <w:rFonts w:ascii="Arial" w:hAnsi="Arial" w:cs="Arial"/>
          <w:b/>
          <w:bCs/>
          <w:kern w:val="0"/>
          <w:sz w:val="20"/>
          <w:szCs w:val="20"/>
          <w:lang w:val="pl-PL"/>
        </w:rPr>
        <w:t>O marce OMODA &amp; JAECOO</w:t>
      </w:r>
    </w:p>
    <w:p w14:paraId="20312ED5" w14:textId="77777777" w:rsidR="00A918D3" w:rsidRDefault="00CE01F2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>
        <w:rPr>
          <w:rFonts w:ascii="Arial" w:hAnsi="Arial" w:cs="Arial"/>
          <w:kern w:val="0"/>
          <w:sz w:val="20"/>
          <w:szCs w:val="20"/>
          <w:lang w:val="pl-PL"/>
        </w:rPr>
        <w:t xml:space="preserve">OMODA &amp; JAECOO to pionierska marka motoryzacyjna należąca do wiodącego chińskiego producenta samochodów, Grupy CHERY. Dedykowana innowacyjnym i zrównoważonym rozwiązaniom w zakresie mobilności, OMODA &amp; JAECOO jest uosobieniem młodości, indywidualizmu i globalizacji, oferując różnorodną gamę pojazdów, w tym SUV-y typu </w:t>
      </w:r>
      <w:proofErr w:type="spellStart"/>
      <w:r>
        <w:rPr>
          <w:rFonts w:ascii="Arial" w:hAnsi="Arial" w:cs="Arial"/>
          <w:kern w:val="0"/>
          <w:sz w:val="20"/>
          <w:szCs w:val="20"/>
          <w:lang w:val="pl-PL"/>
        </w:rPr>
        <w:t>crossover</w:t>
      </w:r>
      <w:proofErr w:type="spellEnd"/>
      <w:r>
        <w:rPr>
          <w:rFonts w:ascii="Arial" w:hAnsi="Arial" w:cs="Arial"/>
          <w:kern w:val="0"/>
          <w:sz w:val="20"/>
          <w:szCs w:val="20"/>
          <w:lang w:val="pl-PL"/>
        </w:rPr>
        <w:t xml:space="preserve"> i miejskie SUV-y terenowe. Dzięki nowoczesnemu designowi, zaawansowanej, inteligentnej technologii i wyjątkowej wydajności, OMODA &amp; JAECOO ma sprostać zmieniającym się </w:t>
      </w:r>
      <w:r>
        <w:rPr>
          <w:rFonts w:ascii="Arial" w:hAnsi="Arial" w:cs="Arial"/>
          <w:kern w:val="0"/>
          <w:sz w:val="20"/>
          <w:szCs w:val="20"/>
          <w:lang w:val="pl-PL"/>
        </w:rPr>
        <w:lastRenderedPageBreak/>
        <w:t xml:space="preserve">potrzebom współczesnych kierowców. OMODA &amp; JAECOO stawia na pierwszym miejscu wygodę użytkownika i zrównoważony styl życia, w który wpisane są nowe technologie. </w:t>
      </w:r>
    </w:p>
    <w:p w14:paraId="19DE5AB4" w14:textId="77777777" w:rsidR="00A918D3" w:rsidRDefault="00CE01F2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>
        <w:rPr>
          <w:rFonts w:ascii="Arial" w:hAnsi="Arial" w:cs="Arial"/>
          <w:b/>
          <w:bCs/>
          <w:kern w:val="0"/>
          <w:sz w:val="20"/>
          <w:szCs w:val="20"/>
          <w:lang w:val="pl-PL"/>
        </w:rPr>
        <w:t>O Grupie CHERY</w:t>
      </w:r>
    </w:p>
    <w:p w14:paraId="024A5D26" w14:textId="77777777" w:rsidR="00A918D3" w:rsidRDefault="00CE01F2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>
        <w:rPr>
          <w:rFonts w:ascii="Arial" w:hAnsi="Arial" w:cs="Arial"/>
          <w:kern w:val="0"/>
          <w:sz w:val="20"/>
          <w:szCs w:val="20"/>
          <w:lang w:val="pl-PL"/>
        </w:rPr>
        <w:t>W 2024 r. skumulowana sprzedaż samochodów Grupa CHERY osiągnęła historyczny poziom ponad 2 600 000 sztuk, wzrastając o 38,4% w odniesieniu do roku poprzedniego i znacznie przekraczając średnią wzrostu branży. Roczne przychody Grupy po raz pierwszy przekroczyły 283 miliardów PLN, przy wzroście rok do roku o ponad 50%. Grupa wyeksportowała ponad 1 140 000 pojazdów (wzrost o 21.4% rok do roku), utrzymując pozycję największego chińskiego eksportera samochodów osobowych przez 22 lata z rzędu. Obecnie Grupa CHERY posiada bazę ponad 15 milionów klientów na całym świecie.</w:t>
      </w:r>
    </w:p>
    <w:p w14:paraId="79E41F4B" w14:textId="77777777" w:rsidR="00A918D3" w:rsidRDefault="00A918D3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</w:p>
    <w:p w14:paraId="3F916BB2" w14:textId="77777777" w:rsidR="00A918D3" w:rsidRDefault="00A918D3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14:paraId="48DD685A" w14:textId="77777777" w:rsidR="00A918D3" w:rsidRDefault="00CE01F2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Kontakt: </w:t>
      </w:r>
      <w:hyperlink r:id="rId10" w:history="1">
        <w:r w:rsidR="00A918D3">
          <w:rPr>
            <w:rStyle w:val="Hyperlink"/>
            <w:rFonts w:ascii="Arial" w:hAnsi="Arial" w:cs="Arial"/>
            <w:sz w:val="20"/>
            <w:szCs w:val="20"/>
            <w:lang w:val="pl-PL"/>
          </w:rPr>
          <w:t>pr@omodaauto.pl</w:t>
        </w:r>
      </w:hyperlink>
      <w:r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0F9129E" w14:textId="77777777" w:rsidR="00A918D3" w:rsidRDefault="00A918D3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14:paraId="1E4C3402" w14:textId="77777777" w:rsidR="00A918D3" w:rsidRDefault="00A918D3">
      <w:pPr>
        <w:pStyle w:val="Footer"/>
        <w:spacing w:after="120"/>
        <w:jc w:val="both"/>
        <w:rPr>
          <w:rStyle w:val="Hyperlink"/>
          <w:rFonts w:ascii="Arial" w:hAnsi="Arial" w:cs="Arial"/>
          <w:sz w:val="20"/>
          <w:szCs w:val="20"/>
          <w:lang w:val="pl-PL"/>
        </w:rPr>
      </w:pPr>
      <w:hyperlink r:id="rId11" w:history="1">
        <w:r>
          <w:rPr>
            <w:rStyle w:val="Hyperlink"/>
            <w:rFonts w:ascii="Arial" w:hAnsi="Arial" w:cs="Arial"/>
            <w:sz w:val="20"/>
            <w:szCs w:val="20"/>
            <w:lang w:val="pl-PL"/>
          </w:rPr>
          <w:t>www.omodajaecoo.pl</w:t>
        </w:r>
      </w:hyperlink>
    </w:p>
    <w:p w14:paraId="6C73E6E6" w14:textId="77777777" w:rsidR="00A918D3" w:rsidRPr="004139C2" w:rsidRDefault="00A918D3">
      <w:pPr>
        <w:pStyle w:val="Footer"/>
        <w:spacing w:after="120"/>
        <w:jc w:val="both"/>
        <w:rPr>
          <w:rFonts w:ascii="Arial" w:hAnsi="Arial" w:cs="Arial"/>
          <w:color w:val="0000FF"/>
          <w:sz w:val="20"/>
          <w:szCs w:val="20"/>
          <w:u w:val="single"/>
          <w:lang w:val="pl-PL"/>
        </w:rPr>
      </w:pPr>
      <w:r>
        <w:fldChar w:fldCharType="begin"/>
      </w:r>
      <w:r w:rsidRPr="004139C2">
        <w:rPr>
          <w:lang w:val="pl-PL"/>
        </w:rPr>
        <w:instrText>HYPERLINK "https://www.linkedin.com/company/95725736/admin/dashboard/"</w:instrText>
      </w:r>
      <w:r>
        <w:fldChar w:fldCharType="separate"/>
      </w:r>
      <w:r w:rsidRPr="004139C2">
        <w:rPr>
          <w:rStyle w:val="Hyperlink"/>
          <w:rFonts w:ascii="Arial" w:hAnsi="Arial" w:cs="Arial"/>
          <w:sz w:val="20"/>
          <w:szCs w:val="20"/>
          <w:lang w:val="pl-PL"/>
        </w:rPr>
        <w:t>OMODA &amp; JAECOO LinkedIn</w:t>
      </w:r>
      <w:r>
        <w:fldChar w:fldCharType="end"/>
      </w:r>
      <w:r w:rsidR="00CE01F2" w:rsidRPr="004139C2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56DEBE8" w14:textId="77777777" w:rsidR="00A918D3" w:rsidRPr="004139C2" w:rsidRDefault="00A918D3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fldChar w:fldCharType="begin"/>
      </w:r>
      <w:r w:rsidRPr="004139C2">
        <w:rPr>
          <w:lang w:val="pl-PL"/>
        </w:rPr>
        <w:instrText>HYPERLINK "https://www.facebook.com/omodajaecoopolska"</w:instrText>
      </w:r>
      <w:r>
        <w:fldChar w:fldCharType="separate"/>
      </w:r>
      <w:r w:rsidRPr="004139C2">
        <w:rPr>
          <w:rStyle w:val="Hyperlink"/>
          <w:rFonts w:ascii="Arial" w:hAnsi="Arial" w:cs="Arial"/>
          <w:sz w:val="20"/>
          <w:szCs w:val="20"/>
          <w:lang w:val="pl-PL"/>
        </w:rPr>
        <w:t>OMODA &amp; JAECOO Facebook</w:t>
      </w:r>
      <w:r>
        <w:fldChar w:fldCharType="end"/>
      </w:r>
      <w:r w:rsidR="00CE01F2" w:rsidRPr="004139C2">
        <w:rPr>
          <w:rFonts w:ascii="Arial" w:hAnsi="Arial" w:cs="Arial"/>
          <w:sz w:val="20"/>
          <w:szCs w:val="20"/>
          <w:lang w:val="pl-PL"/>
        </w:rPr>
        <w:t xml:space="preserve">  </w:t>
      </w:r>
    </w:p>
    <w:p w14:paraId="550001EA" w14:textId="77777777" w:rsidR="00A918D3" w:rsidRDefault="00A918D3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fldChar w:fldCharType="begin"/>
      </w:r>
      <w:r w:rsidRPr="004139C2">
        <w:rPr>
          <w:lang w:val="pl-PL"/>
        </w:rPr>
        <w:instrText>HYPERLINK "https://www.instagram.com/omodajaecoopolska/"</w:instrText>
      </w:r>
      <w:r>
        <w:fldChar w:fldCharType="separate"/>
      </w:r>
      <w:r>
        <w:rPr>
          <w:rStyle w:val="Hyperlink"/>
          <w:rFonts w:ascii="Arial" w:hAnsi="Arial" w:cs="Arial"/>
          <w:sz w:val="20"/>
          <w:szCs w:val="20"/>
          <w:lang w:val="pl-PL"/>
        </w:rPr>
        <w:t>OMODA &amp; JAECOO Instagram</w:t>
      </w:r>
      <w:r>
        <w:fldChar w:fldCharType="end"/>
      </w:r>
      <w:r w:rsidR="00CE01F2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C5657A7" w14:textId="77777777" w:rsidR="00A918D3" w:rsidRDefault="00A918D3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fldChar w:fldCharType="begin"/>
      </w:r>
      <w:r w:rsidRPr="004139C2">
        <w:rPr>
          <w:lang w:val="pl-PL"/>
        </w:rPr>
        <w:instrText>HYPERLINK "https://www.youtube.com/channel/UCe5Znmahbky8B3D92ad0jWw"</w:instrText>
      </w:r>
      <w:r>
        <w:fldChar w:fldCharType="separate"/>
      </w:r>
      <w:r>
        <w:rPr>
          <w:rStyle w:val="Hyperlink"/>
          <w:rFonts w:ascii="Arial" w:hAnsi="Arial" w:cs="Arial"/>
          <w:sz w:val="20"/>
          <w:szCs w:val="20"/>
          <w:lang w:val="pl-PL"/>
        </w:rPr>
        <w:t xml:space="preserve">OMODA &amp; JAECOO </w:t>
      </w:r>
      <w:proofErr w:type="spellStart"/>
      <w:r>
        <w:rPr>
          <w:rStyle w:val="Hyperlink"/>
          <w:rFonts w:ascii="Arial" w:hAnsi="Arial" w:cs="Arial"/>
          <w:sz w:val="20"/>
          <w:szCs w:val="20"/>
          <w:lang w:val="pl-PL"/>
        </w:rPr>
        <w:t>Youtube</w:t>
      </w:r>
      <w:proofErr w:type="spellEnd"/>
      <w:r>
        <w:fldChar w:fldCharType="end"/>
      </w:r>
      <w:r w:rsidR="00CE01F2">
        <w:rPr>
          <w:rFonts w:ascii="Arial" w:hAnsi="Arial" w:cs="Arial"/>
          <w:sz w:val="20"/>
          <w:szCs w:val="20"/>
          <w:lang w:val="pl-PL"/>
        </w:rPr>
        <w:t xml:space="preserve"> </w:t>
      </w:r>
    </w:p>
    <w:sectPr w:rsidR="00A918D3">
      <w:headerReference w:type="default" r:id="rId12"/>
      <w:pgSz w:w="11906" w:h="16838"/>
      <w:pgMar w:top="2041" w:right="1797" w:bottom="147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3FE6C" w14:textId="77777777" w:rsidR="00FE528B" w:rsidRDefault="00FE528B">
      <w:r>
        <w:separator/>
      </w:r>
    </w:p>
  </w:endnote>
  <w:endnote w:type="continuationSeparator" w:id="0">
    <w:p w14:paraId="7F9223B5" w14:textId="77777777" w:rsidR="00FE528B" w:rsidRDefault="00FE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ngti SC">
    <w:altName w:val="Cambria"/>
    <w:charset w:val="00"/>
    <w:family w:val="roman"/>
    <w:pitch w:val="default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pingfang sc">
    <w:altName w:val="宋体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Arial"/>
    <w:charset w:val="00"/>
    <w:family w:val="auto"/>
    <w:pitch w:val="default"/>
    <w:sig w:usb0="00000000" w:usb1="00000000" w:usb2="0000001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543A1" w14:textId="77777777" w:rsidR="00FE528B" w:rsidRDefault="00FE528B">
      <w:r>
        <w:separator/>
      </w:r>
    </w:p>
  </w:footnote>
  <w:footnote w:type="continuationSeparator" w:id="0">
    <w:p w14:paraId="5F5C6336" w14:textId="77777777" w:rsidR="00FE528B" w:rsidRDefault="00FE5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F0A61" w14:textId="77777777" w:rsidR="00A918D3" w:rsidRDefault="00CE01F2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12865A95" wp14:editId="474DB436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7560310" cy="10692130"/>
          <wp:effectExtent l="0" t="0" r="2540" b="0"/>
          <wp:wrapNone/>
          <wp:docPr id="1" name="图片 1" descr="0000.00.00-【】-OMODA&amp;JAECOO模版新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0000.00.00-【】-OMODA&amp;JAECOO模版新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D4DEC6D" w14:textId="77777777" w:rsidR="00A918D3" w:rsidRDefault="00A918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attachedTemplate r:id="rId1"/>
  <w:defaultTabStop w:val="420"/>
  <w:hyphenationZone w:val="42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ZkNDNhYWRkMTc1MzY3ZjEwMDI1NjY4Zjc5ZWVmMGIifQ=="/>
  </w:docVars>
  <w:rsids>
    <w:rsidRoot w:val="002913B2"/>
    <w:rsid w:val="BCDDE2D7"/>
    <w:rsid w:val="BF3EB185"/>
    <w:rsid w:val="BFEEF512"/>
    <w:rsid w:val="DC7FCFD4"/>
    <w:rsid w:val="DDBAED14"/>
    <w:rsid w:val="EB7BF696"/>
    <w:rsid w:val="F7305473"/>
    <w:rsid w:val="F7ABF546"/>
    <w:rsid w:val="000012F2"/>
    <w:rsid w:val="00001E8D"/>
    <w:rsid w:val="000039A4"/>
    <w:rsid w:val="00004729"/>
    <w:rsid w:val="00006FD3"/>
    <w:rsid w:val="00007530"/>
    <w:rsid w:val="00007905"/>
    <w:rsid w:val="000103DF"/>
    <w:rsid w:val="000105F6"/>
    <w:rsid w:val="000113EA"/>
    <w:rsid w:val="00013182"/>
    <w:rsid w:val="0001585A"/>
    <w:rsid w:val="00015BD4"/>
    <w:rsid w:val="00016456"/>
    <w:rsid w:val="000178FD"/>
    <w:rsid w:val="00020B66"/>
    <w:rsid w:val="00020DC1"/>
    <w:rsid w:val="000229C4"/>
    <w:rsid w:val="00023AC1"/>
    <w:rsid w:val="0002455C"/>
    <w:rsid w:val="000256DF"/>
    <w:rsid w:val="00026A09"/>
    <w:rsid w:val="00026D20"/>
    <w:rsid w:val="00027572"/>
    <w:rsid w:val="000324AB"/>
    <w:rsid w:val="00032917"/>
    <w:rsid w:val="00032C6C"/>
    <w:rsid w:val="0003565E"/>
    <w:rsid w:val="00036318"/>
    <w:rsid w:val="000374AF"/>
    <w:rsid w:val="00037721"/>
    <w:rsid w:val="00040EB5"/>
    <w:rsid w:val="000424E4"/>
    <w:rsid w:val="00042F17"/>
    <w:rsid w:val="0004326A"/>
    <w:rsid w:val="00043DAA"/>
    <w:rsid w:val="00044E35"/>
    <w:rsid w:val="000505AC"/>
    <w:rsid w:val="00050608"/>
    <w:rsid w:val="00051248"/>
    <w:rsid w:val="00051BA8"/>
    <w:rsid w:val="000521C6"/>
    <w:rsid w:val="00053574"/>
    <w:rsid w:val="00053689"/>
    <w:rsid w:val="00053C01"/>
    <w:rsid w:val="00054BBE"/>
    <w:rsid w:val="000551BD"/>
    <w:rsid w:val="00056504"/>
    <w:rsid w:val="0005702B"/>
    <w:rsid w:val="00057291"/>
    <w:rsid w:val="0006307A"/>
    <w:rsid w:val="00063182"/>
    <w:rsid w:val="00063673"/>
    <w:rsid w:val="00063BEE"/>
    <w:rsid w:val="00064FB0"/>
    <w:rsid w:val="00066EA4"/>
    <w:rsid w:val="00070875"/>
    <w:rsid w:val="00072E91"/>
    <w:rsid w:val="00075C69"/>
    <w:rsid w:val="00077339"/>
    <w:rsid w:val="000776E3"/>
    <w:rsid w:val="00082918"/>
    <w:rsid w:val="000837F5"/>
    <w:rsid w:val="0008711C"/>
    <w:rsid w:val="00087142"/>
    <w:rsid w:val="00087292"/>
    <w:rsid w:val="0009050E"/>
    <w:rsid w:val="00091ABE"/>
    <w:rsid w:val="0009251F"/>
    <w:rsid w:val="0009446D"/>
    <w:rsid w:val="0009557F"/>
    <w:rsid w:val="000955F7"/>
    <w:rsid w:val="000959B1"/>
    <w:rsid w:val="000971AE"/>
    <w:rsid w:val="00097DB2"/>
    <w:rsid w:val="000A1231"/>
    <w:rsid w:val="000A1525"/>
    <w:rsid w:val="000A1D63"/>
    <w:rsid w:val="000A4FA6"/>
    <w:rsid w:val="000A641F"/>
    <w:rsid w:val="000A6B6D"/>
    <w:rsid w:val="000A729A"/>
    <w:rsid w:val="000B10D8"/>
    <w:rsid w:val="000B120B"/>
    <w:rsid w:val="000B1AE9"/>
    <w:rsid w:val="000B5622"/>
    <w:rsid w:val="000B57C1"/>
    <w:rsid w:val="000B5B4E"/>
    <w:rsid w:val="000B7513"/>
    <w:rsid w:val="000C203B"/>
    <w:rsid w:val="000C2F83"/>
    <w:rsid w:val="000C3CC1"/>
    <w:rsid w:val="000C53B8"/>
    <w:rsid w:val="000D0ED3"/>
    <w:rsid w:val="000D1038"/>
    <w:rsid w:val="000D183F"/>
    <w:rsid w:val="000D22C3"/>
    <w:rsid w:val="000D2B0E"/>
    <w:rsid w:val="000D5DDE"/>
    <w:rsid w:val="000D6027"/>
    <w:rsid w:val="000D689B"/>
    <w:rsid w:val="000E01EA"/>
    <w:rsid w:val="000E1AD2"/>
    <w:rsid w:val="000E22B0"/>
    <w:rsid w:val="000E4AD3"/>
    <w:rsid w:val="000E6488"/>
    <w:rsid w:val="000E67BF"/>
    <w:rsid w:val="000F0035"/>
    <w:rsid w:val="000F0BAA"/>
    <w:rsid w:val="000F341A"/>
    <w:rsid w:val="000F4171"/>
    <w:rsid w:val="000F4E53"/>
    <w:rsid w:val="000F51E6"/>
    <w:rsid w:val="000F717D"/>
    <w:rsid w:val="000F77C6"/>
    <w:rsid w:val="00100044"/>
    <w:rsid w:val="00100170"/>
    <w:rsid w:val="001014A8"/>
    <w:rsid w:val="00102424"/>
    <w:rsid w:val="001045E8"/>
    <w:rsid w:val="00105FC5"/>
    <w:rsid w:val="0010604A"/>
    <w:rsid w:val="0010664F"/>
    <w:rsid w:val="0010715B"/>
    <w:rsid w:val="00111375"/>
    <w:rsid w:val="00111893"/>
    <w:rsid w:val="00113AC9"/>
    <w:rsid w:val="001178DA"/>
    <w:rsid w:val="0012014F"/>
    <w:rsid w:val="00120ECB"/>
    <w:rsid w:val="00121209"/>
    <w:rsid w:val="0012186A"/>
    <w:rsid w:val="00122112"/>
    <w:rsid w:val="001223D4"/>
    <w:rsid w:val="00122CFC"/>
    <w:rsid w:val="00123C7B"/>
    <w:rsid w:val="00124C8D"/>
    <w:rsid w:val="00124F70"/>
    <w:rsid w:val="00130E23"/>
    <w:rsid w:val="00133907"/>
    <w:rsid w:val="00133C5E"/>
    <w:rsid w:val="001353DD"/>
    <w:rsid w:val="00135E94"/>
    <w:rsid w:val="00136CD2"/>
    <w:rsid w:val="001372FE"/>
    <w:rsid w:val="00141784"/>
    <w:rsid w:val="00143093"/>
    <w:rsid w:val="00143DFC"/>
    <w:rsid w:val="00144596"/>
    <w:rsid w:val="00145D8A"/>
    <w:rsid w:val="001476C5"/>
    <w:rsid w:val="00147B08"/>
    <w:rsid w:val="001521A5"/>
    <w:rsid w:val="001538D8"/>
    <w:rsid w:val="00153C92"/>
    <w:rsid w:val="001554AA"/>
    <w:rsid w:val="0016268A"/>
    <w:rsid w:val="00162A35"/>
    <w:rsid w:val="00162F81"/>
    <w:rsid w:val="0016348C"/>
    <w:rsid w:val="00163E03"/>
    <w:rsid w:val="00164096"/>
    <w:rsid w:val="00164597"/>
    <w:rsid w:val="00165CA9"/>
    <w:rsid w:val="00166457"/>
    <w:rsid w:val="00166C04"/>
    <w:rsid w:val="001673B7"/>
    <w:rsid w:val="00167A21"/>
    <w:rsid w:val="001702EC"/>
    <w:rsid w:val="00170A2B"/>
    <w:rsid w:val="00172311"/>
    <w:rsid w:val="00174CA6"/>
    <w:rsid w:val="00174E85"/>
    <w:rsid w:val="00176125"/>
    <w:rsid w:val="00181A14"/>
    <w:rsid w:val="00182301"/>
    <w:rsid w:val="0018323D"/>
    <w:rsid w:val="0018386B"/>
    <w:rsid w:val="00183D13"/>
    <w:rsid w:val="0018477D"/>
    <w:rsid w:val="001869F2"/>
    <w:rsid w:val="001871A7"/>
    <w:rsid w:val="001878C3"/>
    <w:rsid w:val="001903EB"/>
    <w:rsid w:val="001906AF"/>
    <w:rsid w:val="0019168C"/>
    <w:rsid w:val="00193FE0"/>
    <w:rsid w:val="00195913"/>
    <w:rsid w:val="00196D7D"/>
    <w:rsid w:val="001A0260"/>
    <w:rsid w:val="001A0D5E"/>
    <w:rsid w:val="001A2672"/>
    <w:rsid w:val="001A2FE2"/>
    <w:rsid w:val="001A3E1F"/>
    <w:rsid w:val="001A41E6"/>
    <w:rsid w:val="001A43D6"/>
    <w:rsid w:val="001A7347"/>
    <w:rsid w:val="001A7F3E"/>
    <w:rsid w:val="001B117A"/>
    <w:rsid w:val="001B2B6D"/>
    <w:rsid w:val="001B3F9A"/>
    <w:rsid w:val="001B60A3"/>
    <w:rsid w:val="001B7D96"/>
    <w:rsid w:val="001C0888"/>
    <w:rsid w:val="001C1E21"/>
    <w:rsid w:val="001C23E7"/>
    <w:rsid w:val="001C2ADE"/>
    <w:rsid w:val="001C3EB6"/>
    <w:rsid w:val="001C5E8F"/>
    <w:rsid w:val="001C7822"/>
    <w:rsid w:val="001D1071"/>
    <w:rsid w:val="001D1844"/>
    <w:rsid w:val="001D1E04"/>
    <w:rsid w:val="001E14E4"/>
    <w:rsid w:val="001E19AF"/>
    <w:rsid w:val="001E573D"/>
    <w:rsid w:val="001E5B70"/>
    <w:rsid w:val="001E5CB4"/>
    <w:rsid w:val="001E5D61"/>
    <w:rsid w:val="001F0190"/>
    <w:rsid w:val="001F0A3D"/>
    <w:rsid w:val="001F0EBF"/>
    <w:rsid w:val="001F1102"/>
    <w:rsid w:val="001F2507"/>
    <w:rsid w:val="001F3FA5"/>
    <w:rsid w:val="001F4204"/>
    <w:rsid w:val="001F43DF"/>
    <w:rsid w:val="001F472F"/>
    <w:rsid w:val="001F5C7C"/>
    <w:rsid w:val="001F6631"/>
    <w:rsid w:val="002007FD"/>
    <w:rsid w:val="002011BC"/>
    <w:rsid w:val="002012DD"/>
    <w:rsid w:val="00204290"/>
    <w:rsid w:val="0020456E"/>
    <w:rsid w:val="002073A2"/>
    <w:rsid w:val="00207DEC"/>
    <w:rsid w:val="002105A4"/>
    <w:rsid w:val="00210646"/>
    <w:rsid w:val="0021082E"/>
    <w:rsid w:val="00212C7D"/>
    <w:rsid w:val="00212F94"/>
    <w:rsid w:val="00214B4F"/>
    <w:rsid w:val="00220F04"/>
    <w:rsid w:val="00223796"/>
    <w:rsid w:val="00224F07"/>
    <w:rsid w:val="0022672D"/>
    <w:rsid w:val="0022735A"/>
    <w:rsid w:val="0022774F"/>
    <w:rsid w:val="002332CA"/>
    <w:rsid w:val="0023368B"/>
    <w:rsid w:val="00235ADB"/>
    <w:rsid w:val="00240518"/>
    <w:rsid w:val="00241CE0"/>
    <w:rsid w:val="00243424"/>
    <w:rsid w:val="002443D3"/>
    <w:rsid w:val="0024549D"/>
    <w:rsid w:val="00246339"/>
    <w:rsid w:val="00246EB0"/>
    <w:rsid w:val="0025044E"/>
    <w:rsid w:val="00252144"/>
    <w:rsid w:val="00253A43"/>
    <w:rsid w:val="00257180"/>
    <w:rsid w:val="002608C8"/>
    <w:rsid w:val="002662BE"/>
    <w:rsid w:val="0026730C"/>
    <w:rsid w:val="00267B0A"/>
    <w:rsid w:val="00270DF6"/>
    <w:rsid w:val="00271306"/>
    <w:rsid w:val="00271E24"/>
    <w:rsid w:val="002735C5"/>
    <w:rsid w:val="00273E91"/>
    <w:rsid w:val="00274499"/>
    <w:rsid w:val="0027458A"/>
    <w:rsid w:val="00274BC7"/>
    <w:rsid w:val="00274BE3"/>
    <w:rsid w:val="00275353"/>
    <w:rsid w:val="00275860"/>
    <w:rsid w:val="00275CD2"/>
    <w:rsid w:val="00276BD0"/>
    <w:rsid w:val="002773A9"/>
    <w:rsid w:val="0028201E"/>
    <w:rsid w:val="00282C8C"/>
    <w:rsid w:val="00283BEC"/>
    <w:rsid w:val="00283EB6"/>
    <w:rsid w:val="0028577D"/>
    <w:rsid w:val="0028658F"/>
    <w:rsid w:val="00286FC8"/>
    <w:rsid w:val="00287C36"/>
    <w:rsid w:val="002913B2"/>
    <w:rsid w:val="002920CD"/>
    <w:rsid w:val="002925E0"/>
    <w:rsid w:val="00293092"/>
    <w:rsid w:val="00293767"/>
    <w:rsid w:val="00293783"/>
    <w:rsid w:val="00293C7D"/>
    <w:rsid w:val="00293DDD"/>
    <w:rsid w:val="0029426A"/>
    <w:rsid w:val="00294EEE"/>
    <w:rsid w:val="00295965"/>
    <w:rsid w:val="002960CA"/>
    <w:rsid w:val="00296D8E"/>
    <w:rsid w:val="00297E0F"/>
    <w:rsid w:val="002A03E9"/>
    <w:rsid w:val="002A15D3"/>
    <w:rsid w:val="002A2734"/>
    <w:rsid w:val="002A5362"/>
    <w:rsid w:val="002A5EF6"/>
    <w:rsid w:val="002A69CE"/>
    <w:rsid w:val="002A7BE8"/>
    <w:rsid w:val="002A7ECC"/>
    <w:rsid w:val="002A7FF9"/>
    <w:rsid w:val="002B1DED"/>
    <w:rsid w:val="002B2752"/>
    <w:rsid w:val="002B27F6"/>
    <w:rsid w:val="002B4877"/>
    <w:rsid w:val="002B55ED"/>
    <w:rsid w:val="002B68A2"/>
    <w:rsid w:val="002B6C79"/>
    <w:rsid w:val="002B76FC"/>
    <w:rsid w:val="002C019B"/>
    <w:rsid w:val="002C3664"/>
    <w:rsid w:val="002C3922"/>
    <w:rsid w:val="002C3B35"/>
    <w:rsid w:val="002C4407"/>
    <w:rsid w:val="002D0F44"/>
    <w:rsid w:val="002D1896"/>
    <w:rsid w:val="002D2410"/>
    <w:rsid w:val="002D2819"/>
    <w:rsid w:val="002D2EC0"/>
    <w:rsid w:val="002D3EC7"/>
    <w:rsid w:val="002D40BF"/>
    <w:rsid w:val="002D5096"/>
    <w:rsid w:val="002D528D"/>
    <w:rsid w:val="002D765C"/>
    <w:rsid w:val="002E0063"/>
    <w:rsid w:val="002E153C"/>
    <w:rsid w:val="002E1F85"/>
    <w:rsid w:val="002E27F9"/>
    <w:rsid w:val="002E4A5D"/>
    <w:rsid w:val="002E4D17"/>
    <w:rsid w:val="002E54C0"/>
    <w:rsid w:val="002E6EFF"/>
    <w:rsid w:val="002E741C"/>
    <w:rsid w:val="002E7E2A"/>
    <w:rsid w:val="002F0F95"/>
    <w:rsid w:val="002F1A15"/>
    <w:rsid w:val="002F1D82"/>
    <w:rsid w:val="002F5CBB"/>
    <w:rsid w:val="002F72CA"/>
    <w:rsid w:val="002F7C0D"/>
    <w:rsid w:val="003002DA"/>
    <w:rsid w:val="00301853"/>
    <w:rsid w:val="00302652"/>
    <w:rsid w:val="00305751"/>
    <w:rsid w:val="003062FB"/>
    <w:rsid w:val="003073DC"/>
    <w:rsid w:val="00307C73"/>
    <w:rsid w:val="00310620"/>
    <w:rsid w:val="00314346"/>
    <w:rsid w:val="003167CA"/>
    <w:rsid w:val="00316AE3"/>
    <w:rsid w:val="00316D5B"/>
    <w:rsid w:val="0032077C"/>
    <w:rsid w:val="00320B3D"/>
    <w:rsid w:val="00320E25"/>
    <w:rsid w:val="00321552"/>
    <w:rsid w:val="003223B6"/>
    <w:rsid w:val="0032285D"/>
    <w:rsid w:val="00323591"/>
    <w:rsid w:val="00323D1C"/>
    <w:rsid w:val="0032418E"/>
    <w:rsid w:val="00324F9C"/>
    <w:rsid w:val="00325607"/>
    <w:rsid w:val="0032628A"/>
    <w:rsid w:val="00326C0B"/>
    <w:rsid w:val="00326C17"/>
    <w:rsid w:val="00326EDB"/>
    <w:rsid w:val="0032745D"/>
    <w:rsid w:val="00327878"/>
    <w:rsid w:val="003308FC"/>
    <w:rsid w:val="00332C88"/>
    <w:rsid w:val="003334CA"/>
    <w:rsid w:val="0033487B"/>
    <w:rsid w:val="003352DF"/>
    <w:rsid w:val="00335E17"/>
    <w:rsid w:val="00335E1A"/>
    <w:rsid w:val="003365DD"/>
    <w:rsid w:val="00340F4C"/>
    <w:rsid w:val="003411F7"/>
    <w:rsid w:val="003413EC"/>
    <w:rsid w:val="00342500"/>
    <w:rsid w:val="00342CAE"/>
    <w:rsid w:val="00343E2A"/>
    <w:rsid w:val="003446AB"/>
    <w:rsid w:val="00344F49"/>
    <w:rsid w:val="0035043D"/>
    <w:rsid w:val="00354DF6"/>
    <w:rsid w:val="00354F37"/>
    <w:rsid w:val="0035563A"/>
    <w:rsid w:val="003565D8"/>
    <w:rsid w:val="00360CEA"/>
    <w:rsid w:val="00360DC4"/>
    <w:rsid w:val="00361212"/>
    <w:rsid w:val="00364E04"/>
    <w:rsid w:val="00365079"/>
    <w:rsid w:val="00370EDE"/>
    <w:rsid w:val="00376365"/>
    <w:rsid w:val="0037668C"/>
    <w:rsid w:val="003773F6"/>
    <w:rsid w:val="00381C77"/>
    <w:rsid w:val="00382303"/>
    <w:rsid w:val="0038230B"/>
    <w:rsid w:val="003860FB"/>
    <w:rsid w:val="00386F79"/>
    <w:rsid w:val="00387078"/>
    <w:rsid w:val="003876D5"/>
    <w:rsid w:val="0039031E"/>
    <w:rsid w:val="0039136E"/>
    <w:rsid w:val="00392E97"/>
    <w:rsid w:val="003933B2"/>
    <w:rsid w:val="00393A18"/>
    <w:rsid w:val="00394545"/>
    <w:rsid w:val="00394E1F"/>
    <w:rsid w:val="00395D32"/>
    <w:rsid w:val="00396037"/>
    <w:rsid w:val="0039636B"/>
    <w:rsid w:val="00396A0D"/>
    <w:rsid w:val="00397DB2"/>
    <w:rsid w:val="003A209C"/>
    <w:rsid w:val="003A2765"/>
    <w:rsid w:val="003A3D68"/>
    <w:rsid w:val="003A4177"/>
    <w:rsid w:val="003A6358"/>
    <w:rsid w:val="003A69D1"/>
    <w:rsid w:val="003A7989"/>
    <w:rsid w:val="003A7A44"/>
    <w:rsid w:val="003B2134"/>
    <w:rsid w:val="003B4D36"/>
    <w:rsid w:val="003B5662"/>
    <w:rsid w:val="003B589C"/>
    <w:rsid w:val="003B647A"/>
    <w:rsid w:val="003C0C80"/>
    <w:rsid w:val="003C21E1"/>
    <w:rsid w:val="003C22F5"/>
    <w:rsid w:val="003C4B74"/>
    <w:rsid w:val="003C7864"/>
    <w:rsid w:val="003D25B6"/>
    <w:rsid w:val="003D2AFA"/>
    <w:rsid w:val="003D75A4"/>
    <w:rsid w:val="003D7C52"/>
    <w:rsid w:val="003D7ECC"/>
    <w:rsid w:val="003E30FB"/>
    <w:rsid w:val="003E3EBF"/>
    <w:rsid w:val="003E4EA1"/>
    <w:rsid w:val="003E50D0"/>
    <w:rsid w:val="003E5162"/>
    <w:rsid w:val="003E5B8C"/>
    <w:rsid w:val="003E6ABE"/>
    <w:rsid w:val="003E7666"/>
    <w:rsid w:val="003F007B"/>
    <w:rsid w:val="003F1641"/>
    <w:rsid w:val="003F2416"/>
    <w:rsid w:val="003F359E"/>
    <w:rsid w:val="003F3E9C"/>
    <w:rsid w:val="003F44CC"/>
    <w:rsid w:val="003F6B8F"/>
    <w:rsid w:val="003F7592"/>
    <w:rsid w:val="00402707"/>
    <w:rsid w:val="0040430D"/>
    <w:rsid w:val="004078B0"/>
    <w:rsid w:val="0041018D"/>
    <w:rsid w:val="00410397"/>
    <w:rsid w:val="004105E7"/>
    <w:rsid w:val="00410AB7"/>
    <w:rsid w:val="004125CF"/>
    <w:rsid w:val="004139C2"/>
    <w:rsid w:val="00413C79"/>
    <w:rsid w:val="0041560D"/>
    <w:rsid w:val="004163A7"/>
    <w:rsid w:val="0041738C"/>
    <w:rsid w:val="00421C3F"/>
    <w:rsid w:val="00423A4D"/>
    <w:rsid w:val="00425228"/>
    <w:rsid w:val="00431389"/>
    <w:rsid w:val="00431CD0"/>
    <w:rsid w:val="00432757"/>
    <w:rsid w:val="004329B3"/>
    <w:rsid w:val="00432C3D"/>
    <w:rsid w:val="00433C4E"/>
    <w:rsid w:val="00433F06"/>
    <w:rsid w:val="00440171"/>
    <w:rsid w:val="004410C6"/>
    <w:rsid w:val="004446C7"/>
    <w:rsid w:val="00444AF8"/>
    <w:rsid w:val="00445227"/>
    <w:rsid w:val="00447815"/>
    <w:rsid w:val="00451123"/>
    <w:rsid w:val="004563E3"/>
    <w:rsid w:val="00456E61"/>
    <w:rsid w:val="004578E2"/>
    <w:rsid w:val="00457E2B"/>
    <w:rsid w:val="00460E1E"/>
    <w:rsid w:val="00462337"/>
    <w:rsid w:val="004627D8"/>
    <w:rsid w:val="00462A32"/>
    <w:rsid w:val="00462F96"/>
    <w:rsid w:val="0046412A"/>
    <w:rsid w:val="00466CDC"/>
    <w:rsid w:val="00470879"/>
    <w:rsid w:val="00476F30"/>
    <w:rsid w:val="00477117"/>
    <w:rsid w:val="00480105"/>
    <w:rsid w:val="0048055F"/>
    <w:rsid w:val="00480848"/>
    <w:rsid w:val="0048089E"/>
    <w:rsid w:val="004809D9"/>
    <w:rsid w:val="004816C1"/>
    <w:rsid w:val="00483172"/>
    <w:rsid w:val="00483E32"/>
    <w:rsid w:val="00483FED"/>
    <w:rsid w:val="00491B44"/>
    <w:rsid w:val="004939DF"/>
    <w:rsid w:val="00496E33"/>
    <w:rsid w:val="00497109"/>
    <w:rsid w:val="004A0950"/>
    <w:rsid w:val="004A2133"/>
    <w:rsid w:val="004A2BA3"/>
    <w:rsid w:val="004A3A38"/>
    <w:rsid w:val="004A479A"/>
    <w:rsid w:val="004A5184"/>
    <w:rsid w:val="004A6321"/>
    <w:rsid w:val="004B05EB"/>
    <w:rsid w:val="004B5136"/>
    <w:rsid w:val="004B56B4"/>
    <w:rsid w:val="004B64FF"/>
    <w:rsid w:val="004B6937"/>
    <w:rsid w:val="004C0BEE"/>
    <w:rsid w:val="004C0EBC"/>
    <w:rsid w:val="004C2793"/>
    <w:rsid w:val="004C2920"/>
    <w:rsid w:val="004C2EF7"/>
    <w:rsid w:val="004C35FE"/>
    <w:rsid w:val="004C3FCB"/>
    <w:rsid w:val="004C478D"/>
    <w:rsid w:val="004C4A7F"/>
    <w:rsid w:val="004C5CD9"/>
    <w:rsid w:val="004C6AA5"/>
    <w:rsid w:val="004D0114"/>
    <w:rsid w:val="004D1658"/>
    <w:rsid w:val="004D167A"/>
    <w:rsid w:val="004D3096"/>
    <w:rsid w:val="004D3E29"/>
    <w:rsid w:val="004D4C90"/>
    <w:rsid w:val="004D4CB5"/>
    <w:rsid w:val="004D6C25"/>
    <w:rsid w:val="004D6F08"/>
    <w:rsid w:val="004D78DE"/>
    <w:rsid w:val="004E1938"/>
    <w:rsid w:val="004E313D"/>
    <w:rsid w:val="004E5058"/>
    <w:rsid w:val="004E5A2A"/>
    <w:rsid w:val="004E6177"/>
    <w:rsid w:val="004F0CEF"/>
    <w:rsid w:val="004F2247"/>
    <w:rsid w:val="004F353E"/>
    <w:rsid w:val="004F363A"/>
    <w:rsid w:val="004F4D88"/>
    <w:rsid w:val="004F5D6F"/>
    <w:rsid w:val="0050254C"/>
    <w:rsid w:val="00505C5E"/>
    <w:rsid w:val="00507F33"/>
    <w:rsid w:val="0051014B"/>
    <w:rsid w:val="00510765"/>
    <w:rsid w:val="0051173F"/>
    <w:rsid w:val="005118DD"/>
    <w:rsid w:val="0051444D"/>
    <w:rsid w:val="00514A5D"/>
    <w:rsid w:val="005171CC"/>
    <w:rsid w:val="005175F2"/>
    <w:rsid w:val="00520DB5"/>
    <w:rsid w:val="00521F39"/>
    <w:rsid w:val="005241CB"/>
    <w:rsid w:val="00524616"/>
    <w:rsid w:val="00524F9E"/>
    <w:rsid w:val="00525975"/>
    <w:rsid w:val="00526D5D"/>
    <w:rsid w:val="0053090C"/>
    <w:rsid w:val="00530996"/>
    <w:rsid w:val="00530AF8"/>
    <w:rsid w:val="00530E9A"/>
    <w:rsid w:val="00531BC7"/>
    <w:rsid w:val="0053347D"/>
    <w:rsid w:val="005339E1"/>
    <w:rsid w:val="005366F5"/>
    <w:rsid w:val="00541146"/>
    <w:rsid w:val="0054203B"/>
    <w:rsid w:val="00542714"/>
    <w:rsid w:val="00542FDE"/>
    <w:rsid w:val="00544D2E"/>
    <w:rsid w:val="0054596C"/>
    <w:rsid w:val="00547478"/>
    <w:rsid w:val="00550EFA"/>
    <w:rsid w:val="00552D1A"/>
    <w:rsid w:val="0055350C"/>
    <w:rsid w:val="0055454B"/>
    <w:rsid w:val="005565D5"/>
    <w:rsid w:val="00557311"/>
    <w:rsid w:val="0055731A"/>
    <w:rsid w:val="00557C43"/>
    <w:rsid w:val="005613BF"/>
    <w:rsid w:val="00566BE4"/>
    <w:rsid w:val="00567D90"/>
    <w:rsid w:val="00570281"/>
    <w:rsid w:val="00574380"/>
    <w:rsid w:val="0057482D"/>
    <w:rsid w:val="00574AB8"/>
    <w:rsid w:val="00581927"/>
    <w:rsid w:val="00581CB6"/>
    <w:rsid w:val="00583ECA"/>
    <w:rsid w:val="00584959"/>
    <w:rsid w:val="00585824"/>
    <w:rsid w:val="00590F3A"/>
    <w:rsid w:val="00592C87"/>
    <w:rsid w:val="00595528"/>
    <w:rsid w:val="00596510"/>
    <w:rsid w:val="005974F1"/>
    <w:rsid w:val="005A00CE"/>
    <w:rsid w:val="005A00F2"/>
    <w:rsid w:val="005A02CF"/>
    <w:rsid w:val="005A1057"/>
    <w:rsid w:val="005A18A1"/>
    <w:rsid w:val="005A229A"/>
    <w:rsid w:val="005A329C"/>
    <w:rsid w:val="005A34CE"/>
    <w:rsid w:val="005A441D"/>
    <w:rsid w:val="005A46C8"/>
    <w:rsid w:val="005A5702"/>
    <w:rsid w:val="005B0664"/>
    <w:rsid w:val="005B10E2"/>
    <w:rsid w:val="005B40AC"/>
    <w:rsid w:val="005B45F0"/>
    <w:rsid w:val="005B727F"/>
    <w:rsid w:val="005B78FB"/>
    <w:rsid w:val="005C0190"/>
    <w:rsid w:val="005C0454"/>
    <w:rsid w:val="005C1EB8"/>
    <w:rsid w:val="005C217B"/>
    <w:rsid w:val="005C32A4"/>
    <w:rsid w:val="005C4C6B"/>
    <w:rsid w:val="005C6078"/>
    <w:rsid w:val="005D020C"/>
    <w:rsid w:val="005D3CD3"/>
    <w:rsid w:val="005D46D8"/>
    <w:rsid w:val="005D5336"/>
    <w:rsid w:val="005D742B"/>
    <w:rsid w:val="005D7BCA"/>
    <w:rsid w:val="005D7C4F"/>
    <w:rsid w:val="005E12B4"/>
    <w:rsid w:val="005E43A0"/>
    <w:rsid w:val="005E4EA4"/>
    <w:rsid w:val="005E6884"/>
    <w:rsid w:val="005E69AD"/>
    <w:rsid w:val="005E6E05"/>
    <w:rsid w:val="005E7634"/>
    <w:rsid w:val="005F19BF"/>
    <w:rsid w:val="005F1B6A"/>
    <w:rsid w:val="005F4388"/>
    <w:rsid w:val="005F460F"/>
    <w:rsid w:val="005F5430"/>
    <w:rsid w:val="00600071"/>
    <w:rsid w:val="00601AB9"/>
    <w:rsid w:val="006025B3"/>
    <w:rsid w:val="0060382E"/>
    <w:rsid w:val="006038E0"/>
    <w:rsid w:val="00603F21"/>
    <w:rsid w:val="00604734"/>
    <w:rsid w:val="00604B43"/>
    <w:rsid w:val="00606E53"/>
    <w:rsid w:val="00610186"/>
    <w:rsid w:val="00610341"/>
    <w:rsid w:val="00610ECA"/>
    <w:rsid w:val="00612901"/>
    <w:rsid w:val="00612C76"/>
    <w:rsid w:val="00613A21"/>
    <w:rsid w:val="00614378"/>
    <w:rsid w:val="00615911"/>
    <w:rsid w:val="00615ABC"/>
    <w:rsid w:val="00615B3B"/>
    <w:rsid w:val="00615D35"/>
    <w:rsid w:val="00616FE1"/>
    <w:rsid w:val="006202D1"/>
    <w:rsid w:val="006214C7"/>
    <w:rsid w:val="006223F0"/>
    <w:rsid w:val="00623C9C"/>
    <w:rsid w:val="006246BF"/>
    <w:rsid w:val="00624CFE"/>
    <w:rsid w:val="00625769"/>
    <w:rsid w:val="0062740E"/>
    <w:rsid w:val="0063123B"/>
    <w:rsid w:val="00631D71"/>
    <w:rsid w:val="00631DB6"/>
    <w:rsid w:val="00632F43"/>
    <w:rsid w:val="00632F80"/>
    <w:rsid w:val="00633AC1"/>
    <w:rsid w:val="00633F83"/>
    <w:rsid w:val="0063436F"/>
    <w:rsid w:val="006358CF"/>
    <w:rsid w:val="00637A83"/>
    <w:rsid w:val="006408F2"/>
    <w:rsid w:val="0065425B"/>
    <w:rsid w:val="00654D9C"/>
    <w:rsid w:val="00656B72"/>
    <w:rsid w:val="0066035C"/>
    <w:rsid w:val="006638F3"/>
    <w:rsid w:val="006639A6"/>
    <w:rsid w:val="00663A0C"/>
    <w:rsid w:val="0066404E"/>
    <w:rsid w:val="006645A1"/>
    <w:rsid w:val="00665833"/>
    <w:rsid w:val="00665D70"/>
    <w:rsid w:val="0066755F"/>
    <w:rsid w:val="00667799"/>
    <w:rsid w:val="00667D0B"/>
    <w:rsid w:val="00670492"/>
    <w:rsid w:val="00675094"/>
    <w:rsid w:val="00676B5A"/>
    <w:rsid w:val="00677D8E"/>
    <w:rsid w:val="00680A93"/>
    <w:rsid w:val="00682C5B"/>
    <w:rsid w:val="00682D11"/>
    <w:rsid w:val="00683D9A"/>
    <w:rsid w:val="00683EA2"/>
    <w:rsid w:val="006861FB"/>
    <w:rsid w:val="00686D83"/>
    <w:rsid w:val="00687F0B"/>
    <w:rsid w:val="00690737"/>
    <w:rsid w:val="00690A49"/>
    <w:rsid w:val="00690B11"/>
    <w:rsid w:val="00690E4E"/>
    <w:rsid w:val="00692F24"/>
    <w:rsid w:val="0069416C"/>
    <w:rsid w:val="00694ED3"/>
    <w:rsid w:val="006952D7"/>
    <w:rsid w:val="006968CB"/>
    <w:rsid w:val="00697CC6"/>
    <w:rsid w:val="006A1E9F"/>
    <w:rsid w:val="006A30D7"/>
    <w:rsid w:val="006A3DA4"/>
    <w:rsid w:val="006A6378"/>
    <w:rsid w:val="006A77CE"/>
    <w:rsid w:val="006B02E8"/>
    <w:rsid w:val="006B0F03"/>
    <w:rsid w:val="006B2F07"/>
    <w:rsid w:val="006B33C3"/>
    <w:rsid w:val="006B33D2"/>
    <w:rsid w:val="006B4124"/>
    <w:rsid w:val="006B4842"/>
    <w:rsid w:val="006B49D7"/>
    <w:rsid w:val="006B5762"/>
    <w:rsid w:val="006B58FF"/>
    <w:rsid w:val="006C1117"/>
    <w:rsid w:val="006C194C"/>
    <w:rsid w:val="006C1E97"/>
    <w:rsid w:val="006C21F5"/>
    <w:rsid w:val="006C2DD9"/>
    <w:rsid w:val="006C5A32"/>
    <w:rsid w:val="006C635B"/>
    <w:rsid w:val="006D024E"/>
    <w:rsid w:val="006D4DF4"/>
    <w:rsid w:val="006D5699"/>
    <w:rsid w:val="006D58FE"/>
    <w:rsid w:val="006D5B0D"/>
    <w:rsid w:val="006D73A6"/>
    <w:rsid w:val="006E141E"/>
    <w:rsid w:val="006E1BAA"/>
    <w:rsid w:val="006E20AB"/>
    <w:rsid w:val="006E25FE"/>
    <w:rsid w:val="006E32A0"/>
    <w:rsid w:val="006E58E7"/>
    <w:rsid w:val="006E5BC5"/>
    <w:rsid w:val="006E657D"/>
    <w:rsid w:val="006E6CE3"/>
    <w:rsid w:val="006E708A"/>
    <w:rsid w:val="006F0490"/>
    <w:rsid w:val="006F0613"/>
    <w:rsid w:val="006F2130"/>
    <w:rsid w:val="006F2560"/>
    <w:rsid w:val="006F4707"/>
    <w:rsid w:val="006F5FBA"/>
    <w:rsid w:val="006F69DE"/>
    <w:rsid w:val="006F6C0A"/>
    <w:rsid w:val="006F715C"/>
    <w:rsid w:val="00700CBC"/>
    <w:rsid w:val="007010C7"/>
    <w:rsid w:val="00705B41"/>
    <w:rsid w:val="007069BD"/>
    <w:rsid w:val="00706B41"/>
    <w:rsid w:val="00710773"/>
    <w:rsid w:val="00712F2E"/>
    <w:rsid w:val="00713124"/>
    <w:rsid w:val="00715556"/>
    <w:rsid w:val="00715F0E"/>
    <w:rsid w:val="007165BA"/>
    <w:rsid w:val="007178B4"/>
    <w:rsid w:val="00720010"/>
    <w:rsid w:val="0072045B"/>
    <w:rsid w:val="00721452"/>
    <w:rsid w:val="00724157"/>
    <w:rsid w:val="00725123"/>
    <w:rsid w:val="00725F18"/>
    <w:rsid w:val="00725F4E"/>
    <w:rsid w:val="0072614F"/>
    <w:rsid w:val="0072617C"/>
    <w:rsid w:val="00727F65"/>
    <w:rsid w:val="00727F8B"/>
    <w:rsid w:val="00727F8D"/>
    <w:rsid w:val="00740500"/>
    <w:rsid w:val="00740677"/>
    <w:rsid w:val="00740A89"/>
    <w:rsid w:val="007438F6"/>
    <w:rsid w:val="00744361"/>
    <w:rsid w:val="007444BF"/>
    <w:rsid w:val="0075011D"/>
    <w:rsid w:val="0075547A"/>
    <w:rsid w:val="007554A8"/>
    <w:rsid w:val="00755A65"/>
    <w:rsid w:val="00762733"/>
    <w:rsid w:val="00762937"/>
    <w:rsid w:val="007640A0"/>
    <w:rsid w:val="007648F1"/>
    <w:rsid w:val="007656F7"/>
    <w:rsid w:val="0076579F"/>
    <w:rsid w:val="007708FD"/>
    <w:rsid w:val="007713F1"/>
    <w:rsid w:val="007719CE"/>
    <w:rsid w:val="007754D9"/>
    <w:rsid w:val="00775A38"/>
    <w:rsid w:val="00775E67"/>
    <w:rsid w:val="00780473"/>
    <w:rsid w:val="0078079F"/>
    <w:rsid w:val="007827A2"/>
    <w:rsid w:val="007837DC"/>
    <w:rsid w:val="00784CC9"/>
    <w:rsid w:val="007878BB"/>
    <w:rsid w:val="0079118C"/>
    <w:rsid w:val="007918CA"/>
    <w:rsid w:val="0079241B"/>
    <w:rsid w:val="00792F30"/>
    <w:rsid w:val="00796474"/>
    <w:rsid w:val="007A0047"/>
    <w:rsid w:val="007A013F"/>
    <w:rsid w:val="007A027E"/>
    <w:rsid w:val="007A1368"/>
    <w:rsid w:val="007A1D08"/>
    <w:rsid w:val="007A2028"/>
    <w:rsid w:val="007A4DD7"/>
    <w:rsid w:val="007B1414"/>
    <w:rsid w:val="007B2FA3"/>
    <w:rsid w:val="007B5B6B"/>
    <w:rsid w:val="007B62DE"/>
    <w:rsid w:val="007B64BE"/>
    <w:rsid w:val="007B655D"/>
    <w:rsid w:val="007B75ED"/>
    <w:rsid w:val="007B7DCE"/>
    <w:rsid w:val="007C0E24"/>
    <w:rsid w:val="007C1162"/>
    <w:rsid w:val="007C2491"/>
    <w:rsid w:val="007C3E07"/>
    <w:rsid w:val="007C53DF"/>
    <w:rsid w:val="007C7323"/>
    <w:rsid w:val="007C7416"/>
    <w:rsid w:val="007C7483"/>
    <w:rsid w:val="007D3AA6"/>
    <w:rsid w:val="007D4BD3"/>
    <w:rsid w:val="007D6E40"/>
    <w:rsid w:val="007E19F5"/>
    <w:rsid w:val="007E2D60"/>
    <w:rsid w:val="007E3A39"/>
    <w:rsid w:val="007E4F52"/>
    <w:rsid w:val="007E5C81"/>
    <w:rsid w:val="007E60C4"/>
    <w:rsid w:val="007E6B31"/>
    <w:rsid w:val="007E7E15"/>
    <w:rsid w:val="007F1719"/>
    <w:rsid w:val="007F32BD"/>
    <w:rsid w:val="007F3F19"/>
    <w:rsid w:val="007F7ECC"/>
    <w:rsid w:val="00800C55"/>
    <w:rsid w:val="00802321"/>
    <w:rsid w:val="00803196"/>
    <w:rsid w:val="00803921"/>
    <w:rsid w:val="008063CC"/>
    <w:rsid w:val="00806BD8"/>
    <w:rsid w:val="00811F73"/>
    <w:rsid w:val="00812100"/>
    <w:rsid w:val="00814F45"/>
    <w:rsid w:val="008156B1"/>
    <w:rsid w:val="00817CFF"/>
    <w:rsid w:val="008210F2"/>
    <w:rsid w:val="00821970"/>
    <w:rsid w:val="00821C40"/>
    <w:rsid w:val="00824241"/>
    <w:rsid w:val="008243BC"/>
    <w:rsid w:val="00826796"/>
    <w:rsid w:val="008274F7"/>
    <w:rsid w:val="00827785"/>
    <w:rsid w:val="00827F59"/>
    <w:rsid w:val="00830FA3"/>
    <w:rsid w:val="00831315"/>
    <w:rsid w:val="00832338"/>
    <w:rsid w:val="00833062"/>
    <w:rsid w:val="0083310E"/>
    <w:rsid w:val="00833240"/>
    <w:rsid w:val="008359FC"/>
    <w:rsid w:val="0083634F"/>
    <w:rsid w:val="008365A9"/>
    <w:rsid w:val="00836D9B"/>
    <w:rsid w:val="0083775E"/>
    <w:rsid w:val="00840242"/>
    <w:rsid w:val="008406BF"/>
    <w:rsid w:val="008409FC"/>
    <w:rsid w:val="008424E4"/>
    <w:rsid w:val="00842848"/>
    <w:rsid w:val="00844902"/>
    <w:rsid w:val="00845D63"/>
    <w:rsid w:val="0084632A"/>
    <w:rsid w:val="0084752E"/>
    <w:rsid w:val="00850E74"/>
    <w:rsid w:val="008522DF"/>
    <w:rsid w:val="00854C38"/>
    <w:rsid w:val="00855B9D"/>
    <w:rsid w:val="00856E21"/>
    <w:rsid w:val="00856FC6"/>
    <w:rsid w:val="00857249"/>
    <w:rsid w:val="0085778D"/>
    <w:rsid w:val="0086008E"/>
    <w:rsid w:val="00862D8F"/>
    <w:rsid w:val="0086329C"/>
    <w:rsid w:val="00863AEE"/>
    <w:rsid w:val="00864487"/>
    <w:rsid w:val="00865A3C"/>
    <w:rsid w:val="00866FE2"/>
    <w:rsid w:val="00872F79"/>
    <w:rsid w:val="00873264"/>
    <w:rsid w:val="00873784"/>
    <w:rsid w:val="00874E19"/>
    <w:rsid w:val="00875E3B"/>
    <w:rsid w:val="00877FED"/>
    <w:rsid w:val="00880C05"/>
    <w:rsid w:val="0088106C"/>
    <w:rsid w:val="00881B48"/>
    <w:rsid w:val="00881CE5"/>
    <w:rsid w:val="0088218C"/>
    <w:rsid w:val="00884013"/>
    <w:rsid w:val="0088495D"/>
    <w:rsid w:val="00884A07"/>
    <w:rsid w:val="00886989"/>
    <w:rsid w:val="008874F6"/>
    <w:rsid w:val="008879B9"/>
    <w:rsid w:val="00890E7C"/>
    <w:rsid w:val="00894E77"/>
    <w:rsid w:val="00897470"/>
    <w:rsid w:val="008A1883"/>
    <w:rsid w:val="008A1AA7"/>
    <w:rsid w:val="008A43A9"/>
    <w:rsid w:val="008A48B2"/>
    <w:rsid w:val="008A5C7B"/>
    <w:rsid w:val="008A5E7C"/>
    <w:rsid w:val="008A63D7"/>
    <w:rsid w:val="008A7220"/>
    <w:rsid w:val="008A7B08"/>
    <w:rsid w:val="008B1401"/>
    <w:rsid w:val="008B2476"/>
    <w:rsid w:val="008B3344"/>
    <w:rsid w:val="008B3F39"/>
    <w:rsid w:val="008B43F3"/>
    <w:rsid w:val="008B7679"/>
    <w:rsid w:val="008C0525"/>
    <w:rsid w:val="008C0D15"/>
    <w:rsid w:val="008C136B"/>
    <w:rsid w:val="008C142A"/>
    <w:rsid w:val="008C16B1"/>
    <w:rsid w:val="008C28A2"/>
    <w:rsid w:val="008C28AE"/>
    <w:rsid w:val="008C54A5"/>
    <w:rsid w:val="008C618A"/>
    <w:rsid w:val="008C692C"/>
    <w:rsid w:val="008D00A6"/>
    <w:rsid w:val="008D0488"/>
    <w:rsid w:val="008D20A5"/>
    <w:rsid w:val="008D3AA6"/>
    <w:rsid w:val="008D6167"/>
    <w:rsid w:val="008E04C5"/>
    <w:rsid w:val="008E0E0F"/>
    <w:rsid w:val="008E40DE"/>
    <w:rsid w:val="008E49BE"/>
    <w:rsid w:val="008E4C12"/>
    <w:rsid w:val="008E5686"/>
    <w:rsid w:val="008E751A"/>
    <w:rsid w:val="008F0D11"/>
    <w:rsid w:val="008F2757"/>
    <w:rsid w:val="008F3B14"/>
    <w:rsid w:val="008F4530"/>
    <w:rsid w:val="008F5113"/>
    <w:rsid w:val="008F6332"/>
    <w:rsid w:val="008F6B80"/>
    <w:rsid w:val="00900B1D"/>
    <w:rsid w:val="00901C93"/>
    <w:rsid w:val="009025DD"/>
    <w:rsid w:val="009027AD"/>
    <w:rsid w:val="00903019"/>
    <w:rsid w:val="009035C8"/>
    <w:rsid w:val="00905913"/>
    <w:rsid w:val="0090676E"/>
    <w:rsid w:val="0091090C"/>
    <w:rsid w:val="00911DBC"/>
    <w:rsid w:val="00917B19"/>
    <w:rsid w:val="00921B8F"/>
    <w:rsid w:val="00922644"/>
    <w:rsid w:val="0092290C"/>
    <w:rsid w:val="00925FDE"/>
    <w:rsid w:val="00926506"/>
    <w:rsid w:val="00927496"/>
    <w:rsid w:val="009276C0"/>
    <w:rsid w:val="0093064A"/>
    <w:rsid w:val="0093098D"/>
    <w:rsid w:val="00930C3F"/>
    <w:rsid w:val="009318C9"/>
    <w:rsid w:val="0093363E"/>
    <w:rsid w:val="00934BF5"/>
    <w:rsid w:val="0093548D"/>
    <w:rsid w:val="00937CD9"/>
    <w:rsid w:val="00942AE8"/>
    <w:rsid w:val="00945FBA"/>
    <w:rsid w:val="009467BD"/>
    <w:rsid w:val="0095009B"/>
    <w:rsid w:val="009504F3"/>
    <w:rsid w:val="00950B59"/>
    <w:rsid w:val="00951B79"/>
    <w:rsid w:val="00953E18"/>
    <w:rsid w:val="009573CB"/>
    <w:rsid w:val="009600D3"/>
    <w:rsid w:val="009618CD"/>
    <w:rsid w:val="00961C1A"/>
    <w:rsid w:val="00962BB4"/>
    <w:rsid w:val="00965778"/>
    <w:rsid w:val="00965CD1"/>
    <w:rsid w:val="00966314"/>
    <w:rsid w:val="00967DED"/>
    <w:rsid w:val="0097020A"/>
    <w:rsid w:val="009717B0"/>
    <w:rsid w:val="00972D6E"/>
    <w:rsid w:val="00973167"/>
    <w:rsid w:val="00974D0A"/>
    <w:rsid w:val="00975E17"/>
    <w:rsid w:val="00976941"/>
    <w:rsid w:val="00976C9E"/>
    <w:rsid w:val="00976CE6"/>
    <w:rsid w:val="009772C5"/>
    <w:rsid w:val="00977AD9"/>
    <w:rsid w:val="00977DAD"/>
    <w:rsid w:val="00980923"/>
    <w:rsid w:val="00980CDB"/>
    <w:rsid w:val="00981F99"/>
    <w:rsid w:val="00985730"/>
    <w:rsid w:val="00985A22"/>
    <w:rsid w:val="00987479"/>
    <w:rsid w:val="0098754C"/>
    <w:rsid w:val="00987F15"/>
    <w:rsid w:val="00990136"/>
    <w:rsid w:val="00990739"/>
    <w:rsid w:val="00990B91"/>
    <w:rsid w:val="00991836"/>
    <w:rsid w:val="009943B1"/>
    <w:rsid w:val="009952A6"/>
    <w:rsid w:val="009A7B09"/>
    <w:rsid w:val="009A7E3D"/>
    <w:rsid w:val="009B03A3"/>
    <w:rsid w:val="009B1CE5"/>
    <w:rsid w:val="009B4C10"/>
    <w:rsid w:val="009B6490"/>
    <w:rsid w:val="009B7258"/>
    <w:rsid w:val="009B7383"/>
    <w:rsid w:val="009C065B"/>
    <w:rsid w:val="009C16A5"/>
    <w:rsid w:val="009C2563"/>
    <w:rsid w:val="009C3A72"/>
    <w:rsid w:val="009C4B14"/>
    <w:rsid w:val="009C60A9"/>
    <w:rsid w:val="009C658E"/>
    <w:rsid w:val="009C7669"/>
    <w:rsid w:val="009D1DE8"/>
    <w:rsid w:val="009D2383"/>
    <w:rsid w:val="009D24CB"/>
    <w:rsid w:val="009D378C"/>
    <w:rsid w:val="009D54BD"/>
    <w:rsid w:val="009E369C"/>
    <w:rsid w:val="009E5856"/>
    <w:rsid w:val="009E69EB"/>
    <w:rsid w:val="009E6E29"/>
    <w:rsid w:val="009E6E9B"/>
    <w:rsid w:val="009F0726"/>
    <w:rsid w:val="009F2D72"/>
    <w:rsid w:val="009F3119"/>
    <w:rsid w:val="009F4675"/>
    <w:rsid w:val="009F49A4"/>
    <w:rsid w:val="009F7148"/>
    <w:rsid w:val="00A0087B"/>
    <w:rsid w:val="00A03FDD"/>
    <w:rsid w:val="00A10784"/>
    <w:rsid w:val="00A109C5"/>
    <w:rsid w:val="00A15646"/>
    <w:rsid w:val="00A20066"/>
    <w:rsid w:val="00A21125"/>
    <w:rsid w:val="00A217A1"/>
    <w:rsid w:val="00A24678"/>
    <w:rsid w:val="00A24E7F"/>
    <w:rsid w:val="00A25CB7"/>
    <w:rsid w:val="00A261F0"/>
    <w:rsid w:val="00A2627E"/>
    <w:rsid w:val="00A26FF5"/>
    <w:rsid w:val="00A32045"/>
    <w:rsid w:val="00A32655"/>
    <w:rsid w:val="00A33C01"/>
    <w:rsid w:val="00A33C82"/>
    <w:rsid w:val="00A34038"/>
    <w:rsid w:val="00A36881"/>
    <w:rsid w:val="00A37C81"/>
    <w:rsid w:val="00A37DA1"/>
    <w:rsid w:val="00A408A8"/>
    <w:rsid w:val="00A4353F"/>
    <w:rsid w:val="00A43A72"/>
    <w:rsid w:val="00A47CA1"/>
    <w:rsid w:val="00A47E77"/>
    <w:rsid w:val="00A50277"/>
    <w:rsid w:val="00A5043C"/>
    <w:rsid w:val="00A50F86"/>
    <w:rsid w:val="00A52153"/>
    <w:rsid w:val="00A53CED"/>
    <w:rsid w:val="00A559C0"/>
    <w:rsid w:val="00A561B0"/>
    <w:rsid w:val="00A56A75"/>
    <w:rsid w:val="00A571A8"/>
    <w:rsid w:val="00A6107E"/>
    <w:rsid w:val="00A61F3B"/>
    <w:rsid w:val="00A6329A"/>
    <w:rsid w:val="00A652B0"/>
    <w:rsid w:val="00A7125F"/>
    <w:rsid w:val="00A7194E"/>
    <w:rsid w:val="00A73C31"/>
    <w:rsid w:val="00A748A2"/>
    <w:rsid w:val="00A76115"/>
    <w:rsid w:val="00A7618F"/>
    <w:rsid w:val="00A76607"/>
    <w:rsid w:val="00A77DED"/>
    <w:rsid w:val="00A80549"/>
    <w:rsid w:val="00A811EC"/>
    <w:rsid w:val="00A81B9E"/>
    <w:rsid w:val="00A830D6"/>
    <w:rsid w:val="00A83114"/>
    <w:rsid w:val="00A85EC1"/>
    <w:rsid w:val="00A8684F"/>
    <w:rsid w:val="00A86B09"/>
    <w:rsid w:val="00A900A9"/>
    <w:rsid w:val="00A91434"/>
    <w:rsid w:val="00A918D3"/>
    <w:rsid w:val="00A94C0C"/>
    <w:rsid w:val="00A977C2"/>
    <w:rsid w:val="00AA0385"/>
    <w:rsid w:val="00AA0B78"/>
    <w:rsid w:val="00AA2D9D"/>
    <w:rsid w:val="00AB259B"/>
    <w:rsid w:val="00AB2A74"/>
    <w:rsid w:val="00AB3A10"/>
    <w:rsid w:val="00AB6661"/>
    <w:rsid w:val="00AB69D0"/>
    <w:rsid w:val="00AB6CCC"/>
    <w:rsid w:val="00AC07CB"/>
    <w:rsid w:val="00AC1C9E"/>
    <w:rsid w:val="00AC2AB8"/>
    <w:rsid w:val="00AC4424"/>
    <w:rsid w:val="00AC492D"/>
    <w:rsid w:val="00AC53D0"/>
    <w:rsid w:val="00AC6FCA"/>
    <w:rsid w:val="00AD05A5"/>
    <w:rsid w:val="00AD305A"/>
    <w:rsid w:val="00AE1F5E"/>
    <w:rsid w:val="00AE20B3"/>
    <w:rsid w:val="00AE3E61"/>
    <w:rsid w:val="00AE4368"/>
    <w:rsid w:val="00AE4F1C"/>
    <w:rsid w:val="00AE5678"/>
    <w:rsid w:val="00AF059A"/>
    <w:rsid w:val="00AF09A4"/>
    <w:rsid w:val="00AF15D3"/>
    <w:rsid w:val="00AF1EA0"/>
    <w:rsid w:val="00AF2C16"/>
    <w:rsid w:val="00AF30F3"/>
    <w:rsid w:val="00AF3BC1"/>
    <w:rsid w:val="00AF4391"/>
    <w:rsid w:val="00AF46F7"/>
    <w:rsid w:val="00AF613F"/>
    <w:rsid w:val="00AF6280"/>
    <w:rsid w:val="00B0008C"/>
    <w:rsid w:val="00B00127"/>
    <w:rsid w:val="00B003EA"/>
    <w:rsid w:val="00B0165E"/>
    <w:rsid w:val="00B016BD"/>
    <w:rsid w:val="00B06BA2"/>
    <w:rsid w:val="00B07C0F"/>
    <w:rsid w:val="00B1137B"/>
    <w:rsid w:val="00B125B0"/>
    <w:rsid w:val="00B14D6D"/>
    <w:rsid w:val="00B14E9E"/>
    <w:rsid w:val="00B15481"/>
    <w:rsid w:val="00B17644"/>
    <w:rsid w:val="00B17B27"/>
    <w:rsid w:val="00B17C86"/>
    <w:rsid w:val="00B221AE"/>
    <w:rsid w:val="00B24837"/>
    <w:rsid w:val="00B25769"/>
    <w:rsid w:val="00B2717D"/>
    <w:rsid w:val="00B278BB"/>
    <w:rsid w:val="00B27BD5"/>
    <w:rsid w:val="00B27FE3"/>
    <w:rsid w:val="00B304C4"/>
    <w:rsid w:val="00B30565"/>
    <w:rsid w:val="00B31CCE"/>
    <w:rsid w:val="00B35F4B"/>
    <w:rsid w:val="00B37339"/>
    <w:rsid w:val="00B375E5"/>
    <w:rsid w:val="00B40B42"/>
    <w:rsid w:val="00B448A3"/>
    <w:rsid w:val="00B457C2"/>
    <w:rsid w:val="00B505AE"/>
    <w:rsid w:val="00B51B67"/>
    <w:rsid w:val="00B523A3"/>
    <w:rsid w:val="00B53BB5"/>
    <w:rsid w:val="00B54563"/>
    <w:rsid w:val="00B548DD"/>
    <w:rsid w:val="00B54B20"/>
    <w:rsid w:val="00B5536A"/>
    <w:rsid w:val="00B55D3B"/>
    <w:rsid w:val="00B60FDC"/>
    <w:rsid w:val="00B62FCC"/>
    <w:rsid w:val="00B64021"/>
    <w:rsid w:val="00B64AAF"/>
    <w:rsid w:val="00B65D4F"/>
    <w:rsid w:val="00B65E8A"/>
    <w:rsid w:val="00B66A6F"/>
    <w:rsid w:val="00B70836"/>
    <w:rsid w:val="00B70986"/>
    <w:rsid w:val="00B74390"/>
    <w:rsid w:val="00B74ED9"/>
    <w:rsid w:val="00B77051"/>
    <w:rsid w:val="00B80EDD"/>
    <w:rsid w:val="00B810C2"/>
    <w:rsid w:val="00B81AE1"/>
    <w:rsid w:val="00B82948"/>
    <w:rsid w:val="00B83253"/>
    <w:rsid w:val="00B84699"/>
    <w:rsid w:val="00B85ADF"/>
    <w:rsid w:val="00B87B82"/>
    <w:rsid w:val="00B91F85"/>
    <w:rsid w:val="00B9251B"/>
    <w:rsid w:val="00B958D3"/>
    <w:rsid w:val="00B97512"/>
    <w:rsid w:val="00B976C4"/>
    <w:rsid w:val="00B976EB"/>
    <w:rsid w:val="00BA2596"/>
    <w:rsid w:val="00BA41B4"/>
    <w:rsid w:val="00BA49A4"/>
    <w:rsid w:val="00BA7927"/>
    <w:rsid w:val="00BA7F5D"/>
    <w:rsid w:val="00BB1372"/>
    <w:rsid w:val="00BB2342"/>
    <w:rsid w:val="00BB2BBE"/>
    <w:rsid w:val="00BB620B"/>
    <w:rsid w:val="00BB7B29"/>
    <w:rsid w:val="00BC0745"/>
    <w:rsid w:val="00BC1272"/>
    <w:rsid w:val="00BC14A6"/>
    <w:rsid w:val="00BC44DD"/>
    <w:rsid w:val="00BC5B99"/>
    <w:rsid w:val="00BC5C32"/>
    <w:rsid w:val="00BC60B7"/>
    <w:rsid w:val="00BC61B3"/>
    <w:rsid w:val="00BC6259"/>
    <w:rsid w:val="00BC677A"/>
    <w:rsid w:val="00BC6B5C"/>
    <w:rsid w:val="00BD1D4D"/>
    <w:rsid w:val="00BD3CDE"/>
    <w:rsid w:val="00BD400D"/>
    <w:rsid w:val="00BD5566"/>
    <w:rsid w:val="00BD58B2"/>
    <w:rsid w:val="00BD7B95"/>
    <w:rsid w:val="00BE29E3"/>
    <w:rsid w:val="00BE449D"/>
    <w:rsid w:val="00BE470E"/>
    <w:rsid w:val="00BE5257"/>
    <w:rsid w:val="00BE559A"/>
    <w:rsid w:val="00BE70FF"/>
    <w:rsid w:val="00BE7755"/>
    <w:rsid w:val="00BF0157"/>
    <w:rsid w:val="00BF143D"/>
    <w:rsid w:val="00BF4692"/>
    <w:rsid w:val="00BF529D"/>
    <w:rsid w:val="00BF5E51"/>
    <w:rsid w:val="00BF6990"/>
    <w:rsid w:val="00C04FC3"/>
    <w:rsid w:val="00C06B19"/>
    <w:rsid w:val="00C1022B"/>
    <w:rsid w:val="00C10C04"/>
    <w:rsid w:val="00C11137"/>
    <w:rsid w:val="00C11871"/>
    <w:rsid w:val="00C126A2"/>
    <w:rsid w:val="00C16E32"/>
    <w:rsid w:val="00C1799B"/>
    <w:rsid w:val="00C201DF"/>
    <w:rsid w:val="00C21F2B"/>
    <w:rsid w:val="00C25657"/>
    <w:rsid w:val="00C25C07"/>
    <w:rsid w:val="00C26149"/>
    <w:rsid w:val="00C273B5"/>
    <w:rsid w:val="00C2794F"/>
    <w:rsid w:val="00C279D1"/>
    <w:rsid w:val="00C30D69"/>
    <w:rsid w:val="00C3292C"/>
    <w:rsid w:val="00C3292F"/>
    <w:rsid w:val="00C32DD3"/>
    <w:rsid w:val="00C33A92"/>
    <w:rsid w:val="00C349CB"/>
    <w:rsid w:val="00C34E74"/>
    <w:rsid w:val="00C367E2"/>
    <w:rsid w:val="00C36B5A"/>
    <w:rsid w:val="00C40A71"/>
    <w:rsid w:val="00C416D4"/>
    <w:rsid w:val="00C419FD"/>
    <w:rsid w:val="00C42103"/>
    <w:rsid w:val="00C438B3"/>
    <w:rsid w:val="00C43A0C"/>
    <w:rsid w:val="00C44972"/>
    <w:rsid w:val="00C453A4"/>
    <w:rsid w:val="00C46DE6"/>
    <w:rsid w:val="00C51FD1"/>
    <w:rsid w:val="00C53511"/>
    <w:rsid w:val="00C5357D"/>
    <w:rsid w:val="00C540D7"/>
    <w:rsid w:val="00C5527A"/>
    <w:rsid w:val="00C553E1"/>
    <w:rsid w:val="00C5680A"/>
    <w:rsid w:val="00C56DB3"/>
    <w:rsid w:val="00C57946"/>
    <w:rsid w:val="00C6018E"/>
    <w:rsid w:val="00C60E6C"/>
    <w:rsid w:val="00C61FDA"/>
    <w:rsid w:val="00C63757"/>
    <w:rsid w:val="00C644F5"/>
    <w:rsid w:val="00C64914"/>
    <w:rsid w:val="00C651B3"/>
    <w:rsid w:val="00C66941"/>
    <w:rsid w:val="00C677F3"/>
    <w:rsid w:val="00C71240"/>
    <w:rsid w:val="00C712C7"/>
    <w:rsid w:val="00C71C25"/>
    <w:rsid w:val="00C7258B"/>
    <w:rsid w:val="00C73888"/>
    <w:rsid w:val="00C74B44"/>
    <w:rsid w:val="00C75930"/>
    <w:rsid w:val="00C75B1F"/>
    <w:rsid w:val="00C77C8D"/>
    <w:rsid w:val="00C77F87"/>
    <w:rsid w:val="00C80E53"/>
    <w:rsid w:val="00C8185A"/>
    <w:rsid w:val="00C82867"/>
    <w:rsid w:val="00C82BF6"/>
    <w:rsid w:val="00C85A8D"/>
    <w:rsid w:val="00C85D98"/>
    <w:rsid w:val="00C86877"/>
    <w:rsid w:val="00C87781"/>
    <w:rsid w:val="00C87AEF"/>
    <w:rsid w:val="00C901D7"/>
    <w:rsid w:val="00C90205"/>
    <w:rsid w:val="00C9082B"/>
    <w:rsid w:val="00CA0221"/>
    <w:rsid w:val="00CA04CA"/>
    <w:rsid w:val="00CA06F3"/>
    <w:rsid w:val="00CA1F07"/>
    <w:rsid w:val="00CA20BA"/>
    <w:rsid w:val="00CA3B05"/>
    <w:rsid w:val="00CA4416"/>
    <w:rsid w:val="00CA5374"/>
    <w:rsid w:val="00CA5C82"/>
    <w:rsid w:val="00CA5F66"/>
    <w:rsid w:val="00CA6FAB"/>
    <w:rsid w:val="00CA7AE5"/>
    <w:rsid w:val="00CB051C"/>
    <w:rsid w:val="00CB0E8C"/>
    <w:rsid w:val="00CB1AA5"/>
    <w:rsid w:val="00CB21EA"/>
    <w:rsid w:val="00CB2C92"/>
    <w:rsid w:val="00CB43E3"/>
    <w:rsid w:val="00CB52E4"/>
    <w:rsid w:val="00CB548B"/>
    <w:rsid w:val="00CB5689"/>
    <w:rsid w:val="00CB7499"/>
    <w:rsid w:val="00CB7A65"/>
    <w:rsid w:val="00CC05B3"/>
    <w:rsid w:val="00CC2249"/>
    <w:rsid w:val="00CC22F7"/>
    <w:rsid w:val="00CC2C88"/>
    <w:rsid w:val="00CC2DBE"/>
    <w:rsid w:val="00CC38D6"/>
    <w:rsid w:val="00CC536B"/>
    <w:rsid w:val="00CC63F0"/>
    <w:rsid w:val="00CC64D2"/>
    <w:rsid w:val="00CC68AB"/>
    <w:rsid w:val="00CC6D6D"/>
    <w:rsid w:val="00CD0EE0"/>
    <w:rsid w:val="00CD11A9"/>
    <w:rsid w:val="00CD150E"/>
    <w:rsid w:val="00CD4539"/>
    <w:rsid w:val="00CD4B3D"/>
    <w:rsid w:val="00CD4FFF"/>
    <w:rsid w:val="00CD5496"/>
    <w:rsid w:val="00CD743D"/>
    <w:rsid w:val="00CD775B"/>
    <w:rsid w:val="00CE01F2"/>
    <w:rsid w:val="00CE4772"/>
    <w:rsid w:val="00CE72C4"/>
    <w:rsid w:val="00CF1519"/>
    <w:rsid w:val="00CF1523"/>
    <w:rsid w:val="00CF208D"/>
    <w:rsid w:val="00CF3D00"/>
    <w:rsid w:val="00CF4237"/>
    <w:rsid w:val="00CF6318"/>
    <w:rsid w:val="00CF72ED"/>
    <w:rsid w:val="00D03179"/>
    <w:rsid w:val="00D03764"/>
    <w:rsid w:val="00D04EFB"/>
    <w:rsid w:val="00D057FF"/>
    <w:rsid w:val="00D06BE2"/>
    <w:rsid w:val="00D07573"/>
    <w:rsid w:val="00D14165"/>
    <w:rsid w:val="00D14372"/>
    <w:rsid w:val="00D14A7A"/>
    <w:rsid w:val="00D15536"/>
    <w:rsid w:val="00D16541"/>
    <w:rsid w:val="00D20B3C"/>
    <w:rsid w:val="00D217D0"/>
    <w:rsid w:val="00D2387D"/>
    <w:rsid w:val="00D2528A"/>
    <w:rsid w:val="00D26F5F"/>
    <w:rsid w:val="00D31871"/>
    <w:rsid w:val="00D31FDB"/>
    <w:rsid w:val="00D32647"/>
    <w:rsid w:val="00D326D8"/>
    <w:rsid w:val="00D34A67"/>
    <w:rsid w:val="00D34D22"/>
    <w:rsid w:val="00D43815"/>
    <w:rsid w:val="00D44289"/>
    <w:rsid w:val="00D44464"/>
    <w:rsid w:val="00D44C5F"/>
    <w:rsid w:val="00D4708D"/>
    <w:rsid w:val="00D55226"/>
    <w:rsid w:val="00D60C31"/>
    <w:rsid w:val="00D61E67"/>
    <w:rsid w:val="00D638C7"/>
    <w:rsid w:val="00D63D38"/>
    <w:rsid w:val="00D64413"/>
    <w:rsid w:val="00D65230"/>
    <w:rsid w:val="00D67C00"/>
    <w:rsid w:val="00D7044C"/>
    <w:rsid w:val="00D70AE1"/>
    <w:rsid w:val="00D72558"/>
    <w:rsid w:val="00D72F6C"/>
    <w:rsid w:val="00D73130"/>
    <w:rsid w:val="00D74307"/>
    <w:rsid w:val="00D7686B"/>
    <w:rsid w:val="00D76B73"/>
    <w:rsid w:val="00D76D84"/>
    <w:rsid w:val="00D772B1"/>
    <w:rsid w:val="00D80D6E"/>
    <w:rsid w:val="00D8139D"/>
    <w:rsid w:val="00D827C3"/>
    <w:rsid w:val="00D83D3C"/>
    <w:rsid w:val="00D85294"/>
    <w:rsid w:val="00D854C0"/>
    <w:rsid w:val="00D86B8C"/>
    <w:rsid w:val="00D86E3A"/>
    <w:rsid w:val="00D872ED"/>
    <w:rsid w:val="00D91537"/>
    <w:rsid w:val="00D929AB"/>
    <w:rsid w:val="00D92C1E"/>
    <w:rsid w:val="00D94AFC"/>
    <w:rsid w:val="00D979A3"/>
    <w:rsid w:val="00DA16EB"/>
    <w:rsid w:val="00DA1E64"/>
    <w:rsid w:val="00DA23CB"/>
    <w:rsid w:val="00DA3800"/>
    <w:rsid w:val="00DA387C"/>
    <w:rsid w:val="00DA5D8B"/>
    <w:rsid w:val="00DB0345"/>
    <w:rsid w:val="00DB19F9"/>
    <w:rsid w:val="00DB5376"/>
    <w:rsid w:val="00DB5430"/>
    <w:rsid w:val="00DB67F3"/>
    <w:rsid w:val="00DB7A3A"/>
    <w:rsid w:val="00DB7CA5"/>
    <w:rsid w:val="00DC0948"/>
    <w:rsid w:val="00DC0CC9"/>
    <w:rsid w:val="00DC1178"/>
    <w:rsid w:val="00DC17A5"/>
    <w:rsid w:val="00DC48FE"/>
    <w:rsid w:val="00DC5D65"/>
    <w:rsid w:val="00DC61E3"/>
    <w:rsid w:val="00DD1951"/>
    <w:rsid w:val="00DD43C0"/>
    <w:rsid w:val="00DD7947"/>
    <w:rsid w:val="00DE00B1"/>
    <w:rsid w:val="00DE0127"/>
    <w:rsid w:val="00DE0D6D"/>
    <w:rsid w:val="00DE3E34"/>
    <w:rsid w:val="00DE3EE5"/>
    <w:rsid w:val="00DE69CF"/>
    <w:rsid w:val="00DE73E2"/>
    <w:rsid w:val="00DE7AAA"/>
    <w:rsid w:val="00DF0D51"/>
    <w:rsid w:val="00DF1D22"/>
    <w:rsid w:val="00DF4068"/>
    <w:rsid w:val="00DF47FB"/>
    <w:rsid w:val="00DF49AE"/>
    <w:rsid w:val="00DF6342"/>
    <w:rsid w:val="00E00466"/>
    <w:rsid w:val="00E01B2D"/>
    <w:rsid w:val="00E03BDD"/>
    <w:rsid w:val="00E04422"/>
    <w:rsid w:val="00E04EF6"/>
    <w:rsid w:val="00E105D0"/>
    <w:rsid w:val="00E11E48"/>
    <w:rsid w:val="00E12A0E"/>
    <w:rsid w:val="00E14A78"/>
    <w:rsid w:val="00E14F34"/>
    <w:rsid w:val="00E16535"/>
    <w:rsid w:val="00E166AE"/>
    <w:rsid w:val="00E1698A"/>
    <w:rsid w:val="00E16B58"/>
    <w:rsid w:val="00E213EF"/>
    <w:rsid w:val="00E25B41"/>
    <w:rsid w:val="00E26293"/>
    <w:rsid w:val="00E30DDF"/>
    <w:rsid w:val="00E324EB"/>
    <w:rsid w:val="00E37C0C"/>
    <w:rsid w:val="00E41DE4"/>
    <w:rsid w:val="00E43006"/>
    <w:rsid w:val="00E438E6"/>
    <w:rsid w:val="00E43D0D"/>
    <w:rsid w:val="00E44705"/>
    <w:rsid w:val="00E44B56"/>
    <w:rsid w:val="00E46CD2"/>
    <w:rsid w:val="00E47B03"/>
    <w:rsid w:val="00E47B82"/>
    <w:rsid w:val="00E5011C"/>
    <w:rsid w:val="00E52A18"/>
    <w:rsid w:val="00E54185"/>
    <w:rsid w:val="00E553FD"/>
    <w:rsid w:val="00E563F4"/>
    <w:rsid w:val="00E5771F"/>
    <w:rsid w:val="00E57E23"/>
    <w:rsid w:val="00E60F80"/>
    <w:rsid w:val="00E63783"/>
    <w:rsid w:val="00E645DA"/>
    <w:rsid w:val="00E650AB"/>
    <w:rsid w:val="00E656DE"/>
    <w:rsid w:val="00E666AD"/>
    <w:rsid w:val="00E67961"/>
    <w:rsid w:val="00E708D3"/>
    <w:rsid w:val="00E75EF7"/>
    <w:rsid w:val="00E77818"/>
    <w:rsid w:val="00E83D9D"/>
    <w:rsid w:val="00E855A8"/>
    <w:rsid w:val="00E90630"/>
    <w:rsid w:val="00E915D8"/>
    <w:rsid w:val="00E9202F"/>
    <w:rsid w:val="00E921A0"/>
    <w:rsid w:val="00E93963"/>
    <w:rsid w:val="00E947B5"/>
    <w:rsid w:val="00E95123"/>
    <w:rsid w:val="00E95AE7"/>
    <w:rsid w:val="00EA07DD"/>
    <w:rsid w:val="00EA22D6"/>
    <w:rsid w:val="00EA41C5"/>
    <w:rsid w:val="00EA438A"/>
    <w:rsid w:val="00EB2327"/>
    <w:rsid w:val="00EB2B4F"/>
    <w:rsid w:val="00EB4B7D"/>
    <w:rsid w:val="00EB50D9"/>
    <w:rsid w:val="00EC06DD"/>
    <w:rsid w:val="00EC256A"/>
    <w:rsid w:val="00EC3352"/>
    <w:rsid w:val="00EC3A54"/>
    <w:rsid w:val="00EC3CD4"/>
    <w:rsid w:val="00EC3FF3"/>
    <w:rsid w:val="00EC4CA5"/>
    <w:rsid w:val="00EC6BDC"/>
    <w:rsid w:val="00ED050F"/>
    <w:rsid w:val="00ED0560"/>
    <w:rsid w:val="00ED0F5D"/>
    <w:rsid w:val="00ED1702"/>
    <w:rsid w:val="00ED1D9B"/>
    <w:rsid w:val="00ED242E"/>
    <w:rsid w:val="00ED24B4"/>
    <w:rsid w:val="00ED28AA"/>
    <w:rsid w:val="00ED293E"/>
    <w:rsid w:val="00ED3067"/>
    <w:rsid w:val="00ED3157"/>
    <w:rsid w:val="00ED3DAC"/>
    <w:rsid w:val="00EE1A00"/>
    <w:rsid w:val="00EE2946"/>
    <w:rsid w:val="00EE2F00"/>
    <w:rsid w:val="00EE46E2"/>
    <w:rsid w:val="00EE4E13"/>
    <w:rsid w:val="00EE5F0A"/>
    <w:rsid w:val="00EE6380"/>
    <w:rsid w:val="00EE7108"/>
    <w:rsid w:val="00EF1074"/>
    <w:rsid w:val="00EF4732"/>
    <w:rsid w:val="00EF4AE0"/>
    <w:rsid w:val="00EF51BD"/>
    <w:rsid w:val="00EF571C"/>
    <w:rsid w:val="00EF69EF"/>
    <w:rsid w:val="00F03959"/>
    <w:rsid w:val="00F03CFF"/>
    <w:rsid w:val="00F03F7E"/>
    <w:rsid w:val="00F054F9"/>
    <w:rsid w:val="00F05D7E"/>
    <w:rsid w:val="00F05E15"/>
    <w:rsid w:val="00F07B52"/>
    <w:rsid w:val="00F10A9F"/>
    <w:rsid w:val="00F11F9D"/>
    <w:rsid w:val="00F12949"/>
    <w:rsid w:val="00F13631"/>
    <w:rsid w:val="00F1368D"/>
    <w:rsid w:val="00F1494A"/>
    <w:rsid w:val="00F16A39"/>
    <w:rsid w:val="00F16B2E"/>
    <w:rsid w:val="00F170D3"/>
    <w:rsid w:val="00F2442B"/>
    <w:rsid w:val="00F24F62"/>
    <w:rsid w:val="00F25BE9"/>
    <w:rsid w:val="00F26F32"/>
    <w:rsid w:val="00F27A71"/>
    <w:rsid w:val="00F308EF"/>
    <w:rsid w:val="00F310A9"/>
    <w:rsid w:val="00F320A1"/>
    <w:rsid w:val="00F33D5A"/>
    <w:rsid w:val="00F37D5A"/>
    <w:rsid w:val="00F40451"/>
    <w:rsid w:val="00F42F3A"/>
    <w:rsid w:val="00F461E9"/>
    <w:rsid w:val="00F5099C"/>
    <w:rsid w:val="00F555D4"/>
    <w:rsid w:val="00F55629"/>
    <w:rsid w:val="00F55E7B"/>
    <w:rsid w:val="00F5743D"/>
    <w:rsid w:val="00F577BC"/>
    <w:rsid w:val="00F603C7"/>
    <w:rsid w:val="00F60726"/>
    <w:rsid w:val="00F60C3B"/>
    <w:rsid w:val="00F60E8A"/>
    <w:rsid w:val="00F610B0"/>
    <w:rsid w:val="00F611DD"/>
    <w:rsid w:val="00F6419C"/>
    <w:rsid w:val="00F65053"/>
    <w:rsid w:val="00F6610E"/>
    <w:rsid w:val="00F67EAC"/>
    <w:rsid w:val="00F72A4B"/>
    <w:rsid w:val="00F73E44"/>
    <w:rsid w:val="00F76940"/>
    <w:rsid w:val="00F76B98"/>
    <w:rsid w:val="00F7739E"/>
    <w:rsid w:val="00F77CB9"/>
    <w:rsid w:val="00F77FC9"/>
    <w:rsid w:val="00F80548"/>
    <w:rsid w:val="00F812B9"/>
    <w:rsid w:val="00F814AB"/>
    <w:rsid w:val="00F81745"/>
    <w:rsid w:val="00F81903"/>
    <w:rsid w:val="00F82039"/>
    <w:rsid w:val="00F82A46"/>
    <w:rsid w:val="00F82EA5"/>
    <w:rsid w:val="00F82EE7"/>
    <w:rsid w:val="00F832A8"/>
    <w:rsid w:val="00F8399D"/>
    <w:rsid w:val="00F84349"/>
    <w:rsid w:val="00F85C0E"/>
    <w:rsid w:val="00F86D79"/>
    <w:rsid w:val="00F90000"/>
    <w:rsid w:val="00F910EA"/>
    <w:rsid w:val="00F93D47"/>
    <w:rsid w:val="00F93F82"/>
    <w:rsid w:val="00F95C4D"/>
    <w:rsid w:val="00FA02C6"/>
    <w:rsid w:val="00FA065D"/>
    <w:rsid w:val="00FA1376"/>
    <w:rsid w:val="00FA1E36"/>
    <w:rsid w:val="00FA28E6"/>
    <w:rsid w:val="00FA60D1"/>
    <w:rsid w:val="00FA7FBF"/>
    <w:rsid w:val="00FB1600"/>
    <w:rsid w:val="00FB1755"/>
    <w:rsid w:val="00FB2D33"/>
    <w:rsid w:val="00FB2DDC"/>
    <w:rsid w:val="00FB36DF"/>
    <w:rsid w:val="00FB3B2C"/>
    <w:rsid w:val="00FB3CC5"/>
    <w:rsid w:val="00FB4FC9"/>
    <w:rsid w:val="00FB549C"/>
    <w:rsid w:val="00FB5EB7"/>
    <w:rsid w:val="00FB6D72"/>
    <w:rsid w:val="00FC0F5B"/>
    <w:rsid w:val="00FC1030"/>
    <w:rsid w:val="00FC2B7A"/>
    <w:rsid w:val="00FC2F37"/>
    <w:rsid w:val="00FC3279"/>
    <w:rsid w:val="00FC3CF7"/>
    <w:rsid w:val="00FC4583"/>
    <w:rsid w:val="00FC4773"/>
    <w:rsid w:val="00FC614E"/>
    <w:rsid w:val="00FC64D8"/>
    <w:rsid w:val="00FD1317"/>
    <w:rsid w:val="00FD1C7C"/>
    <w:rsid w:val="00FD364B"/>
    <w:rsid w:val="00FD422F"/>
    <w:rsid w:val="00FD653C"/>
    <w:rsid w:val="00FD6F33"/>
    <w:rsid w:val="00FE002D"/>
    <w:rsid w:val="00FE2DFD"/>
    <w:rsid w:val="00FE452B"/>
    <w:rsid w:val="00FE528B"/>
    <w:rsid w:val="00FE5AAB"/>
    <w:rsid w:val="00FE5ED6"/>
    <w:rsid w:val="00FF0000"/>
    <w:rsid w:val="00FF26CB"/>
    <w:rsid w:val="00FF27DA"/>
    <w:rsid w:val="00FF3B75"/>
    <w:rsid w:val="00FF40F3"/>
    <w:rsid w:val="00FF412D"/>
    <w:rsid w:val="00FF455F"/>
    <w:rsid w:val="00FF4E45"/>
    <w:rsid w:val="00FF6052"/>
    <w:rsid w:val="00FF743B"/>
    <w:rsid w:val="0224187C"/>
    <w:rsid w:val="02E62FD5"/>
    <w:rsid w:val="03123218"/>
    <w:rsid w:val="032D1844"/>
    <w:rsid w:val="096B2D0D"/>
    <w:rsid w:val="09E32320"/>
    <w:rsid w:val="0C36650C"/>
    <w:rsid w:val="0DD306F4"/>
    <w:rsid w:val="0E425A75"/>
    <w:rsid w:val="110C50E8"/>
    <w:rsid w:val="14DE363A"/>
    <w:rsid w:val="1602697A"/>
    <w:rsid w:val="1663076D"/>
    <w:rsid w:val="188B5D59"/>
    <w:rsid w:val="1A260B05"/>
    <w:rsid w:val="1A6D6AE8"/>
    <w:rsid w:val="1D6837E8"/>
    <w:rsid w:val="1F672E3C"/>
    <w:rsid w:val="20224785"/>
    <w:rsid w:val="20700591"/>
    <w:rsid w:val="208249A7"/>
    <w:rsid w:val="22477195"/>
    <w:rsid w:val="248F5924"/>
    <w:rsid w:val="24D127A6"/>
    <w:rsid w:val="256D14A7"/>
    <w:rsid w:val="28C49BC3"/>
    <w:rsid w:val="28E06EB5"/>
    <w:rsid w:val="299C0826"/>
    <w:rsid w:val="2BD57D9A"/>
    <w:rsid w:val="2C555F08"/>
    <w:rsid w:val="305B7C64"/>
    <w:rsid w:val="30DC13F0"/>
    <w:rsid w:val="31A15D7C"/>
    <w:rsid w:val="37184804"/>
    <w:rsid w:val="37247EAB"/>
    <w:rsid w:val="376366DD"/>
    <w:rsid w:val="3BE949C1"/>
    <w:rsid w:val="3BE96DCA"/>
    <w:rsid w:val="3C894C95"/>
    <w:rsid w:val="3D286024"/>
    <w:rsid w:val="3DB61276"/>
    <w:rsid w:val="3DB7E274"/>
    <w:rsid w:val="3E907F9B"/>
    <w:rsid w:val="3ED86678"/>
    <w:rsid w:val="3F150467"/>
    <w:rsid w:val="403A57EB"/>
    <w:rsid w:val="405214DD"/>
    <w:rsid w:val="427967E8"/>
    <w:rsid w:val="42901C0E"/>
    <w:rsid w:val="42D0402B"/>
    <w:rsid w:val="42EF386C"/>
    <w:rsid w:val="441135BC"/>
    <w:rsid w:val="442B6096"/>
    <w:rsid w:val="44557097"/>
    <w:rsid w:val="45B84FC4"/>
    <w:rsid w:val="48100090"/>
    <w:rsid w:val="48655285"/>
    <w:rsid w:val="48A013CA"/>
    <w:rsid w:val="499411B2"/>
    <w:rsid w:val="4AC676BD"/>
    <w:rsid w:val="4BBE2E56"/>
    <w:rsid w:val="4C5DA306"/>
    <w:rsid w:val="4E17716C"/>
    <w:rsid w:val="5164364B"/>
    <w:rsid w:val="53C9622A"/>
    <w:rsid w:val="55546EF7"/>
    <w:rsid w:val="57ACBBCC"/>
    <w:rsid w:val="58420CCE"/>
    <w:rsid w:val="5ADC1841"/>
    <w:rsid w:val="5D767EAB"/>
    <w:rsid w:val="5FF36035"/>
    <w:rsid w:val="606940DA"/>
    <w:rsid w:val="630E06E5"/>
    <w:rsid w:val="66293A88"/>
    <w:rsid w:val="693D029E"/>
    <w:rsid w:val="69456E2B"/>
    <w:rsid w:val="6A347D6B"/>
    <w:rsid w:val="6C282CFE"/>
    <w:rsid w:val="6CED3A62"/>
    <w:rsid w:val="6DC20A4A"/>
    <w:rsid w:val="6E4B4EE4"/>
    <w:rsid w:val="6EFE4B15"/>
    <w:rsid w:val="6F3F8753"/>
    <w:rsid w:val="6FD54F04"/>
    <w:rsid w:val="7205295F"/>
    <w:rsid w:val="720C4F8D"/>
    <w:rsid w:val="734434BF"/>
    <w:rsid w:val="73726A6F"/>
    <w:rsid w:val="741C221E"/>
    <w:rsid w:val="74EF9921"/>
    <w:rsid w:val="769F5771"/>
    <w:rsid w:val="77AE757E"/>
    <w:rsid w:val="77BB6A59"/>
    <w:rsid w:val="78F87A16"/>
    <w:rsid w:val="7B1EA3D2"/>
    <w:rsid w:val="7B6FF462"/>
    <w:rsid w:val="7BBF7A87"/>
    <w:rsid w:val="7BE79458"/>
    <w:rsid w:val="7C396069"/>
    <w:rsid w:val="7F651B7D"/>
    <w:rsid w:val="7FF7BF8F"/>
    <w:rsid w:val="7FFE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9EE72"/>
  <w15:docId w15:val="{0318E110-BBA0-424F-BF1A-6DF18E34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caption" w:semiHidden="1" w:unhideWhenUsed="1" w:qFormat="1"/>
    <w:lsdException w:name="annotation reference" w:uiPriority="99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</w:style>
  <w:style w:type="paragraph" w:styleId="BodyText">
    <w:name w:val="Body Text"/>
    <w:basedOn w:val="Normal"/>
    <w:link w:val="BodyTextChar"/>
    <w:pPr>
      <w:widowControl/>
      <w:suppressAutoHyphens/>
      <w:spacing w:after="140" w:line="276" w:lineRule="auto"/>
      <w:jc w:val="left"/>
    </w:pPr>
    <w:rPr>
      <w:rFonts w:ascii="Liberation Serif" w:eastAsia="Songti SC" w:hAnsi="Liberation Serif" w:cs="Arial Unicode MS"/>
      <w:sz w:val="24"/>
      <w:lang w:val="en-GB" w:bidi="hi-IN"/>
    </w:rPr>
  </w:style>
  <w:style w:type="paragraph" w:styleId="EndnoteText">
    <w:name w:val="endnote text"/>
    <w:basedOn w:val="Normal"/>
    <w:link w:val="EndnoteTextChar"/>
    <w:pPr>
      <w:snapToGrid w:val="0"/>
      <w:jc w:val="left"/>
    </w:pPr>
  </w:style>
  <w:style w:type="paragraph" w:styleId="BalloonText">
    <w:name w:val="Balloon Text"/>
    <w:basedOn w:val="Normal"/>
    <w:link w:val="BalloonTextChar"/>
    <w:rPr>
      <w:sz w:val="18"/>
      <w:szCs w:val="18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FootnoteTextChar"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CommentSubject">
    <w:name w:val="annotation subject"/>
    <w:basedOn w:val="CommentText"/>
    <w:next w:val="CommentText"/>
    <w:link w:val="CommentSubjectChar"/>
    <w:pPr>
      <w:jc w:val="left"/>
    </w:pPr>
    <w:rPr>
      <w:b/>
      <w:bCs/>
    </w:rPr>
  </w:style>
  <w:style w:type="character" w:styleId="Strong">
    <w:name w:val="Strong"/>
    <w:qFormat/>
    <w:rPr>
      <w:b/>
    </w:rPr>
  </w:style>
  <w:style w:type="character" w:styleId="EndnoteReference">
    <w:name w:val="endnote reference"/>
    <w:rPr>
      <w:vertAlign w:val="superscript"/>
    </w:rPr>
  </w:style>
  <w:style w:type="character" w:styleId="FollowedHyperlink">
    <w:name w:val="FollowedHyperlink"/>
    <w:rPr>
      <w:color w:val="96607D"/>
      <w:u w:val="single"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uiPriority w:val="99"/>
    <w:unhideWhenUsed/>
    <w:rPr>
      <w:sz w:val="21"/>
      <w:szCs w:val="21"/>
    </w:rPr>
  </w:style>
  <w:style w:type="character" w:styleId="FootnoteReference">
    <w:name w:val="footnote reference"/>
    <w:rPr>
      <w:vertAlign w:val="superscript"/>
    </w:rPr>
  </w:style>
  <w:style w:type="character" w:customStyle="1" w:styleId="CommentTextChar">
    <w:name w:val="Comment Text Char"/>
    <w:link w:val="CommentText"/>
    <w:uiPriority w:val="99"/>
    <w:rPr>
      <w:rFonts w:ascii="Calibri" w:hAnsi="Calibri"/>
      <w:kern w:val="2"/>
      <w:sz w:val="21"/>
      <w:szCs w:val="24"/>
    </w:rPr>
  </w:style>
  <w:style w:type="character" w:customStyle="1" w:styleId="EndnoteTextChar">
    <w:name w:val="Endnote Text Char"/>
    <w:link w:val="EndnoteText"/>
    <w:rPr>
      <w:rFonts w:ascii="Calibri" w:hAnsi="Calibri"/>
      <w:kern w:val="2"/>
      <w:sz w:val="21"/>
      <w:szCs w:val="24"/>
    </w:rPr>
  </w:style>
  <w:style w:type="character" w:customStyle="1" w:styleId="BalloonTextChar">
    <w:name w:val="Balloon Text Char"/>
    <w:link w:val="BalloonText"/>
    <w:rPr>
      <w:rFonts w:ascii="Calibri" w:hAnsi="Calibri"/>
      <w:kern w:val="2"/>
      <w:sz w:val="18"/>
      <w:szCs w:val="18"/>
    </w:rPr>
  </w:style>
  <w:style w:type="character" w:customStyle="1" w:styleId="FootnoteTextChar">
    <w:name w:val="Footnote Text Char"/>
    <w:link w:val="FootnoteText"/>
    <w:rPr>
      <w:rFonts w:ascii="Calibri" w:hAnsi="Calibri"/>
      <w:kern w:val="2"/>
      <w:sz w:val="18"/>
      <w:szCs w:val="18"/>
    </w:rPr>
  </w:style>
  <w:style w:type="character" w:customStyle="1" w:styleId="CommentSubjectChar">
    <w:name w:val="Comment Subject Char"/>
    <w:link w:val="CommentSubject"/>
    <w:rPr>
      <w:rFonts w:ascii="Calibri" w:hAnsi="Calibri"/>
      <w:b/>
      <w:bCs/>
      <w:kern w:val="2"/>
      <w:sz w:val="21"/>
      <w:szCs w:val="24"/>
    </w:rPr>
  </w:style>
  <w:style w:type="paragraph" w:customStyle="1" w:styleId="p1">
    <w:name w:val="p1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paragraph" w:customStyle="1" w:styleId="p2">
    <w:name w:val="p2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s1">
    <w:name w:val="s1"/>
    <w:rPr>
      <w:rFonts w:ascii="Helvetica Neue" w:eastAsia="Helvetica Neue" w:hAnsi="Helvetica Neue" w:cs="Helvetica Neue"/>
      <w:sz w:val="26"/>
      <w:szCs w:val="26"/>
    </w:rPr>
  </w:style>
  <w:style w:type="character" w:customStyle="1" w:styleId="10">
    <w:name w:val="10"/>
    <w:rPr>
      <w:rFonts w:ascii="Calibri" w:hAnsi="Calibri" w:cs="Calibri" w:hint="default"/>
    </w:rPr>
  </w:style>
  <w:style w:type="character" w:customStyle="1" w:styleId="15">
    <w:name w:val="15"/>
    <w:rPr>
      <w:rFonts w:ascii="Calibri" w:hAnsi="Calibri" w:cs="Calibri" w:hint="default"/>
      <w:sz w:val="21"/>
      <w:szCs w:val="21"/>
    </w:rPr>
  </w:style>
  <w:style w:type="paragraph" w:customStyle="1" w:styleId="p3">
    <w:name w:val="p3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Nierozpoznanawzmianka1">
    <w:name w:val="Nierozpoznana wzmianka1"/>
    <w:uiPriority w:val="99"/>
    <w:semiHidden/>
    <w:unhideWhenUsed/>
    <w:rPr>
      <w:color w:val="605E5C"/>
      <w:shd w:val="clear" w:color="auto" w:fill="E1DFDD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FooterChar">
    <w:name w:val="Footer Char"/>
    <w:link w:val="Footer"/>
    <w:rPr>
      <w:rFonts w:ascii="Calibri" w:hAnsi="Calibri"/>
      <w:kern w:val="2"/>
      <w:sz w:val="18"/>
      <w:szCs w:val="24"/>
      <w:lang w:bidi="ar-SA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  <w:rPr>
      <w:rFonts w:eastAsia="Calibri" w:cs="Calibri"/>
      <w:szCs w:val="22"/>
    </w:rPr>
  </w:style>
  <w:style w:type="paragraph" w:customStyle="1" w:styleId="Revision1">
    <w:name w:val="Revision1"/>
    <w:hidden/>
    <w:uiPriority w:val="99"/>
    <w:unhideWhenUsed/>
    <w:rPr>
      <w:rFonts w:ascii="Calibri" w:hAnsi="Calibri"/>
      <w:kern w:val="2"/>
      <w:sz w:val="21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rPr>
      <w:rFonts w:ascii="Liberation Serif" w:eastAsia="Songti SC" w:hAnsi="Liberation Serif" w:cs="Arial Unicode MS"/>
      <w:kern w:val="2"/>
      <w:sz w:val="24"/>
      <w:szCs w:val="24"/>
      <w:lang w:val="en-GB" w:eastAsia="zh-CN" w:bidi="hi-IN"/>
    </w:rPr>
  </w:style>
  <w:style w:type="paragraph" w:styleId="Revision">
    <w:name w:val="Revision"/>
    <w:hidden/>
    <w:uiPriority w:val="99"/>
    <w:unhideWhenUsed/>
    <w:rsid w:val="000E01EA"/>
    <w:rPr>
      <w:rFonts w:ascii="Calibri" w:hAnsi="Calibri"/>
      <w:kern w:val="2"/>
      <w:sz w:val="21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modajaecoo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pr@omodaauto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.szadkowski\Tailor%20Made%20PR%20sp.%20z%20o.o\KLIENCI%20-%20Dokumenty\OMODA%20JAECOO\Media\informacje%20prasowe\OMODA%20&amp;%20JAECOO%20szablon%20press%20releas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a1c8ea-6367-4e7d-b17b-472db8a8b37b" xsi:nil="true"/>
    <lcf76f155ced4ddcb4097134ff3c332f xmlns="58c15e9c-6fef-4f15-bfc6-f3c804cfb2a0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248FD2FB8D947B1C70E36379AD0BF" ma:contentTypeVersion="16" ma:contentTypeDescription="Create a new document." ma:contentTypeScope="" ma:versionID="a35c56d1dbe5ead891558dd324f404e4">
  <xsd:schema xmlns:xsd="http://www.w3.org/2001/XMLSchema" xmlns:xs="http://www.w3.org/2001/XMLSchema" xmlns:p="http://schemas.microsoft.com/office/2006/metadata/properties" xmlns:ns1="http://schemas.microsoft.com/sharepoint/v3" xmlns:ns2="58c15e9c-6fef-4f15-bfc6-f3c804cfb2a0" xmlns:ns3="50a1c8ea-6367-4e7d-b17b-472db8a8b37b" targetNamespace="http://schemas.microsoft.com/office/2006/metadata/properties" ma:root="true" ma:fieldsID="d14fa6f9d201dc563cb4062940b691a9" ns1:_="" ns2:_="" ns3:_="">
    <xsd:import namespace="http://schemas.microsoft.com/sharepoint/v3"/>
    <xsd:import namespace="58c15e9c-6fef-4f15-bfc6-f3c804cfb2a0"/>
    <xsd:import namespace="50a1c8ea-6367-4e7d-b17b-472db8a8b3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15e9c-6fef-4f15-bfc6-f3c804cfb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828fbf0-ddf2-418b-8def-8ce0bf5a05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1c8ea-6367-4e7d-b17b-472db8a8b37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e922bc-7dcd-4e1b-a96a-45d68d742c13}" ma:internalName="TaxCatchAll" ma:showField="CatchAllData" ma:web="50a1c8ea-6367-4e7d-b17b-472db8a8b3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53AEB5-F7FA-443B-882E-0F5107D2D9FB}">
  <ds:schemaRefs>
    <ds:schemaRef ds:uri="http://schemas.microsoft.com/office/2006/metadata/properties"/>
    <ds:schemaRef ds:uri="http://schemas.microsoft.com/office/infopath/2007/PartnerControls"/>
    <ds:schemaRef ds:uri="50a1c8ea-6367-4e7d-b17b-472db8a8b37b"/>
    <ds:schemaRef ds:uri="58c15e9c-6fef-4f15-bfc6-f3c804cfb2a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609141F-01A4-4A2F-B060-4EE08CB85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9240CF-F129-45B2-A7D3-B3291C1A3A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ADC0CE-3223-44CB-95A5-9EE4C1233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8c15e9c-6fef-4f15-bfc6-f3c804cfb2a0"/>
    <ds:schemaRef ds:uri="50a1c8ea-6367-4e7d-b17b-472db8a8b3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OMODA &amp; JAECOO szablon press release</Template>
  <TotalTime>2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strzykalska</dc:creator>
  <cp:lastModifiedBy>Paulina Tycner</cp:lastModifiedBy>
  <cp:revision>3</cp:revision>
  <dcterms:created xsi:type="dcterms:W3CDTF">2025-08-21T09:26:00Z</dcterms:created>
  <dcterms:modified xsi:type="dcterms:W3CDTF">2025-08-21T09:40:00Z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79A63E3770AF4986A3AF76E8E2E68121_13</vt:lpwstr>
  </property>
  <property fmtid="{D5CDD505-2E9C-101B-9397-08002B2CF9AE}" pid="4" name="GrammarlyDocumentId">
    <vt:lpwstr>5e6b1900d5c34e5ef8c55bef02c67eeac0e6759eedafc621157e558e54d20af2</vt:lpwstr>
  </property>
  <property fmtid="{D5CDD505-2E9C-101B-9397-08002B2CF9AE}" pid="5" name="MediaServiceImageTags">
    <vt:lpwstr/>
  </property>
  <property fmtid="{D5CDD505-2E9C-101B-9397-08002B2CF9AE}" pid="6" name="ContentTypeId">
    <vt:lpwstr>0x010100893248FD2FB8D947B1C70E36379AD0BF</vt:lpwstr>
  </property>
  <property fmtid="{D5CDD505-2E9C-101B-9397-08002B2CF9AE}" pid="7" name="KSOTemplateDocerSaveRecord">
    <vt:lpwstr>eyJoZGlkIjoiZWNmZDgwODgwYzYwNmI5ZjUyYzhjN2I1NGYzM2QyYmIiLCJ1c2VySWQiOiIxNjcyNjU2MDQ2In0=</vt:lpwstr>
  </property>
</Properties>
</file>