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448F0" w14:textId="2F36A668" w:rsidR="002E0063" w:rsidRPr="00FB2D33" w:rsidRDefault="000A1D63" w:rsidP="1AB21D15">
      <w:pPr>
        <w:widowControl/>
        <w:spacing w:after="120"/>
        <w:rPr>
          <w:rFonts w:ascii="Arial" w:hAnsi="Arial" w:cs="Arial"/>
          <w:b/>
          <w:bCs/>
          <w:kern w:val="0"/>
          <w:sz w:val="24"/>
          <w:lang w:val="pl-PL"/>
        </w:rPr>
      </w:pPr>
      <w:r w:rsidRPr="1AB21D15">
        <w:rPr>
          <w:rFonts w:ascii="Arial" w:hAnsi="Arial" w:cs="Arial"/>
          <w:b/>
          <w:bCs/>
          <w:kern w:val="0"/>
          <w:sz w:val="24"/>
          <w:lang w:val="pl-PL"/>
        </w:rPr>
        <w:t>Wars</w:t>
      </w:r>
      <w:r w:rsidR="00CD743D" w:rsidRPr="1AB21D15">
        <w:rPr>
          <w:rFonts w:ascii="Arial" w:hAnsi="Arial" w:cs="Arial"/>
          <w:b/>
          <w:bCs/>
          <w:kern w:val="0"/>
          <w:sz w:val="24"/>
          <w:lang w:val="pl-PL"/>
        </w:rPr>
        <w:t>z</w:t>
      </w:r>
      <w:r w:rsidRPr="1AB21D15">
        <w:rPr>
          <w:rFonts w:ascii="Arial" w:hAnsi="Arial" w:cs="Arial"/>
          <w:b/>
          <w:bCs/>
          <w:kern w:val="0"/>
          <w:sz w:val="24"/>
          <w:lang w:val="pl-PL"/>
        </w:rPr>
        <w:t>aw</w:t>
      </w:r>
      <w:r w:rsidR="00CD743D" w:rsidRPr="1AB21D15">
        <w:rPr>
          <w:rFonts w:ascii="Arial" w:hAnsi="Arial" w:cs="Arial"/>
          <w:b/>
          <w:bCs/>
          <w:kern w:val="0"/>
          <w:sz w:val="24"/>
          <w:lang w:val="pl-PL"/>
        </w:rPr>
        <w:t>a</w:t>
      </w:r>
      <w:r w:rsidR="00E563F4" w:rsidRPr="1AB21D15">
        <w:rPr>
          <w:rFonts w:ascii="Arial" w:hAnsi="Arial" w:cs="Arial"/>
          <w:b/>
          <w:bCs/>
          <w:kern w:val="0"/>
          <w:sz w:val="24"/>
          <w:lang w:val="pl-PL"/>
        </w:rPr>
        <w:t xml:space="preserve">, </w:t>
      </w:r>
      <w:r w:rsidR="00D85B51">
        <w:rPr>
          <w:rFonts w:ascii="Arial" w:hAnsi="Arial" w:cs="Arial"/>
          <w:b/>
          <w:bCs/>
          <w:kern w:val="0"/>
          <w:sz w:val="24"/>
          <w:lang w:val="pl-PL"/>
        </w:rPr>
        <w:t>1</w:t>
      </w:r>
      <w:r w:rsidR="00550799">
        <w:rPr>
          <w:rFonts w:ascii="Arial" w:hAnsi="Arial" w:cs="Arial"/>
          <w:b/>
          <w:bCs/>
          <w:kern w:val="0"/>
          <w:sz w:val="24"/>
          <w:lang w:val="pl-PL"/>
        </w:rPr>
        <w:t>3</w:t>
      </w:r>
      <w:r w:rsidR="00E966DC" w:rsidRPr="1AB21D15">
        <w:rPr>
          <w:rFonts w:ascii="Arial" w:hAnsi="Arial" w:cs="Arial"/>
          <w:b/>
          <w:bCs/>
          <w:kern w:val="0"/>
          <w:sz w:val="24"/>
          <w:lang w:val="pl-PL"/>
        </w:rPr>
        <w:t>.0</w:t>
      </w:r>
      <w:r w:rsidR="00D85B51">
        <w:rPr>
          <w:rFonts w:ascii="Arial" w:hAnsi="Arial" w:cs="Arial"/>
          <w:b/>
          <w:bCs/>
          <w:kern w:val="0"/>
          <w:sz w:val="24"/>
          <w:lang w:val="pl-PL"/>
        </w:rPr>
        <w:t>8</w:t>
      </w:r>
      <w:r w:rsidR="00E563F4" w:rsidRPr="1AB21D15">
        <w:rPr>
          <w:rFonts w:ascii="Arial" w:hAnsi="Arial" w:cs="Arial"/>
          <w:b/>
          <w:bCs/>
          <w:kern w:val="0"/>
          <w:sz w:val="24"/>
          <w:lang w:val="pl-PL"/>
        </w:rPr>
        <w:t>.</w:t>
      </w:r>
      <w:r w:rsidR="00566BE4" w:rsidRPr="1AB21D15">
        <w:rPr>
          <w:rFonts w:ascii="Arial" w:hAnsi="Arial" w:cs="Arial"/>
          <w:b/>
          <w:bCs/>
          <w:kern w:val="0"/>
          <w:sz w:val="24"/>
          <w:lang w:val="pl-PL"/>
        </w:rPr>
        <w:t>2025</w:t>
      </w:r>
    </w:p>
    <w:p w14:paraId="30332C7F" w14:textId="05FBEFF6" w:rsidR="002A5362" w:rsidRDefault="002A5362" w:rsidP="00EE7108">
      <w:pPr>
        <w:widowControl/>
        <w:spacing w:after="120"/>
        <w:jc w:val="center"/>
        <w:rPr>
          <w:rFonts w:ascii="Arial" w:hAnsi="Arial" w:cs="Arial"/>
          <w:b/>
          <w:bCs/>
          <w:kern w:val="0"/>
          <w:sz w:val="26"/>
          <w:szCs w:val="26"/>
          <w:lang w:val="pl-PL"/>
        </w:rPr>
      </w:pPr>
    </w:p>
    <w:p w14:paraId="26D48629" w14:textId="6DF35753" w:rsidR="00D2238D" w:rsidRPr="00D2238D" w:rsidRDefault="00D2238D" w:rsidP="00D2238D">
      <w:pPr>
        <w:widowControl/>
        <w:jc w:val="center"/>
        <w:rPr>
          <w:rFonts w:ascii="Arial" w:hAnsi="Arial" w:cs="Arial"/>
          <w:b/>
          <w:bCs/>
          <w:sz w:val="24"/>
          <w:lang w:val="pl-PL"/>
        </w:rPr>
      </w:pPr>
      <w:r>
        <w:rPr>
          <w:rFonts w:ascii="Arial" w:hAnsi="Arial" w:cs="Arial"/>
          <w:b/>
          <w:bCs/>
          <w:sz w:val="24"/>
          <w:lang w:val="pl-PL"/>
        </w:rPr>
        <w:t>OMODA &amp; JAECOO</w:t>
      </w:r>
      <w:r w:rsidR="00E10164">
        <w:rPr>
          <w:rFonts w:ascii="Arial" w:hAnsi="Arial" w:cs="Arial"/>
          <w:b/>
          <w:bCs/>
          <w:sz w:val="24"/>
          <w:lang w:val="pl-PL"/>
        </w:rPr>
        <w:t xml:space="preserve"> świętuje </w:t>
      </w:r>
      <w:r w:rsidR="0028267F">
        <w:rPr>
          <w:rFonts w:ascii="Arial" w:hAnsi="Arial" w:cs="Arial"/>
          <w:b/>
          <w:bCs/>
          <w:sz w:val="24"/>
          <w:lang w:val="pl-PL"/>
        </w:rPr>
        <w:t>pierwszy rok i…</w:t>
      </w:r>
      <w:r w:rsidR="006271A4">
        <w:rPr>
          <w:rFonts w:ascii="Arial" w:hAnsi="Arial" w:cs="Arial"/>
          <w:b/>
          <w:bCs/>
          <w:sz w:val="24"/>
          <w:lang w:val="pl-PL"/>
        </w:rPr>
        <w:t xml:space="preserve"> globalne,</w:t>
      </w:r>
      <w:r w:rsidR="0028267F">
        <w:rPr>
          <w:rFonts w:ascii="Arial" w:hAnsi="Arial" w:cs="Arial"/>
          <w:b/>
          <w:bCs/>
          <w:sz w:val="24"/>
          <w:lang w:val="pl-PL"/>
        </w:rPr>
        <w:t xml:space="preserve"> </w:t>
      </w:r>
      <w:r w:rsidR="009D7747">
        <w:rPr>
          <w:rFonts w:ascii="Arial" w:hAnsi="Arial" w:cs="Arial"/>
          <w:b/>
          <w:bCs/>
          <w:sz w:val="24"/>
          <w:lang w:val="pl-PL"/>
        </w:rPr>
        <w:t xml:space="preserve">imponujące wyniki </w:t>
      </w:r>
      <w:r w:rsidR="006271A4">
        <w:rPr>
          <w:rFonts w:ascii="Arial" w:hAnsi="Arial" w:cs="Arial"/>
          <w:b/>
          <w:bCs/>
          <w:sz w:val="24"/>
          <w:lang w:val="pl-PL"/>
        </w:rPr>
        <w:t>grupy</w:t>
      </w:r>
    </w:p>
    <w:p w14:paraId="3D41861F" w14:textId="77777777" w:rsidR="009D7747" w:rsidRDefault="009D7747" w:rsidP="007B0919">
      <w:pPr>
        <w:widowControl/>
        <w:spacing w:before="100" w:beforeAutospacing="1" w:after="100" w:afterAutospacing="1"/>
        <w:rPr>
          <w:rFonts w:ascii="Arial" w:hAnsi="Arial" w:cs="Arial"/>
          <w:b/>
          <w:bCs/>
          <w:sz w:val="24"/>
          <w:lang w:val="pl-PL"/>
        </w:rPr>
      </w:pPr>
    </w:p>
    <w:p w14:paraId="6A66C7B1" w14:textId="5EC0A141" w:rsidR="006F52B3" w:rsidRDefault="0073678D" w:rsidP="0073678D">
      <w:pPr>
        <w:widowControl/>
        <w:spacing w:before="100" w:beforeAutospacing="1" w:after="100" w:afterAutospacing="1"/>
        <w:rPr>
          <w:rFonts w:ascii="Arial" w:hAnsi="Arial" w:cs="Arial"/>
          <w:b/>
          <w:bCs/>
          <w:sz w:val="24"/>
          <w:lang w:val="pl-PL"/>
        </w:rPr>
      </w:pPr>
      <w:r w:rsidRPr="0073678D">
        <w:rPr>
          <w:rFonts w:ascii="Arial" w:hAnsi="Arial" w:cs="Arial"/>
          <w:b/>
          <w:bCs/>
          <w:sz w:val="24"/>
          <w:lang w:val="pl-PL"/>
        </w:rPr>
        <w:t>Marka OMODA</w:t>
      </w:r>
      <w:r>
        <w:rPr>
          <w:rFonts w:ascii="Arial" w:hAnsi="Arial" w:cs="Arial"/>
          <w:b/>
          <w:bCs/>
          <w:sz w:val="24"/>
          <w:lang w:val="pl-PL"/>
        </w:rPr>
        <w:t xml:space="preserve"> &amp; JAECOO</w:t>
      </w:r>
      <w:r w:rsidRPr="0073678D">
        <w:rPr>
          <w:rFonts w:ascii="Arial" w:hAnsi="Arial" w:cs="Arial"/>
          <w:b/>
          <w:bCs/>
          <w:sz w:val="24"/>
          <w:lang w:val="pl-PL"/>
        </w:rPr>
        <w:t xml:space="preserve"> w imponującym tempie buduje swoją pozycję </w:t>
      </w:r>
      <w:r>
        <w:rPr>
          <w:rFonts w:ascii="Arial" w:hAnsi="Arial" w:cs="Arial"/>
          <w:b/>
          <w:bCs/>
          <w:sz w:val="24"/>
          <w:lang w:val="pl-PL"/>
        </w:rPr>
        <w:t>zarówno na świecie, jak i na polskim</w:t>
      </w:r>
      <w:r w:rsidR="008E2F8C">
        <w:rPr>
          <w:rFonts w:ascii="Arial" w:hAnsi="Arial" w:cs="Arial"/>
          <w:b/>
          <w:bCs/>
          <w:sz w:val="24"/>
          <w:lang w:val="pl-PL"/>
        </w:rPr>
        <w:t xml:space="preserve"> rynku</w:t>
      </w:r>
      <w:r w:rsidRPr="0073678D">
        <w:rPr>
          <w:rFonts w:ascii="Arial" w:hAnsi="Arial" w:cs="Arial"/>
          <w:b/>
          <w:bCs/>
          <w:sz w:val="24"/>
          <w:lang w:val="pl-PL"/>
        </w:rPr>
        <w:t xml:space="preserve">. W ciągu zaledwie roku od debiutu, zdobyła uznanie klientów nowoczesnym designem, wysoką jakością wykonania oraz bogatym wyposażeniem swoich SUV-ów. </w:t>
      </w:r>
      <w:r w:rsidR="008E2F8C">
        <w:rPr>
          <w:rFonts w:ascii="Arial" w:hAnsi="Arial" w:cs="Arial"/>
          <w:b/>
          <w:bCs/>
          <w:sz w:val="24"/>
          <w:lang w:val="pl-PL"/>
        </w:rPr>
        <w:t xml:space="preserve">Pokazują to nie tylko ostatnie wyniki finansowe, liczba rejestrowanych aut, ale i </w:t>
      </w:r>
      <w:r w:rsidR="003B52E6">
        <w:rPr>
          <w:rFonts w:ascii="Arial" w:hAnsi="Arial" w:cs="Arial"/>
          <w:b/>
          <w:bCs/>
          <w:sz w:val="24"/>
          <w:lang w:val="pl-PL"/>
        </w:rPr>
        <w:t>udział w ważnych rankingach biznesowych</w:t>
      </w:r>
      <w:r w:rsidR="00B429FF">
        <w:rPr>
          <w:rFonts w:ascii="Arial" w:hAnsi="Arial" w:cs="Arial"/>
          <w:b/>
          <w:bCs/>
          <w:sz w:val="24"/>
          <w:lang w:val="pl-PL"/>
        </w:rPr>
        <w:t>, m.in. Fortune 500 Global</w:t>
      </w:r>
      <w:r w:rsidR="006F52B3">
        <w:rPr>
          <w:rFonts w:ascii="Arial" w:hAnsi="Arial" w:cs="Arial"/>
          <w:b/>
          <w:bCs/>
          <w:sz w:val="24"/>
          <w:lang w:val="pl-PL"/>
        </w:rPr>
        <w:t>.</w:t>
      </w:r>
      <w:r w:rsidR="006908AB">
        <w:rPr>
          <w:rFonts w:ascii="Arial" w:hAnsi="Arial" w:cs="Arial"/>
          <w:b/>
          <w:bCs/>
          <w:sz w:val="24"/>
          <w:lang w:val="pl-PL"/>
        </w:rPr>
        <w:t xml:space="preserve"> Czas więc na pierwszy, polski jubileusz, który odbędzie się </w:t>
      </w:r>
      <w:r w:rsidR="00550799">
        <w:rPr>
          <w:rFonts w:ascii="Arial" w:hAnsi="Arial" w:cs="Arial"/>
          <w:b/>
          <w:bCs/>
          <w:sz w:val="24"/>
          <w:lang w:val="pl-PL"/>
        </w:rPr>
        <w:t xml:space="preserve">już </w:t>
      </w:r>
      <w:r w:rsidR="006908AB">
        <w:rPr>
          <w:rFonts w:ascii="Arial" w:hAnsi="Arial" w:cs="Arial"/>
          <w:b/>
          <w:bCs/>
          <w:sz w:val="24"/>
          <w:lang w:val="pl-PL"/>
        </w:rPr>
        <w:t>we wrześniu w Warszawie.</w:t>
      </w:r>
    </w:p>
    <w:p w14:paraId="2F19BEE6" w14:textId="0533DDDC" w:rsidR="0073678D" w:rsidRDefault="0073678D" w:rsidP="0073678D">
      <w:pPr>
        <w:widowControl/>
        <w:spacing w:before="100" w:beforeAutospacing="1" w:after="100" w:afterAutospacing="1"/>
        <w:rPr>
          <w:rFonts w:ascii="Arial" w:hAnsi="Arial" w:cs="Arial"/>
          <w:sz w:val="24"/>
          <w:lang w:val="pl-PL"/>
        </w:rPr>
      </w:pPr>
      <w:r w:rsidRPr="003B52E6">
        <w:rPr>
          <w:rFonts w:ascii="Arial" w:hAnsi="Arial" w:cs="Arial"/>
          <w:sz w:val="24"/>
          <w:lang w:val="pl-PL"/>
        </w:rPr>
        <w:t xml:space="preserve">W pierwszym kwartale 2025 roku, według danych CEPiK, zarejestrowano w Polsce 2395 samochodów marek OMODA &amp; JAECOO. To świetny wynik, biorąc pod uwagę, że </w:t>
      </w:r>
      <w:r w:rsidR="00405EFC">
        <w:rPr>
          <w:rFonts w:ascii="Arial" w:hAnsi="Arial" w:cs="Arial"/>
          <w:sz w:val="24"/>
          <w:lang w:val="pl-PL"/>
        </w:rPr>
        <w:t>początkowo</w:t>
      </w:r>
      <w:r w:rsidRPr="003B52E6">
        <w:rPr>
          <w:rFonts w:ascii="Arial" w:hAnsi="Arial" w:cs="Arial"/>
          <w:sz w:val="24"/>
          <w:lang w:val="pl-PL"/>
        </w:rPr>
        <w:t xml:space="preserve"> w ofercie znajdowały się zaledwie trzy modele: OMODA 5 z silnikiem benzynowym i elektrycznym oraz JAECOO 7 z silnikiem benzynowym.</w:t>
      </w:r>
      <w:r w:rsidR="00405EFC">
        <w:rPr>
          <w:rFonts w:ascii="Arial" w:hAnsi="Arial" w:cs="Arial"/>
          <w:sz w:val="24"/>
          <w:lang w:val="pl-PL"/>
        </w:rPr>
        <w:t xml:space="preserve"> </w:t>
      </w:r>
      <w:r w:rsidR="00766B32" w:rsidRPr="00766B32">
        <w:rPr>
          <w:rFonts w:ascii="Arial" w:hAnsi="Arial" w:cs="Arial"/>
          <w:sz w:val="24"/>
          <w:lang w:val="pl-PL"/>
        </w:rPr>
        <w:t>W kolejnych miesiącach</w:t>
      </w:r>
      <w:r w:rsidRPr="00766B32">
        <w:rPr>
          <w:rFonts w:ascii="Arial" w:hAnsi="Arial" w:cs="Arial"/>
          <w:sz w:val="24"/>
          <w:lang w:val="pl-PL"/>
        </w:rPr>
        <w:t xml:space="preserve"> polską gamę uzupełnił pierwszy SUV z napędem typu plug-in – JAECOO 7 Super Hybrid, a </w:t>
      </w:r>
      <w:r w:rsidR="00405EFC">
        <w:rPr>
          <w:rFonts w:ascii="Arial" w:hAnsi="Arial" w:cs="Arial"/>
          <w:sz w:val="24"/>
          <w:lang w:val="pl-PL"/>
        </w:rPr>
        <w:t>następnie</w:t>
      </w:r>
      <w:r w:rsidRPr="00766B32">
        <w:rPr>
          <w:rFonts w:ascii="Arial" w:hAnsi="Arial" w:cs="Arial"/>
          <w:sz w:val="24"/>
          <w:lang w:val="pl-PL"/>
        </w:rPr>
        <w:t xml:space="preserve"> OMODA 9 Super Hybrid</w:t>
      </w:r>
      <w:r w:rsidR="00283E29">
        <w:rPr>
          <w:rFonts w:ascii="Arial" w:hAnsi="Arial" w:cs="Arial"/>
          <w:sz w:val="24"/>
          <w:lang w:val="pl-PL"/>
        </w:rPr>
        <w:t>, która miesiąc po wprowadzeniu na rynek stała się najchętniej wybieranym SUV-em w kategorii aut hybrydowych.</w:t>
      </w:r>
    </w:p>
    <w:p w14:paraId="0F1FC113" w14:textId="02651D40" w:rsidR="00966B36" w:rsidRDefault="00966B36" w:rsidP="00966B36">
      <w:pPr>
        <w:widowControl/>
        <w:spacing w:before="100" w:beforeAutospacing="1" w:after="100" w:afterAutospacing="1"/>
        <w:rPr>
          <w:rFonts w:ascii="Arial" w:hAnsi="Arial" w:cs="Arial"/>
          <w:b/>
          <w:bCs/>
          <w:sz w:val="24"/>
          <w:lang w:val="pl-PL"/>
        </w:rPr>
      </w:pPr>
      <w:r w:rsidRPr="00966B36">
        <w:rPr>
          <w:rFonts w:ascii="Arial" w:hAnsi="Arial" w:cs="Arial"/>
          <w:b/>
          <w:bCs/>
          <w:sz w:val="24"/>
          <w:lang w:val="pl-PL"/>
        </w:rPr>
        <w:t>Rocznica OMODA &amp; JAECOO w Polsce – podwójna premiera w jubileuszowym stylu</w:t>
      </w:r>
    </w:p>
    <w:p w14:paraId="30AA03F6" w14:textId="079076E0" w:rsidR="00775968" w:rsidRDefault="00D871D5" w:rsidP="00966B36">
      <w:pPr>
        <w:widowControl/>
        <w:spacing w:before="100" w:beforeAutospacing="1" w:after="100" w:afterAutospacing="1"/>
        <w:rPr>
          <w:rFonts w:ascii="Arial" w:hAnsi="Arial" w:cs="Arial"/>
          <w:sz w:val="24"/>
          <w:lang w:val="pl-PL"/>
        </w:rPr>
      </w:pPr>
      <w:r w:rsidRPr="00D871D5">
        <w:rPr>
          <w:rFonts w:ascii="Arial" w:hAnsi="Arial" w:cs="Arial"/>
          <w:sz w:val="24"/>
          <w:lang w:val="pl-PL"/>
        </w:rPr>
        <w:t>Marki OMODA &amp; JAECOO obecne są na polskim rynku od sierpnia 2024 roku i w ciągu zaledwie dwunastu miesięcy zbudowały solidną pozycję w segmencie nowoczesnych SUV-ów. Dynamiczny rozwój oferty modelowej, rosnąca sieć dealerska</w:t>
      </w:r>
      <w:r w:rsidR="004C24A4">
        <w:rPr>
          <w:rFonts w:ascii="Arial" w:hAnsi="Arial" w:cs="Arial"/>
          <w:sz w:val="24"/>
          <w:lang w:val="pl-PL"/>
        </w:rPr>
        <w:t xml:space="preserve"> (która dziś ma </w:t>
      </w:r>
      <w:r w:rsidR="00CF2D5C">
        <w:rPr>
          <w:rFonts w:ascii="Arial" w:hAnsi="Arial" w:cs="Arial"/>
          <w:sz w:val="24"/>
          <w:lang w:val="pl-PL"/>
        </w:rPr>
        <w:t>ponad</w:t>
      </w:r>
      <w:r w:rsidR="00B37A5A">
        <w:rPr>
          <w:rFonts w:ascii="Arial" w:hAnsi="Arial" w:cs="Arial"/>
          <w:sz w:val="24"/>
          <w:lang w:val="pl-PL"/>
        </w:rPr>
        <w:t xml:space="preserve"> 40 salonów zlokalizowanych strategicznie w całej Polsce) </w:t>
      </w:r>
      <w:r w:rsidRPr="00D871D5">
        <w:rPr>
          <w:rFonts w:ascii="Arial" w:hAnsi="Arial" w:cs="Arial"/>
          <w:sz w:val="24"/>
          <w:lang w:val="pl-PL"/>
        </w:rPr>
        <w:t>oraz stale zwiększająca się liczba rejestracji potwierdzają, że polscy kierowcy szybko przekonali się do innowacyjnych rozwiązań, wyróżniającego się designu i wysokiego standardu wyposażenia oferowanego przez te marki.</w:t>
      </w:r>
    </w:p>
    <w:p w14:paraId="2DFED38A" w14:textId="0566CA04" w:rsidR="00D871D5" w:rsidRDefault="00D871D5" w:rsidP="00966B36">
      <w:pPr>
        <w:widowControl/>
        <w:spacing w:before="100" w:beforeAutospacing="1" w:after="100" w:afterAutospacing="1"/>
        <w:rPr>
          <w:rFonts w:ascii="Arial" w:hAnsi="Arial" w:cs="Arial"/>
          <w:sz w:val="24"/>
          <w:lang w:val="pl-PL"/>
        </w:rPr>
      </w:pPr>
      <w:r w:rsidRPr="00D871D5">
        <w:rPr>
          <w:rFonts w:ascii="Arial" w:hAnsi="Arial" w:cs="Arial"/>
          <w:sz w:val="24"/>
          <w:lang w:val="pl-PL"/>
        </w:rPr>
        <w:t>Jubileusz pierwszego roku działalności w Polsce</w:t>
      </w:r>
      <w:r w:rsidR="00653DE4">
        <w:rPr>
          <w:rFonts w:ascii="Arial" w:hAnsi="Arial" w:cs="Arial"/>
          <w:sz w:val="24"/>
          <w:lang w:val="pl-PL"/>
        </w:rPr>
        <w:t xml:space="preserve"> – który odbędzie się we wrześniu w Wa</w:t>
      </w:r>
      <w:r w:rsidR="00775968">
        <w:rPr>
          <w:rFonts w:ascii="Arial" w:hAnsi="Arial" w:cs="Arial"/>
          <w:sz w:val="24"/>
          <w:lang w:val="pl-PL"/>
        </w:rPr>
        <w:t>r</w:t>
      </w:r>
      <w:r w:rsidR="00653DE4">
        <w:rPr>
          <w:rFonts w:ascii="Arial" w:hAnsi="Arial" w:cs="Arial"/>
          <w:sz w:val="24"/>
          <w:lang w:val="pl-PL"/>
        </w:rPr>
        <w:t>szawie –</w:t>
      </w:r>
      <w:r w:rsidRPr="00D871D5">
        <w:rPr>
          <w:rFonts w:ascii="Arial" w:hAnsi="Arial" w:cs="Arial"/>
          <w:sz w:val="24"/>
          <w:lang w:val="pl-PL"/>
        </w:rPr>
        <w:t xml:space="preserve"> będzie okazją do zaprezentowania nowych modeli i umocnienia wizerunku OMODA &amp; JAECOO jako jednych z najbardziej dynamicznych graczy w branży motoryzacyjnej.</w:t>
      </w:r>
    </w:p>
    <w:p w14:paraId="102C90BF" w14:textId="5EA84B95" w:rsidR="00AE0072" w:rsidRDefault="007B307A" w:rsidP="006A462D">
      <w:pPr>
        <w:widowControl/>
        <w:spacing w:before="100" w:beforeAutospacing="1" w:after="100" w:afterAutospacing="1"/>
        <w:rPr>
          <w:rFonts w:ascii="Arial" w:hAnsi="Arial" w:cs="Arial"/>
          <w:b/>
          <w:bCs/>
          <w:sz w:val="24"/>
        </w:rPr>
      </w:pPr>
      <w:r>
        <w:rPr>
          <w:rFonts w:ascii="Arial" w:hAnsi="Arial" w:cs="Arial"/>
          <w:b/>
          <w:bCs/>
          <w:sz w:val="24"/>
        </w:rPr>
        <w:lastRenderedPageBreak/>
        <w:t>O</w:t>
      </w:r>
      <w:r w:rsidR="00AE0072">
        <w:rPr>
          <w:rFonts w:ascii="Arial" w:hAnsi="Arial" w:cs="Arial"/>
          <w:b/>
          <w:bCs/>
          <w:sz w:val="24"/>
        </w:rPr>
        <w:t>MODA &amp; JAECOO rośnie</w:t>
      </w:r>
      <w:r w:rsidR="004923F4">
        <w:rPr>
          <w:rFonts w:ascii="Arial" w:hAnsi="Arial" w:cs="Arial"/>
          <w:b/>
          <w:bCs/>
          <w:sz w:val="24"/>
        </w:rPr>
        <w:t xml:space="preserve"> na świecie</w:t>
      </w:r>
    </w:p>
    <w:p w14:paraId="1C8F57C0" w14:textId="58C9B179" w:rsidR="006A462D" w:rsidRDefault="00653DE4" w:rsidP="006A462D">
      <w:pPr>
        <w:widowControl/>
        <w:spacing w:before="100" w:beforeAutospacing="1" w:after="100" w:afterAutospacing="1"/>
        <w:rPr>
          <w:rFonts w:ascii="Arial" w:hAnsi="Arial" w:cs="Arial"/>
          <w:b/>
          <w:bCs/>
          <w:sz w:val="24"/>
          <w:lang w:val="pl-PL"/>
        </w:rPr>
      </w:pPr>
      <w:r>
        <w:rPr>
          <w:rFonts w:ascii="Arial" w:hAnsi="Arial" w:cs="Arial"/>
          <w:sz w:val="24"/>
          <w:lang w:val="pl-PL"/>
        </w:rPr>
        <w:t xml:space="preserve">Siłę marek </w:t>
      </w:r>
      <w:r w:rsidR="0031247F">
        <w:rPr>
          <w:rFonts w:ascii="Arial" w:hAnsi="Arial" w:cs="Arial"/>
          <w:sz w:val="24"/>
          <w:lang w:val="pl-PL"/>
        </w:rPr>
        <w:t xml:space="preserve">globalnie </w:t>
      </w:r>
      <w:r>
        <w:rPr>
          <w:rFonts w:ascii="Arial" w:hAnsi="Arial" w:cs="Arial"/>
          <w:sz w:val="24"/>
          <w:lang w:val="pl-PL"/>
        </w:rPr>
        <w:t xml:space="preserve">potwierdzają </w:t>
      </w:r>
      <w:r w:rsidR="0031247F">
        <w:rPr>
          <w:rFonts w:ascii="Arial" w:hAnsi="Arial" w:cs="Arial"/>
          <w:sz w:val="24"/>
          <w:lang w:val="pl-PL"/>
        </w:rPr>
        <w:t>ostatnie</w:t>
      </w:r>
      <w:r>
        <w:rPr>
          <w:rFonts w:ascii="Arial" w:hAnsi="Arial" w:cs="Arial"/>
          <w:sz w:val="24"/>
          <w:lang w:val="pl-PL"/>
        </w:rPr>
        <w:t xml:space="preserve"> wyniki</w:t>
      </w:r>
      <w:r w:rsidR="00AE0072">
        <w:rPr>
          <w:rFonts w:ascii="Arial" w:hAnsi="Arial" w:cs="Arial"/>
          <w:sz w:val="24"/>
          <w:lang w:val="pl-PL"/>
        </w:rPr>
        <w:t xml:space="preserve"> finansowe oraz obecność w ważnych rankingach biznesowych. </w:t>
      </w:r>
      <w:r w:rsidR="006A462D" w:rsidRPr="00AE0072">
        <w:rPr>
          <w:rFonts w:ascii="Arial" w:hAnsi="Arial" w:cs="Arial"/>
          <w:sz w:val="24"/>
          <w:lang w:val="pl-PL"/>
        </w:rPr>
        <w:t>W najnowszym badaniu J.D. Power China Sales Service Satisfaction Index (SSI)</w:t>
      </w:r>
      <w:r w:rsidR="004923F4">
        <w:rPr>
          <w:rFonts w:ascii="Arial" w:hAnsi="Arial" w:cs="Arial"/>
          <w:sz w:val="24"/>
          <w:lang w:val="pl-PL"/>
        </w:rPr>
        <w:t xml:space="preserve">, </w:t>
      </w:r>
      <w:r w:rsidR="006A462D" w:rsidRPr="00AE0072">
        <w:rPr>
          <w:rFonts w:ascii="Arial" w:hAnsi="Arial" w:cs="Arial"/>
          <w:sz w:val="24"/>
          <w:lang w:val="pl-PL"/>
        </w:rPr>
        <w:t>koncern</w:t>
      </w:r>
      <w:r w:rsidR="004923F4">
        <w:rPr>
          <w:rFonts w:ascii="Arial" w:hAnsi="Arial" w:cs="Arial"/>
          <w:sz w:val="24"/>
          <w:lang w:val="pl-PL"/>
        </w:rPr>
        <w:t xml:space="preserve"> Chery Group – właściciel marek OMODA &amp; JAECOO</w:t>
      </w:r>
      <w:r w:rsidR="006A462D" w:rsidRPr="00AE0072">
        <w:rPr>
          <w:rFonts w:ascii="Arial" w:hAnsi="Arial" w:cs="Arial"/>
          <w:sz w:val="24"/>
          <w:lang w:val="pl-PL"/>
        </w:rPr>
        <w:t xml:space="preserve"> zdobył pierwsze miejsce wśród marek niezależnych z wynikiem 766 punktów </w:t>
      </w:r>
      <w:r w:rsidR="005C4E9E">
        <w:rPr>
          <w:rFonts w:ascii="Arial" w:hAnsi="Arial" w:cs="Arial"/>
          <w:sz w:val="24"/>
          <w:lang w:val="pl-PL"/>
        </w:rPr>
        <w:t xml:space="preserve">już </w:t>
      </w:r>
      <w:r w:rsidR="006A462D" w:rsidRPr="00AE0072">
        <w:rPr>
          <w:rFonts w:ascii="Arial" w:hAnsi="Arial" w:cs="Arial"/>
          <w:sz w:val="24"/>
          <w:lang w:val="pl-PL"/>
        </w:rPr>
        <w:t>po raz drugi z rzędu</w:t>
      </w:r>
      <w:r w:rsidR="005C4E9E">
        <w:rPr>
          <w:rFonts w:ascii="Arial" w:hAnsi="Arial" w:cs="Arial"/>
          <w:sz w:val="24"/>
          <w:lang w:val="pl-PL"/>
        </w:rPr>
        <w:t xml:space="preserve">, </w:t>
      </w:r>
      <w:r w:rsidR="006A462D" w:rsidRPr="00AE0072">
        <w:rPr>
          <w:rFonts w:ascii="Arial" w:hAnsi="Arial" w:cs="Arial"/>
          <w:sz w:val="24"/>
          <w:lang w:val="pl-PL"/>
        </w:rPr>
        <w:t>oraz czwarte miejsce w całej branży.</w:t>
      </w:r>
    </w:p>
    <w:p w14:paraId="4250A5DB" w14:textId="376063D0" w:rsidR="006A462D" w:rsidRDefault="006A462D" w:rsidP="006A462D">
      <w:pPr>
        <w:widowControl/>
        <w:spacing w:before="100" w:beforeAutospacing="1" w:after="100" w:afterAutospacing="1"/>
        <w:rPr>
          <w:rFonts w:ascii="Arial" w:hAnsi="Arial" w:cs="Arial"/>
          <w:sz w:val="24"/>
          <w:lang w:val="pl-PL"/>
        </w:rPr>
      </w:pPr>
      <w:r w:rsidRPr="00056589">
        <w:rPr>
          <w:rFonts w:ascii="Arial" w:hAnsi="Arial" w:cs="Arial"/>
          <w:sz w:val="24"/>
          <w:lang w:val="pl-PL"/>
        </w:rPr>
        <w:t>Badanie J.D. Power, publikowane już po raz 26., ocenia ogólne zadowolenie właścicieli nowych pojazdów benzynowych z doświadczeń związanych z zakupem samochodu (</w:t>
      </w:r>
      <w:r>
        <w:rPr>
          <w:rFonts w:ascii="Arial" w:hAnsi="Arial" w:cs="Arial"/>
          <w:sz w:val="24"/>
          <w:lang w:val="pl-PL"/>
        </w:rPr>
        <w:t>auto użytkowane jest przez</w:t>
      </w:r>
      <w:r w:rsidRPr="00056589">
        <w:rPr>
          <w:rFonts w:ascii="Arial" w:hAnsi="Arial" w:cs="Arial"/>
          <w:sz w:val="24"/>
          <w:lang w:val="pl-PL"/>
        </w:rPr>
        <w:t xml:space="preserve"> </w:t>
      </w:r>
      <w:r>
        <w:rPr>
          <w:rFonts w:ascii="Arial" w:hAnsi="Arial" w:cs="Arial"/>
          <w:sz w:val="24"/>
          <w:lang w:val="pl-PL"/>
        </w:rPr>
        <w:t xml:space="preserve">okres </w:t>
      </w:r>
      <w:r w:rsidRPr="00056589">
        <w:rPr>
          <w:rFonts w:ascii="Arial" w:hAnsi="Arial" w:cs="Arial"/>
          <w:sz w:val="24"/>
          <w:lang w:val="pl-PL"/>
        </w:rPr>
        <w:t>od 2 do 6 miesięcy). W 2025 roku średnia satysfakcja z obsługi sprzedażowej wyniosła 762 punkty dla marek luksusowych i 757 dla marek popularnych – różnica zmniejszyła się z 8 punktów w ubiegłym roku do 5 punktów.</w:t>
      </w:r>
      <w:r w:rsidR="00472561">
        <w:rPr>
          <w:rFonts w:ascii="Arial" w:hAnsi="Arial" w:cs="Arial"/>
          <w:sz w:val="24"/>
          <w:lang w:val="pl-PL"/>
        </w:rPr>
        <w:t xml:space="preserve"> Chery Group</w:t>
      </w:r>
      <w:r w:rsidRPr="00056589">
        <w:rPr>
          <w:rFonts w:ascii="Arial" w:hAnsi="Arial" w:cs="Arial"/>
          <w:sz w:val="24"/>
          <w:lang w:val="pl-PL"/>
        </w:rPr>
        <w:t xml:space="preserve"> uzyskało w tym roku 766 punktów</w:t>
      </w:r>
      <w:r w:rsidR="005C4E9E">
        <w:rPr>
          <w:rFonts w:ascii="Arial" w:hAnsi="Arial" w:cs="Arial"/>
          <w:sz w:val="24"/>
          <w:lang w:val="pl-PL"/>
        </w:rPr>
        <w:t xml:space="preserve"> (</w:t>
      </w:r>
      <w:r w:rsidRPr="00056589">
        <w:rPr>
          <w:rFonts w:ascii="Arial" w:hAnsi="Arial" w:cs="Arial"/>
          <w:sz w:val="24"/>
          <w:lang w:val="pl-PL"/>
        </w:rPr>
        <w:t>o 5 więcej niż w 2024</w:t>
      </w:r>
      <w:r w:rsidR="005C4E9E">
        <w:rPr>
          <w:rFonts w:ascii="Arial" w:hAnsi="Arial" w:cs="Arial"/>
          <w:sz w:val="24"/>
          <w:lang w:val="pl-PL"/>
        </w:rPr>
        <w:t>)</w:t>
      </w:r>
      <w:r w:rsidRPr="005048B7">
        <w:rPr>
          <w:rFonts w:ascii="Arial" w:hAnsi="Arial" w:cs="Arial"/>
          <w:b/>
          <w:bCs/>
          <w:sz w:val="24"/>
          <w:lang w:val="pl-PL"/>
        </w:rPr>
        <w:t xml:space="preserve">, </w:t>
      </w:r>
      <w:r w:rsidRPr="00050F84">
        <w:rPr>
          <w:rFonts w:ascii="Arial" w:hAnsi="Arial" w:cs="Arial"/>
          <w:b/>
          <w:bCs/>
          <w:sz w:val="24"/>
          <w:lang w:val="pl-PL"/>
        </w:rPr>
        <w:t>zajmując 1. miejsce wśród marek niezależnych i 4. w całej branży.</w:t>
      </w:r>
      <w:r w:rsidR="00D25FCB">
        <w:rPr>
          <w:rFonts w:ascii="Arial" w:hAnsi="Arial" w:cs="Arial"/>
          <w:b/>
          <w:bCs/>
          <w:sz w:val="24"/>
          <w:lang w:val="pl-PL"/>
        </w:rPr>
        <w:t xml:space="preserve"> </w:t>
      </w:r>
      <w:r w:rsidR="00472561">
        <w:rPr>
          <w:rFonts w:ascii="Arial" w:hAnsi="Arial" w:cs="Arial"/>
          <w:sz w:val="24"/>
          <w:lang w:val="pl-PL"/>
        </w:rPr>
        <w:t>Koncern niedawno</w:t>
      </w:r>
      <w:r w:rsidR="00472561">
        <w:rPr>
          <w:rFonts w:ascii="Arial" w:hAnsi="Arial" w:cs="Arial"/>
          <w:sz w:val="24"/>
        </w:rPr>
        <w:t xml:space="preserve"> </w:t>
      </w:r>
      <w:r w:rsidR="00472561" w:rsidRPr="001B6A4F">
        <w:rPr>
          <w:rFonts w:ascii="Arial" w:hAnsi="Arial" w:cs="Arial"/>
          <w:sz w:val="24"/>
          <w:lang w:val="pl-PL"/>
        </w:rPr>
        <w:t>awans</w:t>
      </w:r>
      <w:r w:rsidR="00472561">
        <w:rPr>
          <w:rFonts w:ascii="Arial" w:hAnsi="Arial" w:cs="Arial"/>
          <w:sz w:val="24"/>
          <w:lang w:val="pl-PL"/>
        </w:rPr>
        <w:t xml:space="preserve">ował także </w:t>
      </w:r>
      <w:r w:rsidR="00472561" w:rsidRPr="001B6A4F">
        <w:rPr>
          <w:rFonts w:ascii="Arial" w:hAnsi="Arial" w:cs="Arial"/>
          <w:sz w:val="24"/>
          <w:lang w:val="pl-PL"/>
        </w:rPr>
        <w:t xml:space="preserve">w globalnym rankingu </w:t>
      </w:r>
      <w:r w:rsidRPr="00F1458E">
        <w:rPr>
          <w:rFonts w:ascii="Arial" w:hAnsi="Arial" w:cs="Arial"/>
          <w:b/>
          <w:bCs/>
          <w:sz w:val="24"/>
          <w:lang w:val="pl-PL"/>
        </w:rPr>
        <w:t>Fortune China 500,</w:t>
      </w:r>
      <w:r w:rsidRPr="00A4232A">
        <w:rPr>
          <w:rFonts w:ascii="Arial" w:hAnsi="Arial" w:cs="Arial"/>
          <w:sz w:val="24"/>
          <w:lang w:val="pl-PL"/>
        </w:rPr>
        <w:t xml:space="preserve"> zajmując 59. pozycję. Oznacza to awans o 41 miejsc w porównaniu z rokiem 2024 i potrójny skok w ciągu zaledwie trzech lat od pierwszego pojawienia się na liście w 2023 roku (168. miejsce, następnie 100., a teraz 59.).</w:t>
      </w:r>
    </w:p>
    <w:p w14:paraId="2AF7932F" w14:textId="26F6E127" w:rsidR="006A462D" w:rsidRPr="00A4232A" w:rsidRDefault="006A462D" w:rsidP="006A462D">
      <w:pPr>
        <w:widowControl/>
        <w:spacing w:before="100" w:beforeAutospacing="1" w:after="100" w:afterAutospacing="1"/>
        <w:rPr>
          <w:rFonts w:ascii="Arial" w:hAnsi="Arial" w:cs="Arial"/>
          <w:sz w:val="24"/>
          <w:lang w:val="pl-PL"/>
        </w:rPr>
      </w:pPr>
      <w:r w:rsidRPr="00A4232A">
        <w:rPr>
          <w:rFonts w:ascii="Arial" w:hAnsi="Arial" w:cs="Arial"/>
          <w:sz w:val="24"/>
          <w:lang w:val="pl-PL"/>
        </w:rPr>
        <w:t>OMODA &amp; JAECOO w błyskawicznym tempie ustanawiają rekordy w branży: w ciągu 26 miesięcy od powstania ich skumulowana globalna sprzedaż przekroczyła 570 000 pojazdów, co czyni je najszybciej rozwijającymi się markami na świecie, które osiągnęły pułap 500 000 sprzedanych aut. Udział marek w całkowitym eksporcie grupy wzrósł z 21% w 2023 roku do 37% w 2025 roku. Szczególnie imponujące wyniki odnotowano w segmencie pojazdów nowej energii (NEV). W pierwszym kwartale 2025 sprzedaż NEV wzrosła o 460% rok do roku, a w czerwcu stanowiła 51% całkowitej sprzedaży marek.</w:t>
      </w:r>
    </w:p>
    <w:p w14:paraId="55C90A75" w14:textId="16A7548E" w:rsidR="0028267F" w:rsidRPr="007E2F62" w:rsidRDefault="006908AB" w:rsidP="007B0919">
      <w:pPr>
        <w:widowControl/>
        <w:spacing w:before="100" w:beforeAutospacing="1" w:after="100" w:afterAutospacing="1"/>
        <w:rPr>
          <w:rFonts w:ascii="Arial" w:hAnsi="Arial" w:cs="Arial"/>
          <w:sz w:val="24"/>
          <w:lang w:val="pl-PL"/>
        </w:rPr>
      </w:pPr>
      <w:r w:rsidRPr="00E65E8B">
        <w:rPr>
          <w:rFonts w:ascii="Arial" w:hAnsi="Arial" w:cs="Arial"/>
          <w:sz w:val="24"/>
          <w:lang w:val="pl-PL"/>
        </w:rPr>
        <w:t xml:space="preserve">W lipcu sprzedaż </w:t>
      </w:r>
      <w:r>
        <w:rPr>
          <w:rFonts w:ascii="Arial" w:hAnsi="Arial" w:cs="Arial"/>
          <w:sz w:val="24"/>
          <w:lang w:val="pl-PL"/>
        </w:rPr>
        <w:t>OMODA &amp; JAECOO globalnie</w:t>
      </w:r>
      <w:r w:rsidRPr="00E65E8B">
        <w:rPr>
          <w:rFonts w:ascii="Arial" w:hAnsi="Arial" w:cs="Arial"/>
          <w:sz w:val="24"/>
          <w:lang w:val="pl-PL"/>
        </w:rPr>
        <w:t xml:space="preserve"> wyniosła </w:t>
      </w:r>
      <w:r w:rsidRPr="00E65E8B">
        <w:rPr>
          <w:rFonts w:ascii="Arial" w:hAnsi="Arial" w:cs="Arial"/>
          <w:b/>
          <w:bCs/>
          <w:sz w:val="24"/>
          <w:lang w:val="pl-PL"/>
        </w:rPr>
        <w:t>28 023 sztuki</w:t>
      </w:r>
      <w:r w:rsidRPr="00E65E8B">
        <w:rPr>
          <w:rFonts w:ascii="Arial" w:hAnsi="Arial" w:cs="Arial"/>
          <w:sz w:val="24"/>
          <w:lang w:val="pl-PL"/>
        </w:rPr>
        <w:t>, co oznacza wzrost o 38,8% rok do roku oraz o 3,8% w porównaniu z czerwcem. Do lipca 2025 r. łączna globalna sprzedaż w ciągu zaledwie 27 miesięcy</w:t>
      </w:r>
      <w:r>
        <w:rPr>
          <w:rFonts w:ascii="Arial" w:hAnsi="Arial" w:cs="Arial"/>
          <w:sz w:val="24"/>
          <w:lang w:val="pl-PL"/>
        </w:rPr>
        <w:t xml:space="preserve"> w 47 krajach</w:t>
      </w:r>
      <w:r w:rsidRPr="00E65E8B">
        <w:rPr>
          <w:rFonts w:ascii="Arial" w:hAnsi="Arial" w:cs="Arial"/>
          <w:sz w:val="24"/>
          <w:lang w:val="pl-PL"/>
        </w:rPr>
        <w:t xml:space="preserve"> przekroczyła 600 000 egzemplarzy – </w:t>
      </w:r>
      <w:r w:rsidR="007B2C14">
        <w:rPr>
          <w:rFonts w:ascii="Arial" w:hAnsi="Arial" w:cs="Arial"/>
          <w:sz w:val="24"/>
          <w:lang w:val="pl-PL"/>
        </w:rPr>
        <w:t xml:space="preserve">to </w:t>
      </w:r>
      <w:r w:rsidRPr="00E65E8B">
        <w:rPr>
          <w:rFonts w:ascii="Arial" w:hAnsi="Arial" w:cs="Arial"/>
          <w:sz w:val="24"/>
          <w:lang w:val="pl-PL"/>
        </w:rPr>
        <w:t xml:space="preserve">najszybszy </w:t>
      </w:r>
      <w:r w:rsidR="00FB72E7">
        <w:rPr>
          <w:rFonts w:ascii="Arial" w:hAnsi="Arial" w:cs="Arial"/>
          <w:sz w:val="24"/>
          <w:lang w:val="pl-PL"/>
        </w:rPr>
        <w:t>wzrost</w:t>
      </w:r>
      <w:r w:rsidRPr="00E65E8B">
        <w:rPr>
          <w:rFonts w:ascii="Arial" w:hAnsi="Arial" w:cs="Arial"/>
          <w:sz w:val="24"/>
          <w:lang w:val="pl-PL"/>
        </w:rPr>
        <w:t xml:space="preserve"> wśród nowych marek motoryzacyjnych na świecie</w:t>
      </w:r>
      <w:r w:rsidR="007E2F62">
        <w:rPr>
          <w:rFonts w:ascii="Arial" w:hAnsi="Arial" w:cs="Arial"/>
          <w:sz w:val="24"/>
          <w:lang w:val="pl-PL"/>
        </w:rPr>
        <w:t>.</w:t>
      </w:r>
    </w:p>
    <w:p w14:paraId="15613111" w14:textId="77777777" w:rsidR="00CD6254" w:rsidRPr="00843B8D" w:rsidRDefault="00CD6254" w:rsidP="00E80551">
      <w:pPr>
        <w:widowControl/>
        <w:spacing w:before="100" w:beforeAutospacing="1" w:after="100" w:afterAutospacing="1"/>
        <w:rPr>
          <w:rFonts w:ascii="Arial" w:hAnsi="Arial" w:cs="Arial"/>
          <w:b/>
          <w:bCs/>
          <w:sz w:val="24"/>
          <w:lang w:val="pl-PL"/>
        </w:rPr>
      </w:pPr>
    </w:p>
    <w:p w14:paraId="7B66EB27" w14:textId="2FCF899A" w:rsidR="004C0EBC" w:rsidRPr="000D6027" w:rsidRDefault="00DA3800" w:rsidP="00050608">
      <w:pPr>
        <w:widowControl/>
        <w:spacing w:before="100" w:beforeAutospacing="1" w:after="100" w:afterAutospacing="1"/>
        <w:jc w:val="center"/>
        <w:rPr>
          <w:rFonts w:ascii="Arial" w:hAnsi="Arial" w:cs="Arial"/>
          <w:kern w:val="0"/>
          <w:sz w:val="24"/>
          <w:lang w:val="pl-PL"/>
        </w:rPr>
      </w:pPr>
      <w:r>
        <w:rPr>
          <w:rFonts w:ascii="Arial" w:hAnsi="Arial" w:cs="Arial"/>
          <w:kern w:val="0"/>
          <w:sz w:val="24"/>
          <w:lang w:val="pl-PL"/>
        </w:rPr>
        <w:t>***</w:t>
      </w:r>
    </w:p>
    <w:p w14:paraId="30030D1C" w14:textId="77777777" w:rsidR="004C0EBC" w:rsidRPr="004C0EBC" w:rsidRDefault="004C0EBC" w:rsidP="00CB051C">
      <w:pPr>
        <w:widowControl/>
        <w:spacing w:after="120"/>
        <w:rPr>
          <w:rFonts w:ascii="Arial" w:hAnsi="Arial" w:cs="Arial"/>
          <w:b/>
          <w:bCs/>
          <w:kern w:val="0"/>
          <w:sz w:val="20"/>
          <w:szCs w:val="20"/>
          <w:lang w:val="pl-PL"/>
        </w:rPr>
      </w:pPr>
      <w:r w:rsidRPr="004C0EBC">
        <w:rPr>
          <w:rFonts w:ascii="Arial" w:hAnsi="Arial" w:cs="Arial"/>
          <w:b/>
          <w:bCs/>
          <w:kern w:val="0"/>
          <w:sz w:val="20"/>
          <w:szCs w:val="20"/>
          <w:lang w:val="pl-PL"/>
        </w:rPr>
        <w:t>O marce OMODA &amp; JAECOO</w:t>
      </w:r>
    </w:p>
    <w:p w14:paraId="001ABB6D" w14:textId="6A043FAB" w:rsidR="004C0EBC" w:rsidRPr="004C0EBC" w:rsidRDefault="004C0EBC" w:rsidP="00CB051C">
      <w:pPr>
        <w:widowControl/>
        <w:spacing w:after="120"/>
        <w:rPr>
          <w:rFonts w:ascii="Arial" w:hAnsi="Arial" w:cs="Arial"/>
          <w:kern w:val="0"/>
          <w:sz w:val="20"/>
          <w:szCs w:val="20"/>
          <w:lang w:val="pl-PL"/>
        </w:rPr>
      </w:pPr>
      <w:r w:rsidRPr="004C0EBC">
        <w:rPr>
          <w:rFonts w:ascii="Arial" w:hAnsi="Arial" w:cs="Arial"/>
          <w:kern w:val="0"/>
          <w:sz w:val="20"/>
          <w:szCs w:val="20"/>
          <w:lang w:val="pl-PL"/>
        </w:rPr>
        <w:lastRenderedPageBreak/>
        <w:t xml:space="preserve">OMODA &amp; JAECOO to pionierska marka motoryzacyjna należąca do wiodącego chińskiego producenta samochodów, Grupy CHERY. Dedykowana innowacyjnym i zrównoważonym rozwiązaniom w zakresie mobilności, OMODA &amp; JAECOO jest uosobieniem młodości, indywidualizmu i globalizacji, oferując różnorodną gamę pojazdów, w tym SUV-y typu crossover i miejskie SUV-y terenowe. Dzięki nowoczesnemu designowi, zaawansowanej, inteligentnej technologii i wyjątkowej wydajności, OMODA &amp; JAECOO ma sprostać zmieniającym się potrzebom współczesnych kierowców. OMODA &amp; JAECOO stawia na pierwszym miejscu wygodę użytkownika i zrównoważony styl życia, w który wpisane są nowe technologie. </w:t>
      </w:r>
    </w:p>
    <w:p w14:paraId="1C94E651" w14:textId="77777777" w:rsidR="004C0EBC" w:rsidRPr="004C0EBC" w:rsidRDefault="004C0EBC" w:rsidP="00CB051C">
      <w:pPr>
        <w:widowControl/>
        <w:spacing w:after="120"/>
        <w:rPr>
          <w:rFonts w:ascii="Arial" w:hAnsi="Arial" w:cs="Arial"/>
          <w:b/>
          <w:bCs/>
          <w:kern w:val="0"/>
          <w:sz w:val="20"/>
          <w:szCs w:val="20"/>
          <w:lang w:val="pl-PL"/>
        </w:rPr>
      </w:pPr>
      <w:r w:rsidRPr="004C0EBC">
        <w:rPr>
          <w:rFonts w:ascii="Arial" w:hAnsi="Arial" w:cs="Arial"/>
          <w:b/>
          <w:bCs/>
          <w:kern w:val="0"/>
          <w:sz w:val="20"/>
          <w:szCs w:val="20"/>
          <w:lang w:val="pl-PL"/>
        </w:rPr>
        <w:t>O Grupie CHERY</w:t>
      </w:r>
    </w:p>
    <w:p w14:paraId="68B85C17" w14:textId="1754813B" w:rsidR="004C0EBC" w:rsidRDefault="004C0EBC" w:rsidP="00CB051C">
      <w:pPr>
        <w:widowControl/>
        <w:spacing w:after="120"/>
        <w:rPr>
          <w:rFonts w:ascii="Arial" w:hAnsi="Arial" w:cs="Arial"/>
          <w:kern w:val="0"/>
          <w:sz w:val="20"/>
          <w:szCs w:val="20"/>
          <w:lang w:val="pl-PL"/>
        </w:rPr>
      </w:pPr>
      <w:r w:rsidRPr="004C0EBC">
        <w:rPr>
          <w:rFonts w:ascii="Arial" w:hAnsi="Arial" w:cs="Arial"/>
          <w:kern w:val="0"/>
          <w:sz w:val="20"/>
          <w:szCs w:val="20"/>
          <w:lang w:val="pl-PL"/>
        </w:rPr>
        <w:t>W 2024 r. skumulowana sprzedaż samochodów Grupa CHERY osiągnęła historyczny poziom ponad 2 600 000 sztuk, wzrastając o 38,4% w odniesieniu do roku poprzedniego i znacznie przekraczając średnią wzrostu branży. Roczne przychody Grupy po raz pierwszy przekroczyły 283 miliardów PLN, przy wzroście rok do roku o ponad 50%. Grupa wyeksportowała ponad 1 140 000 pojazdów (wzrost o 21.4% rok do roku), utrzymując pozycję największego chińskiego eksportera samochodów osobowych przez 22 lata z rzędu. Obecnie Grupa CHERY posiada bazę ponad 15 milionów klientów na całym świecie.</w:t>
      </w:r>
    </w:p>
    <w:p w14:paraId="1DE903C0" w14:textId="77777777" w:rsidR="001869F2" w:rsidRPr="004C0EBC" w:rsidRDefault="001869F2" w:rsidP="00CB051C">
      <w:pPr>
        <w:widowControl/>
        <w:spacing w:after="120"/>
        <w:rPr>
          <w:rFonts w:ascii="Arial" w:hAnsi="Arial" w:cs="Arial"/>
          <w:kern w:val="0"/>
          <w:sz w:val="20"/>
          <w:szCs w:val="20"/>
          <w:lang w:val="pl-PL"/>
        </w:rPr>
      </w:pPr>
    </w:p>
    <w:p w14:paraId="3C2A7C69" w14:textId="77777777" w:rsidR="00F90000" w:rsidRPr="005E6E05" w:rsidRDefault="00F90000" w:rsidP="00CB051C">
      <w:pPr>
        <w:pStyle w:val="Stopka"/>
        <w:spacing w:after="120"/>
        <w:jc w:val="both"/>
        <w:rPr>
          <w:rFonts w:ascii="Arial" w:hAnsi="Arial" w:cs="Arial"/>
          <w:sz w:val="20"/>
          <w:szCs w:val="20"/>
          <w:lang w:val="pl-PL"/>
        </w:rPr>
      </w:pPr>
    </w:p>
    <w:p w14:paraId="44F3A07C" w14:textId="77777777" w:rsidR="008B1401" w:rsidRPr="005E6E05" w:rsidRDefault="008B1401" w:rsidP="00CB051C">
      <w:pPr>
        <w:pStyle w:val="Stopka"/>
        <w:spacing w:after="120"/>
        <w:jc w:val="both"/>
        <w:rPr>
          <w:rFonts w:ascii="Arial" w:hAnsi="Arial" w:cs="Arial"/>
          <w:sz w:val="20"/>
          <w:szCs w:val="20"/>
          <w:lang w:val="pl-PL"/>
        </w:rPr>
      </w:pPr>
      <w:r w:rsidRPr="005E6E05">
        <w:rPr>
          <w:rFonts w:ascii="Arial" w:hAnsi="Arial" w:cs="Arial"/>
          <w:sz w:val="20"/>
          <w:szCs w:val="20"/>
          <w:lang w:val="pl-PL"/>
        </w:rPr>
        <w:t>Kontakt:</w:t>
      </w:r>
      <w:r w:rsidR="00A811EC" w:rsidRPr="005E6E05">
        <w:rPr>
          <w:rFonts w:ascii="Arial" w:hAnsi="Arial" w:cs="Arial"/>
          <w:sz w:val="20"/>
          <w:szCs w:val="20"/>
          <w:lang w:val="pl-PL"/>
        </w:rPr>
        <w:t xml:space="preserve"> </w:t>
      </w:r>
      <w:hyperlink r:id="rId11" w:history="1">
        <w:r w:rsidR="00A811EC" w:rsidRPr="005E6E05">
          <w:rPr>
            <w:rStyle w:val="Hipercze"/>
            <w:rFonts w:ascii="Arial" w:hAnsi="Arial" w:cs="Arial"/>
            <w:sz w:val="20"/>
            <w:szCs w:val="20"/>
            <w:lang w:val="pl-PL"/>
          </w:rPr>
          <w:t>pr@omodaauto.pl</w:t>
        </w:r>
      </w:hyperlink>
      <w:r w:rsidRPr="005E6E05">
        <w:rPr>
          <w:rFonts w:ascii="Arial" w:hAnsi="Arial" w:cs="Arial"/>
          <w:sz w:val="20"/>
          <w:szCs w:val="20"/>
          <w:lang w:val="pl-PL"/>
        </w:rPr>
        <w:t xml:space="preserve"> </w:t>
      </w:r>
    </w:p>
    <w:p w14:paraId="516094CE" w14:textId="77777777" w:rsidR="00A811EC" w:rsidRPr="005E6E05" w:rsidRDefault="00A811EC" w:rsidP="00CB051C">
      <w:pPr>
        <w:pStyle w:val="Stopka"/>
        <w:spacing w:after="120"/>
        <w:jc w:val="both"/>
        <w:rPr>
          <w:rFonts w:ascii="Arial" w:hAnsi="Arial" w:cs="Arial"/>
          <w:sz w:val="20"/>
          <w:szCs w:val="20"/>
          <w:lang w:val="pl-PL"/>
        </w:rPr>
      </w:pPr>
    </w:p>
    <w:p w14:paraId="013981ED" w14:textId="77777777" w:rsidR="00F90000" w:rsidRPr="005E6E05" w:rsidRDefault="00A32045" w:rsidP="00CB051C">
      <w:pPr>
        <w:pStyle w:val="Stopka"/>
        <w:spacing w:after="120"/>
        <w:jc w:val="both"/>
        <w:rPr>
          <w:rStyle w:val="Hipercze"/>
          <w:rFonts w:ascii="Arial" w:hAnsi="Arial" w:cs="Arial"/>
          <w:sz w:val="20"/>
          <w:szCs w:val="20"/>
          <w:lang w:val="pl-PL"/>
        </w:rPr>
      </w:pPr>
      <w:hyperlink r:id="rId12" w:history="1">
        <w:r w:rsidRPr="005E6E05">
          <w:rPr>
            <w:rStyle w:val="Hipercze"/>
            <w:rFonts w:ascii="Arial" w:hAnsi="Arial" w:cs="Arial"/>
            <w:sz w:val="20"/>
            <w:szCs w:val="20"/>
            <w:lang w:val="pl-PL"/>
          </w:rPr>
          <w:t>www.omodajaecoo.pl</w:t>
        </w:r>
      </w:hyperlink>
    </w:p>
    <w:p w14:paraId="163A0178" w14:textId="77777777" w:rsidR="00FD422F" w:rsidRPr="00BC6301" w:rsidRDefault="00FD422F" w:rsidP="00CB051C">
      <w:pPr>
        <w:pStyle w:val="Stopka"/>
        <w:spacing w:after="120"/>
        <w:jc w:val="both"/>
        <w:rPr>
          <w:rFonts w:ascii="Arial" w:hAnsi="Arial" w:cs="Arial"/>
          <w:color w:val="0000FF"/>
          <w:sz w:val="20"/>
          <w:szCs w:val="20"/>
          <w:u w:val="single"/>
          <w:lang w:val="pl-PL"/>
        </w:rPr>
      </w:pPr>
      <w:hyperlink r:id="rId13" w:history="1">
        <w:r w:rsidRPr="00BC6301">
          <w:rPr>
            <w:rStyle w:val="Hipercze"/>
            <w:rFonts w:ascii="Arial" w:hAnsi="Arial" w:cs="Arial"/>
            <w:sz w:val="20"/>
            <w:szCs w:val="20"/>
            <w:lang w:val="pl-PL"/>
          </w:rPr>
          <w:t>OMODA &amp; JAECOO LinkedIn</w:t>
        </w:r>
      </w:hyperlink>
      <w:r w:rsidRPr="00BC6301">
        <w:rPr>
          <w:rFonts w:ascii="Arial" w:hAnsi="Arial" w:cs="Arial"/>
          <w:sz w:val="20"/>
          <w:szCs w:val="20"/>
          <w:lang w:val="pl-PL"/>
        </w:rPr>
        <w:t xml:space="preserve"> </w:t>
      </w:r>
    </w:p>
    <w:p w14:paraId="4A571E0E" w14:textId="77777777" w:rsidR="00FD422F" w:rsidRPr="00BC6301" w:rsidRDefault="00FD422F" w:rsidP="00CB051C">
      <w:pPr>
        <w:pStyle w:val="Stopka"/>
        <w:spacing w:after="120"/>
        <w:jc w:val="both"/>
        <w:rPr>
          <w:rFonts w:ascii="Arial" w:hAnsi="Arial" w:cs="Arial"/>
          <w:sz w:val="20"/>
          <w:szCs w:val="20"/>
          <w:lang w:val="pl-PL"/>
        </w:rPr>
      </w:pPr>
      <w:hyperlink r:id="rId14" w:history="1">
        <w:r w:rsidRPr="00BC6301">
          <w:rPr>
            <w:rStyle w:val="Hipercze"/>
            <w:rFonts w:ascii="Arial" w:hAnsi="Arial" w:cs="Arial"/>
            <w:sz w:val="20"/>
            <w:szCs w:val="20"/>
            <w:lang w:val="pl-PL"/>
          </w:rPr>
          <w:t>OMODA &amp; JAECOO Facebook</w:t>
        </w:r>
      </w:hyperlink>
      <w:r w:rsidRPr="00BC6301">
        <w:rPr>
          <w:rFonts w:ascii="Arial" w:hAnsi="Arial" w:cs="Arial"/>
          <w:sz w:val="20"/>
          <w:szCs w:val="20"/>
          <w:lang w:val="pl-PL"/>
        </w:rPr>
        <w:t xml:space="preserve">  </w:t>
      </w:r>
    </w:p>
    <w:p w14:paraId="0B28CCAD" w14:textId="77777777" w:rsidR="00FD422F" w:rsidRPr="005E6E05" w:rsidRDefault="00FD422F" w:rsidP="00CB051C">
      <w:pPr>
        <w:pStyle w:val="Stopka"/>
        <w:spacing w:after="120"/>
        <w:jc w:val="both"/>
        <w:rPr>
          <w:rFonts w:ascii="Arial" w:hAnsi="Arial" w:cs="Arial"/>
          <w:sz w:val="20"/>
          <w:szCs w:val="20"/>
          <w:lang w:val="pl-PL"/>
        </w:rPr>
      </w:pPr>
      <w:hyperlink r:id="rId15" w:history="1">
        <w:r w:rsidRPr="005E6E05">
          <w:rPr>
            <w:rStyle w:val="Hipercze"/>
            <w:rFonts w:ascii="Arial" w:hAnsi="Arial" w:cs="Arial"/>
            <w:sz w:val="20"/>
            <w:szCs w:val="20"/>
            <w:lang w:val="pl-PL"/>
          </w:rPr>
          <w:t>OMODA &amp; JAECOO Instagram</w:t>
        </w:r>
      </w:hyperlink>
      <w:r w:rsidRPr="005E6E05">
        <w:rPr>
          <w:rFonts w:ascii="Arial" w:hAnsi="Arial" w:cs="Arial"/>
          <w:sz w:val="20"/>
          <w:szCs w:val="20"/>
          <w:lang w:val="pl-PL"/>
        </w:rPr>
        <w:t xml:space="preserve"> </w:t>
      </w:r>
    </w:p>
    <w:p w14:paraId="3740D2E1" w14:textId="77777777" w:rsidR="00CA3B05" w:rsidRPr="005E6E05" w:rsidRDefault="00FD422F" w:rsidP="00CB051C">
      <w:pPr>
        <w:pStyle w:val="Stopka"/>
        <w:spacing w:after="120"/>
        <w:jc w:val="both"/>
        <w:rPr>
          <w:rFonts w:ascii="Arial" w:hAnsi="Arial" w:cs="Arial"/>
          <w:sz w:val="20"/>
          <w:szCs w:val="20"/>
          <w:lang w:val="pl-PL"/>
        </w:rPr>
      </w:pPr>
      <w:hyperlink r:id="rId16" w:history="1">
        <w:r w:rsidRPr="005E6E05">
          <w:rPr>
            <w:rStyle w:val="Hipercze"/>
            <w:rFonts w:ascii="Arial" w:hAnsi="Arial" w:cs="Arial"/>
            <w:sz w:val="20"/>
            <w:szCs w:val="20"/>
            <w:lang w:val="pl-PL"/>
          </w:rPr>
          <w:t>OMODA &amp; JAECOO Youtube</w:t>
        </w:r>
      </w:hyperlink>
      <w:r w:rsidR="006F6C0A" w:rsidRPr="005E6E05">
        <w:rPr>
          <w:rFonts w:ascii="Arial" w:hAnsi="Arial" w:cs="Arial"/>
          <w:sz w:val="20"/>
          <w:szCs w:val="20"/>
          <w:lang w:val="pl-PL"/>
        </w:rPr>
        <w:t xml:space="preserve"> </w:t>
      </w:r>
    </w:p>
    <w:sectPr w:rsidR="00CA3B05" w:rsidRPr="005E6E05" w:rsidSect="006C21F5">
      <w:headerReference w:type="default" r:id="rId17"/>
      <w:pgSz w:w="11906" w:h="16838"/>
      <w:pgMar w:top="2041" w:right="1797" w:bottom="1474" w:left="179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75A49" w14:textId="77777777" w:rsidR="000D2854" w:rsidRDefault="000D2854">
      <w:r>
        <w:separator/>
      </w:r>
    </w:p>
  </w:endnote>
  <w:endnote w:type="continuationSeparator" w:id="0">
    <w:p w14:paraId="07ED5515" w14:textId="77777777" w:rsidR="000D2854" w:rsidRDefault="000D2854">
      <w:r>
        <w:continuationSeparator/>
      </w:r>
    </w:p>
  </w:endnote>
  <w:endnote w:type="continuationNotice" w:id="1">
    <w:p w14:paraId="24C87F00" w14:textId="77777777" w:rsidR="000D2854" w:rsidRDefault="000D28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pingfang sc">
    <w:altName w:val="Microsoft YaHei"/>
    <w:panose1 w:val="00000000000000000000"/>
    <w:charset w:val="00"/>
    <w:family w:val="roman"/>
    <w:notTrueType/>
    <w:pitch w:val="default"/>
  </w:font>
  <w:font w:name="Helvetica Neue">
    <w:altName w:val="Arial"/>
    <w:charset w:val="00"/>
    <w:family w:val="auto"/>
    <w:pitch w:val="default"/>
    <w:sig w:usb0="E50002FF" w:usb1="500079DB" w:usb2="00000010" w:usb3="00000000" w:csb0="00000000" w:csb1="00000000"/>
  </w:font>
  <w:font w:name="Liberation Serif">
    <w:altName w:val="Times New Roman"/>
    <w:charset w:val="01"/>
    <w:family w:val="roman"/>
    <w:pitch w:val="variable"/>
  </w:font>
  <w:font w:name="Songti SC">
    <w:altName w:val="Cambria"/>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F9E8B3" w14:textId="77777777" w:rsidR="000D2854" w:rsidRDefault="000D2854">
      <w:r>
        <w:separator/>
      </w:r>
    </w:p>
  </w:footnote>
  <w:footnote w:type="continuationSeparator" w:id="0">
    <w:p w14:paraId="2F9DF86D" w14:textId="77777777" w:rsidR="000D2854" w:rsidRDefault="000D2854">
      <w:r>
        <w:continuationSeparator/>
      </w:r>
    </w:p>
  </w:footnote>
  <w:footnote w:type="continuationNotice" w:id="1">
    <w:p w14:paraId="539253B7" w14:textId="77777777" w:rsidR="000D2854" w:rsidRDefault="000D28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36F39" w14:textId="0D4B464C" w:rsidR="00F910EA" w:rsidRDefault="00F910EA">
    <w:pPr>
      <w:pStyle w:val="Nagwek"/>
      <w:rPr>
        <w:noProof/>
      </w:rPr>
    </w:pPr>
    <w:r>
      <w:rPr>
        <w:rFonts w:hint="eastAsia"/>
        <w:noProof/>
      </w:rPr>
      <w:drawing>
        <wp:anchor distT="0" distB="0" distL="114300" distR="114300" simplePos="0" relativeHeight="251658240" behindDoc="1" locked="0" layoutInCell="1" allowOverlap="1" wp14:anchorId="1A386651" wp14:editId="5CCA3D4F">
          <wp:simplePos x="0" y="0"/>
          <wp:positionH relativeFrom="page">
            <wp:align>right</wp:align>
          </wp:positionH>
          <wp:positionV relativeFrom="paragraph">
            <wp:posOffset>-540385</wp:posOffset>
          </wp:positionV>
          <wp:extent cx="7560310" cy="10692130"/>
          <wp:effectExtent l="0" t="0" r="2540" b="0"/>
          <wp:wrapNone/>
          <wp:docPr id="1" name="图片 1" descr="0000.00.00-【】-OMODA&amp;JAECOO模版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 descr="0000.00.00-【】-OMODA&amp;JAECOO模版新"/>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E3D64B" w14:textId="56DD9288" w:rsidR="00CA3B05" w:rsidRDefault="00CA3B0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5060"/>
    <w:multiLevelType w:val="hybridMultilevel"/>
    <w:tmpl w:val="6E203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9D2245"/>
    <w:multiLevelType w:val="multilevel"/>
    <w:tmpl w:val="AD5C4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8D1B70"/>
    <w:multiLevelType w:val="hybridMultilevel"/>
    <w:tmpl w:val="BBB80F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336DBF"/>
    <w:multiLevelType w:val="hybridMultilevel"/>
    <w:tmpl w:val="5F2CA0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3E47DA"/>
    <w:multiLevelType w:val="multilevel"/>
    <w:tmpl w:val="5E263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567A9A"/>
    <w:multiLevelType w:val="multilevel"/>
    <w:tmpl w:val="7E748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CC42AE"/>
    <w:multiLevelType w:val="multilevel"/>
    <w:tmpl w:val="837CC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B7701C"/>
    <w:multiLevelType w:val="hybridMultilevel"/>
    <w:tmpl w:val="5888CD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12F5E31"/>
    <w:multiLevelType w:val="hybridMultilevel"/>
    <w:tmpl w:val="A9BAB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795861"/>
    <w:multiLevelType w:val="hybridMultilevel"/>
    <w:tmpl w:val="8794BF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5130F18"/>
    <w:multiLevelType w:val="hybridMultilevel"/>
    <w:tmpl w:val="8820A97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6C275224"/>
    <w:multiLevelType w:val="hybridMultilevel"/>
    <w:tmpl w:val="04CC7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91C0B96"/>
    <w:multiLevelType w:val="hybridMultilevel"/>
    <w:tmpl w:val="175C6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AF549AC"/>
    <w:multiLevelType w:val="hybridMultilevel"/>
    <w:tmpl w:val="1B4ED636"/>
    <w:lvl w:ilvl="0" w:tplc="04150001">
      <w:start w:val="1"/>
      <w:numFmt w:val="bullet"/>
      <w:lvlText w:val=""/>
      <w:lvlJc w:val="left"/>
      <w:pPr>
        <w:ind w:left="4754" w:hanging="360"/>
      </w:pPr>
      <w:rPr>
        <w:rFonts w:ascii="Symbol" w:hAnsi="Symbol" w:hint="default"/>
      </w:rPr>
    </w:lvl>
    <w:lvl w:ilvl="1" w:tplc="04150003">
      <w:start w:val="1"/>
      <w:numFmt w:val="bullet"/>
      <w:lvlText w:val="o"/>
      <w:lvlJc w:val="left"/>
      <w:pPr>
        <w:ind w:left="2999" w:hanging="360"/>
      </w:pPr>
      <w:rPr>
        <w:rFonts w:ascii="Courier New" w:hAnsi="Courier New" w:cs="Courier New" w:hint="default"/>
      </w:rPr>
    </w:lvl>
    <w:lvl w:ilvl="2" w:tplc="04150005">
      <w:start w:val="1"/>
      <w:numFmt w:val="bullet"/>
      <w:lvlText w:val=""/>
      <w:lvlJc w:val="left"/>
      <w:pPr>
        <w:ind w:left="3719" w:hanging="360"/>
      </w:pPr>
      <w:rPr>
        <w:rFonts w:ascii="Wingdings" w:hAnsi="Wingdings" w:hint="default"/>
      </w:rPr>
    </w:lvl>
    <w:lvl w:ilvl="3" w:tplc="04150001">
      <w:start w:val="1"/>
      <w:numFmt w:val="bullet"/>
      <w:lvlText w:val=""/>
      <w:lvlJc w:val="left"/>
      <w:pPr>
        <w:ind w:left="4439" w:hanging="360"/>
      </w:pPr>
      <w:rPr>
        <w:rFonts w:ascii="Symbol" w:hAnsi="Symbol" w:hint="default"/>
      </w:rPr>
    </w:lvl>
    <w:lvl w:ilvl="4" w:tplc="04150003">
      <w:start w:val="1"/>
      <w:numFmt w:val="bullet"/>
      <w:lvlText w:val="o"/>
      <w:lvlJc w:val="left"/>
      <w:pPr>
        <w:ind w:left="5159" w:hanging="360"/>
      </w:pPr>
      <w:rPr>
        <w:rFonts w:ascii="Courier New" w:hAnsi="Courier New" w:cs="Courier New" w:hint="default"/>
      </w:rPr>
    </w:lvl>
    <w:lvl w:ilvl="5" w:tplc="04150005">
      <w:start w:val="1"/>
      <w:numFmt w:val="bullet"/>
      <w:lvlText w:val=""/>
      <w:lvlJc w:val="left"/>
      <w:pPr>
        <w:ind w:left="5879" w:hanging="360"/>
      </w:pPr>
      <w:rPr>
        <w:rFonts w:ascii="Wingdings" w:hAnsi="Wingdings" w:hint="default"/>
      </w:rPr>
    </w:lvl>
    <w:lvl w:ilvl="6" w:tplc="04150001">
      <w:start w:val="1"/>
      <w:numFmt w:val="bullet"/>
      <w:lvlText w:val=""/>
      <w:lvlJc w:val="left"/>
      <w:pPr>
        <w:ind w:left="6599" w:hanging="360"/>
      </w:pPr>
      <w:rPr>
        <w:rFonts w:ascii="Symbol" w:hAnsi="Symbol" w:hint="default"/>
      </w:rPr>
    </w:lvl>
    <w:lvl w:ilvl="7" w:tplc="04150003">
      <w:start w:val="1"/>
      <w:numFmt w:val="bullet"/>
      <w:lvlText w:val="o"/>
      <w:lvlJc w:val="left"/>
      <w:pPr>
        <w:ind w:left="7319" w:hanging="360"/>
      </w:pPr>
      <w:rPr>
        <w:rFonts w:ascii="Courier New" w:hAnsi="Courier New" w:cs="Courier New" w:hint="default"/>
      </w:rPr>
    </w:lvl>
    <w:lvl w:ilvl="8" w:tplc="04150005">
      <w:start w:val="1"/>
      <w:numFmt w:val="bullet"/>
      <w:lvlText w:val=""/>
      <w:lvlJc w:val="left"/>
      <w:pPr>
        <w:ind w:left="8039" w:hanging="360"/>
      </w:pPr>
      <w:rPr>
        <w:rFonts w:ascii="Wingdings" w:hAnsi="Wingdings" w:hint="default"/>
      </w:rPr>
    </w:lvl>
  </w:abstractNum>
  <w:abstractNum w:abstractNumId="14" w15:restartNumberingAfterBreak="0">
    <w:nsid w:val="7E973A83"/>
    <w:multiLevelType w:val="multilevel"/>
    <w:tmpl w:val="C4989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4936922">
    <w:abstractNumId w:val="8"/>
  </w:num>
  <w:num w:numId="2" w16cid:durableId="2143499441">
    <w:abstractNumId w:val="13"/>
  </w:num>
  <w:num w:numId="3" w16cid:durableId="449011283">
    <w:abstractNumId w:val="10"/>
  </w:num>
  <w:num w:numId="4" w16cid:durableId="266229940">
    <w:abstractNumId w:val="13"/>
  </w:num>
  <w:num w:numId="5" w16cid:durableId="2007130990">
    <w:abstractNumId w:val="0"/>
  </w:num>
  <w:num w:numId="6" w16cid:durableId="1130200158">
    <w:abstractNumId w:val="9"/>
  </w:num>
  <w:num w:numId="7" w16cid:durableId="1139567611">
    <w:abstractNumId w:val="6"/>
  </w:num>
  <w:num w:numId="8" w16cid:durableId="297535770">
    <w:abstractNumId w:val="11"/>
  </w:num>
  <w:num w:numId="9" w16cid:durableId="1360156660">
    <w:abstractNumId w:val="12"/>
  </w:num>
  <w:num w:numId="10" w16cid:durableId="1973175116">
    <w:abstractNumId w:val="3"/>
  </w:num>
  <w:num w:numId="11" w16cid:durableId="1829637557">
    <w:abstractNumId w:val="2"/>
  </w:num>
  <w:num w:numId="12" w16cid:durableId="292565226">
    <w:abstractNumId w:val="7"/>
  </w:num>
  <w:num w:numId="13" w16cid:durableId="1329480277">
    <w:abstractNumId w:val="4"/>
  </w:num>
  <w:num w:numId="14" w16cid:durableId="1567062415">
    <w:abstractNumId w:val="1"/>
  </w:num>
  <w:num w:numId="15" w16cid:durableId="1002929997">
    <w:abstractNumId w:val="5"/>
  </w:num>
  <w:num w:numId="16" w16cid:durableId="114762507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bordersDoNotSurroundHeader/>
  <w:bordersDoNotSurroundFooter/>
  <w:attachedTemplate r:id="rId1"/>
  <w:defaultTabStop w:val="420"/>
  <w:hyphenationZone w:val="425"/>
  <w:drawingGridVerticalSpacing w:val="156"/>
  <w:noPunctuationKerning/>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ZkNDNhYWRkMTc1MzY3ZjEwMDI1NjY4Zjc5ZWVmMGIifQ=="/>
  </w:docVars>
  <w:rsids>
    <w:rsidRoot w:val="002913B2"/>
    <w:rsid w:val="BCDDE2D7"/>
    <w:rsid w:val="BF3EB185"/>
    <w:rsid w:val="BFEEF512"/>
    <w:rsid w:val="DC7FCFD4"/>
    <w:rsid w:val="DDBAED14"/>
    <w:rsid w:val="EB7BF696"/>
    <w:rsid w:val="F7305473"/>
    <w:rsid w:val="F7ABF546"/>
    <w:rsid w:val="000012F2"/>
    <w:rsid w:val="00001E8D"/>
    <w:rsid w:val="00002DFA"/>
    <w:rsid w:val="000039A4"/>
    <w:rsid w:val="00004729"/>
    <w:rsid w:val="00006FD3"/>
    <w:rsid w:val="00007530"/>
    <w:rsid w:val="00007905"/>
    <w:rsid w:val="000103DF"/>
    <w:rsid w:val="000105F6"/>
    <w:rsid w:val="000113EA"/>
    <w:rsid w:val="00011590"/>
    <w:rsid w:val="00013182"/>
    <w:rsid w:val="0001585A"/>
    <w:rsid w:val="00015BD4"/>
    <w:rsid w:val="00016456"/>
    <w:rsid w:val="000178FD"/>
    <w:rsid w:val="00020B66"/>
    <w:rsid w:val="00020DC1"/>
    <w:rsid w:val="000229C4"/>
    <w:rsid w:val="00022C3A"/>
    <w:rsid w:val="00023AC1"/>
    <w:rsid w:val="0002455C"/>
    <w:rsid w:val="000256DF"/>
    <w:rsid w:val="00026A09"/>
    <w:rsid w:val="00026D20"/>
    <w:rsid w:val="00026DE9"/>
    <w:rsid w:val="00027572"/>
    <w:rsid w:val="000324AB"/>
    <w:rsid w:val="00032917"/>
    <w:rsid w:val="00032C6C"/>
    <w:rsid w:val="0003565E"/>
    <w:rsid w:val="00036318"/>
    <w:rsid w:val="000374AF"/>
    <w:rsid w:val="00037721"/>
    <w:rsid w:val="00040EB5"/>
    <w:rsid w:val="000424E4"/>
    <w:rsid w:val="00042F17"/>
    <w:rsid w:val="0004326A"/>
    <w:rsid w:val="00043DAA"/>
    <w:rsid w:val="00044E35"/>
    <w:rsid w:val="000505AC"/>
    <w:rsid w:val="00050608"/>
    <w:rsid w:val="00050F84"/>
    <w:rsid w:val="00051248"/>
    <w:rsid w:val="00051BA8"/>
    <w:rsid w:val="000521C6"/>
    <w:rsid w:val="00053574"/>
    <w:rsid w:val="00053689"/>
    <w:rsid w:val="00053C01"/>
    <w:rsid w:val="00054BBE"/>
    <w:rsid w:val="000551BD"/>
    <w:rsid w:val="000558D7"/>
    <w:rsid w:val="00056504"/>
    <w:rsid w:val="00056589"/>
    <w:rsid w:val="00057291"/>
    <w:rsid w:val="0006045F"/>
    <w:rsid w:val="0006122F"/>
    <w:rsid w:val="0006307A"/>
    <w:rsid w:val="00063182"/>
    <w:rsid w:val="00063673"/>
    <w:rsid w:val="00063BEE"/>
    <w:rsid w:val="00064FB0"/>
    <w:rsid w:val="00066EA4"/>
    <w:rsid w:val="00070875"/>
    <w:rsid w:val="00072E91"/>
    <w:rsid w:val="00074F15"/>
    <w:rsid w:val="00075C69"/>
    <w:rsid w:val="00077339"/>
    <w:rsid w:val="000776E3"/>
    <w:rsid w:val="00082918"/>
    <w:rsid w:val="000837F5"/>
    <w:rsid w:val="00084DA9"/>
    <w:rsid w:val="00086B79"/>
    <w:rsid w:val="0008711C"/>
    <w:rsid w:val="00087292"/>
    <w:rsid w:val="00087962"/>
    <w:rsid w:val="0009050E"/>
    <w:rsid w:val="00091ABE"/>
    <w:rsid w:val="000921EE"/>
    <w:rsid w:val="0009251F"/>
    <w:rsid w:val="0009446D"/>
    <w:rsid w:val="00094912"/>
    <w:rsid w:val="0009557F"/>
    <w:rsid w:val="000955F7"/>
    <w:rsid w:val="000959B1"/>
    <w:rsid w:val="000962D6"/>
    <w:rsid w:val="000971AE"/>
    <w:rsid w:val="00097DB2"/>
    <w:rsid w:val="000A1231"/>
    <w:rsid w:val="000A1525"/>
    <w:rsid w:val="000A1D63"/>
    <w:rsid w:val="000A4FA6"/>
    <w:rsid w:val="000A641F"/>
    <w:rsid w:val="000A6B6D"/>
    <w:rsid w:val="000A729A"/>
    <w:rsid w:val="000B0887"/>
    <w:rsid w:val="000B10D8"/>
    <w:rsid w:val="000B120B"/>
    <w:rsid w:val="000B1AE9"/>
    <w:rsid w:val="000B5622"/>
    <w:rsid w:val="000B57C1"/>
    <w:rsid w:val="000B5B4E"/>
    <w:rsid w:val="000B7513"/>
    <w:rsid w:val="000C203B"/>
    <w:rsid w:val="000C2F83"/>
    <w:rsid w:val="000C3CC1"/>
    <w:rsid w:val="000C53B8"/>
    <w:rsid w:val="000D09FE"/>
    <w:rsid w:val="000D1038"/>
    <w:rsid w:val="000D183F"/>
    <w:rsid w:val="000D188B"/>
    <w:rsid w:val="000D22C3"/>
    <w:rsid w:val="000D2854"/>
    <w:rsid w:val="000D2B0E"/>
    <w:rsid w:val="000D5DDE"/>
    <w:rsid w:val="000D6027"/>
    <w:rsid w:val="000D689B"/>
    <w:rsid w:val="000E1AD2"/>
    <w:rsid w:val="000E1CDB"/>
    <w:rsid w:val="000E22B0"/>
    <w:rsid w:val="000E4AD3"/>
    <w:rsid w:val="000E4B22"/>
    <w:rsid w:val="000E6488"/>
    <w:rsid w:val="000E67BF"/>
    <w:rsid w:val="000F0035"/>
    <w:rsid w:val="000F0BAA"/>
    <w:rsid w:val="000F341A"/>
    <w:rsid w:val="000F4171"/>
    <w:rsid w:val="000F4511"/>
    <w:rsid w:val="000F4E53"/>
    <w:rsid w:val="000F51E6"/>
    <w:rsid w:val="000F717D"/>
    <w:rsid w:val="000F77C6"/>
    <w:rsid w:val="00100044"/>
    <w:rsid w:val="00100170"/>
    <w:rsid w:val="001014A8"/>
    <w:rsid w:val="00102424"/>
    <w:rsid w:val="00103012"/>
    <w:rsid w:val="001045E8"/>
    <w:rsid w:val="00105FC5"/>
    <w:rsid w:val="0010604A"/>
    <w:rsid w:val="0010664F"/>
    <w:rsid w:val="00111375"/>
    <w:rsid w:val="00111893"/>
    <w:rsid w:val="00113AC9"/>
    <w:rsid w:val="00115F21"/>
    <w:rsid w:val="001178DA"/>
    <w:rsid w:val="0012014F"/>
    <w:rsid w:val="00120ECB"/>
    <w:rsid w:val="00121209"/>
    <w:rsid w:val="0012186A"/>
    <w:rsid w:val="00122112"/>
    <w:rsid w:val="001223D4"/>
    <w:rsid w:val="00122CFC"/>
    <w:rsid w:val="00123C7B"/>
    <w:rsid w:val="00124C8D"/>
    <w:rsid w:val="00124D0D"/>
    <w:rsid w:val="00124F70"/>
    <w:rsid w:val="001272C2"/>
    <w:rsid w:val="00133907"/>
    <w:rsid w:val="00133C5E"/>
    <w:rsid w:val="001353DD"/>
    <w:rsid w:val="00135BAC"/>
    <w:rsid w:val="00135E94"/>
    <w:rsid w:val="00136CD2"/>
    <w:rsid w:val="001372FE"/>
    <w:rsid w:val="00141784"/>
    <w:rsid w:val="00143093"/>
    <w:rsid w:val="00143DFC"/>
    <w:rsid w:val="0014439D"/>
    <w:rsid w:val="001476C5"/>
    <w:rsid w:val="00147B08"/>
    <w:rsid w:val="001521A5"/>
    <w:rsid w:val="001538D8"/>
    <w:rsid w:val="00154A5D"/>
    <w:rsid w:val="001604E0"/>
    <w:rsid w:val="0016268A"/>
    <w:rsid w:val="00162A35"/>
    <w:rsid w:val="00162F81"/>
    <w:rsid w:val="0016348C"/>
    <w:rsid w:val="00164096"/>
    <w:rsid w:val="00164597"/>
    <w:rsid w:val="00166457"/>
    <w:rsid w:val="00166C04"/>
    <w:rsid w:val="001673B7"/>
    <w:rsid w:val="00167A21"/>
    <w:rsid w:val="001702EC"/>
    <w:rsid w:val="00170A2B"/>
    <w:rsid w:val="00172311"/>
    <w:rsid w:val="00174CA6"/>
    <w:rsid w:val="00174E85"/>
    <w:rsid w:val="00176125"/>
    <w:rsid w:val="00181A14"/>
    <w:rsid w:val="00182301"/>
    <w:rsid w:val="00182975"/>
    <w:rsid w:val="001830F6"/>
    <w:rsid w:val="0018323D"/>
    <w:rsid w:val="00183299"/>
    <w:rsid w:val="0018386B"/>
    <w:rsid w:val="00183D13"/>
    <w:rsid w:val="001843FD"/>
    <w:rsid w:val="0018477D"/>
    <w:rsid w:val="001869F2"/>
    <w:rsid w:val="001878C3"/>
    <w:rsid w:val="00187D8F"/>
    <w:rsid w:val="001903EB"/>
    <w:rsid w:val="001906AF"/>
    <w:rsid w:val="0019168C"/>
    <w:rsid w:val="00192A20"/>
    <w:rsid w:val="00193FE0"/>
    <w:rsid w:val="00195913"/>
    <w:rsid w:val="00195CA4"/>
    <w:rsid w:val="00196D7D"/>
    <w:rsid w:val="001A0260"/>
    <w:rsid w:val="001A0D5E"/>
    <w:rsid w:val="001A2672"/>
    <w:rsid w:val="001A2FE2"/>
    <w:rsid w:val="001A3E1F"/>
    <w:rsid w:val="001A41E6"/>
    <w:rsid w:val="001A43D6"/>
    <w:rsid w:val="001A5137"/>
    <w:rsid w:val="001A7347"/>
    <w:rsid w:val="001A7F3E"/>
    <w:rsid w:val="001B117A"/>
    <w:rsid w:val="001B277A"/>
    <w:rsid w:val="001B2B6D"/>
    <w:rsid w:val="001B3F9A"/>
    <w:rsid w:val="001B60A3"/>
    <w:rsid w:val="001B6A4F"/>
    <w:rsid w:val="001B7D96"/>
    <w:rsid w:val="001C0888"/>
    <w:rsid w:val="001C1E21"/>
    <w:rsid w:val="001C23E7"/>
    <w:rsid w:val="001C2ADE"/>
    <w:rsid w:val="001C3EB6"/>
    <w:rsid w:val="001C5E8F"/>
    <w:rsid w:val="001C7822"/>
    <w:rsid w:val="001D1071"/>
    <w:rsid w:val="001D1E04"/>
    <w:rsid w:val="001E14E4"/>
    <w:rsid w:val="001E19AF"/>
    <w:rsid w:val="001E573D"/>
    <w:rsid w:val="001E5B70"/>
    <w:rsid w:val="001E5CB4"/>
    <w:rsid w:val="001E5D61"/>
    <w:rsid w:val="001E6556"/>
    <w:rsid w:val="001F0190"/>
    <w:rsid w:val="001F0A3D"/>
    <w:rsid w:val="001F1102"/>
    <w:rsid w:val="001F2507"/>
    <w:rsid w:val="001F3FA5"/>
    <w:rsid w:val="001F4204"/>
    <w:rsid w:val="001F43DF"/>
    <w:rsid w:val="001F472F"/>
    <w:rsid w:val="001F5C7C"/>
    <w:rsid w:val="001F6631"/>
    <w:rsid w:val="002007FD"/>
    <w:rsid w:val="002011BC"/>
    <w:rsid w:val="002012DD"/>
    <w:rsid w:val="00201751"/>
    <w:rsid w:val="00204290"/>
    <w:rsid w:val="0020456E"/>
    <w:rsid w:val="002067A6"/>
    <w:rsid w:val="002073A2"/>
    <w:rsid w:val="00207DEC"/>
    <w:rsid w:val="002105A4"/>
    <w:rsid w:val="00210646"/>
    <w:rsid w:val="0021082E"/>
    <w:rsid w:val="00211CC8"/>
    <w:rsid w:val="00212C7D"/>
    <w:rsid w:val="00212F94"/>
    <w:rsid w:val="00214B4F"/>
    <w:rsid w:val="002171B0"/>
    <w:rsid w:val="00220D0A"/>
    <w:rsid w:val="00220F04"/>
    <w:rsid w:val="002221DB"/>
    <w:rsid w:val="00222900"/>
    <w:rsid w:val="00223743"/>
    <w:rsid w:val="00223796"/>
    <w:rsid w:val="00224F07"/>
    <w:rsid w:val="0022672D"/>
    <w:rsid w:val="0022735A"/>
    <w:rsid w:val="0022774F"/>
    <w:rsid w:val="00230CD6"/>
    <w:rsid w:val="002332CA"/>
    <w:rsid w:val="0023368B"/>
    <w:rsid w:val="00235ADB"/>
    <w:rsid w:val="00240518"/>
    <w:rsid w:val="00241CE0"/>
    <w:rsid w:val="00243424"/>
    <w:rsid w:val="002443D3"/>
    <w:rsid w:val="0024549D"/>
    <w:rsid w:val="002455F5"/>
    <w:rsid w:val="00246339"/>
    <w:rsid w:val="00246CF1"/>
    <w:rsid w:val="00246EB0"/>
    <w:rsid w:val="0025044E"/>
    <w:rsid w:val="00252144"/>
    <w:rsid w:val="00253A43"/>
    <w:rsid w:val="0025591F"/>
    <w:rsid w:val="00257180"/>
    <w:rsid w:val="002608C8"/>
    <w:rsid w:val="00266CBA"/>
    <w:rsid w:val="0026730C"/>
    <w:rsid w:val="00267B0A"/>
    <w:rsid w:val="00267DB8"/>
    <w:rsid w:val="00270DF6"/>
    <w:rsid w:val="00271306"/>
    <w:rsid w:val="00271E24"/>
    <w:rsid w:val="002735C5"/>
    <w:rsid w:val="00273E91"/>
    <w:rsid w:val="00274499"/>
    <w:rsid w:val="0027458A"/>
    <w:rsid w:val="00274BC7"/>
    <w:rsid w:val="00274BE3"/>
    <w:rsid w:val="00275353"/>
    <w:rsid w:val="00275CD2"/>
    <w:rsid w:val="00276BD0"/>
    <w:rsid w:val="0028201E"/>
    <w:rsid w:val="00282172"/>
    <w:rsid w:val="0028267F"/>
    <w:rsid w:val="00282C8C"/>
    <w:rsid w:val="00283BEC"/>
    <w:rsid w:val="00283E29"/>
    <w:rsid w:val="00283EB6"/>
    <w:rsid w:val="0028577D"/>
    <w:rsid w:val="0028658F"/>
    <w:rsid w:val="00286FC8"/>
    <w:rsid w:val="00287C36"/>
    <w:rsid w:val="002913B2"/>
    <w:rsid w:val="002925E0"/>
    <w:rsid w:val="00293092"/>
    <w:rsid w:val="00293767"/>
    <w:rsid w:val="00293783"/>
    <w:rsid w:val="00293C7D"/>
    <w:rsid w:val="00293DDD"/>
    <w:rsid w:val="0029426A"/>
    <w:rsid w:val="00294EEE"/>
    <w:rsid w:val="00295965"/>
    <w:rsid w:val="002960CA"/>
    <w:rsid w:val="00296D8E"/>
    <w:rsid w:val="00297E0F"/>
    <w:rsid w:val="002A03E9"/>
    <w:rsid w:val="002A15D3"/>
    <w:rsid w:val="002A230F"/>
    <w:rsid w:val="002A26CA"/>
    <w:rsid w:val="002A2734"/>
    <w:rsid w:val="002A312A"/>
    <w:rsid w:val="002A5362"/>
    <w:rsid w:val="002A5EF6"/>
    <w:rsid w:val="002A69CE"/>
    <w:rsid w:val="002A7BE8"/>
    <w:rsid w:val="002A7ECC"/>
    <w:rsid w:val="002A7FF9"/>
    <w:rsid w:val="002B1DED"/>
    <w:rsid w:val="002B2752"/>
    <w:rsid w:val="002B27F6"/>
    <w:rsid w:val="002B4877"/>
    <w:rsid w:val="002B55ED"/>
    <w:rsid w:val="002B68A2"/>
    <w:rsid w:val="002B6C79"/>
    <w:rsid w:val="002B76FC"/>
    <w:rsid w:val="002C019B"/>
    <w:rsid w:val="002C3664"/>
    <w:rsid w:val="002C3922"/>
    <w:rsid w:val="002C3B35"/>
    <w:rsid w:val="002C4407"/>
    <w:rsid w:val="002D0F44"/>
    <w:rsid w:val="002D2410"/>
    <w:rsid w:val="002D2819"/>
    <w:rsid w:val="002D2EC0"/>
    <w:rsid w:val="002D3C13"/>
    <w:rsid w:val="002D3EC7"/>
    <w:rsid w:val="002D40BF"/>
    <w:rsid w:val="002D47DA"/>
    <w:rsid w:val="002D5096"/>
    <w:rsid w:val="002D528D"/>
    <w:rsid w:val="002D765C"/>
    <w:rsid w:val="002E0063"/>
    <w:rsid w:val="002E153C"/>
    <w:rsid w:val="002E27F9"/>
    <w:rsid w:val="002E2EE0"/>
    <w:rsid w:val="002E369F"/>
    <w:rsid w:val="002E3F98"/>
    <w:rsid w:val="002E4A5D"/>
    <w:rsid w:val="002E4D17"/>
    <w:rsid w:val="002E54C0"/>
    <w:rsid w:val="002E56F6"/>
    <w:rsid w:val="002E6EFF"/>
    <w:rsid w:val="002E741C"/>
    <w:rsid w:val="002E7E2A"/>
    <w:rsid w:val="002F0F95"/>
    <w:rsid w:val="002F1A15"/>
    <w:rsid w:val="002F1D82"/>
    <w:rsid w:val="002F5CBB"/>
    <w:rsid w:val="002F72CA"/>
    <w:rsid w:val="002F7C0D"/>
    <w:rsid w:val="003002DA"/>
    <w:rsid w:val="00301853"/>
    <w:rsid w:val="00302652"/>
    <w:rsid w:val="00305751"/>
    <w:rsid w:val="003062FB"/>
    <w:rsid w:val="003073DC"/>
    <w:rsid w:val="00307C73"/>
    <w:rsid w:val="00310620"/>
    <w:rsid w:val="003107C4"/>
    <w:rsid w:val="0031247F"/>
    <w:rsid w:val="00314346"/>
    <w:rsid w:val="003167CA"/>
    <w:rsid w:val="00316AE3"/>
    <w:rsid w:val="00316D5B"/>
    <w:rsid w:val="00320B3D"/>
    <w:rsid w:val="00320E25"/>
    <w:rsid w:val="00321552"/>
    <w:rsid w:val="003223B6"/>
    <w:rsid w:val="0032285D"/>
    <w:rsid w:val="00323591"/>
    <w:rsid w:val="00323D1C"/>
    <w:rsid w:val="0032418E"/>
    <w:rsid w:val="00324F9C"/>
    <w:rsid w:val="00325607"/>
    <w:rsid w:val="0032628A"/>
    <w:rsid w:val="00326C0B"/>
    <w:rsid w:val="00326C17"/>
    <w:rsid w:val="00326EDB"/>
    <w:rsid w:val="0032745D"/>
    <w:rsid w:val="00327878"/>
    <w:rsid w:val="003308FC"/>
    <w:rsid w:val="00332492"/>
    <w:rsid w:val="00332C88"/>
    <w:rsid w:val="003334CA"/>
    <w:rsid w:val="0033487B"/>
    <w:rsid w:val="003352DF"/>
    <w:rsid w:val="00335E17"/>
    <w:rsid w:val="003365DD"/>
    <w:rsid w:val="00340F4C"/>
    <w:rsid w:val="003411F7"/>
    <w:rsid w:val="003413EC"/>
    <w:rsid w:val="00342500"/>
    <w:rsid w:val="00342CAE"/>
    <w:rsid w:val="003446AB"/>
    <w:rsid w:val="00344F49"/>
    <w:rsid w:val="0035043D"/>
    <w:rsid w:val="0035097B"/>
    <w:rsid w:val="00354DF6"/>
    <w:rsid w:val="00354F37"/>
    <w:rsid w:val="0035563A"/>
    <w:rsid w:val="003565D8"/>
    <w:rsid w:val="00360CEA"/>
    <w:rsid w:val="00361212"/>
    <w:rsid w:val="00364E04"/>
    <w:rsid w:val="00365079"/>
    <w:rsid w:val="00370EDE"/>
    <w:rsid w:val="0037375D"/>
    <w:rsid w:val="00373C3A"/>
    <w:rsid w:val="00376365"/>
    <w:rsid w:val="0037668C"/>
    <w:rsid w:val="003773F6"/>
    <w:rsid w:val="00381C77"/>
    <w:rsid w:val="00382303"/>
    <w:rsid w:val="0038230B"/>
    <w:rsid w:val="00384406"/>
    <w:rsid w:val="003860FB"/>
    <w:rsid w:val="00386F79"/>
    <w:rsid w:val="00387078"/>
    <w:rsid w:val="003876D5"/>
    <w:rsid w:val="0039031E"/>
    <w:rsid w:val="0039136E"/>
    <w:rsid w:val="00392E97"/>
    <w:rsid w:val="003933B2"/>
    <w:rsid w:val="00393A18"/>
    <w:rsid w:val="00394545"/>
    <w:rsid w:val="00394E1F"/>
    <w:rsid w:val="00396037"/>
    <w:rsid w:val="0039636B"/>
    <w:rsid w:val="00396A0D"/>
    <w:rsid w:val="00397ABB"/>
    <w:rsid w:val="00397DB2"/>
    <w:rsid w:val="003A0113"/>
    <w:rsid w:val="003A209C"/>
    <w:rsid w:val="003A2765"/>
    <w:rsid w:val="003A3D68"/>
    <w:rsid w:val="003A4177"/>
    <w:rsid w:val="003A5C2C"/>
    <w:rsid w:val="003A6358"/>
    <w:rsid w:val="003A69D1"/>
    <w:rsid w:val="003A7989"/>
    <w:rsid w:val="003A7A44"/>
    <w:rsid w:val="003B2134"/>
    <w:rsid w:val="003B38F3"/>
    <w:rsid w:val="003B4D36"/>
    <w:rsid w:val="003B52E6"/>
    <w:rsid w:val="003B5662"/>
    <w:rsid w:val="003B589C"/>
    <w:rsid w:val="003B647A"/>
    <w:rsid w:val="003C0C80"/>
    <w:rsid w:val="003C21E1"/>
    <w:rsid w:val="003C22F5"/>
    <w:rsid w:val="003C3A0F"/>
    <w:rsid w:val="003C4B74"/>
    <w:rsid w:val="003C631F"/>
    <w:rsid w:val="003C7864"/>
    <w:rsid w:val="003D25B6"/>
    <w:rsid w:val="003D2AFA"/>
    <w:rsid w:val="003D5BF4"/>
    <w:rsid w:val="003D75A4"/>
    <w:rsid w:val="003D7C52"/>
    <w:rsid w:val="003D7ECC"/>
    <w:rsid w:val="003E3EBF"/>
    <w:rsid w:val="003E3ED1"/>
    <w:rsid w:val="003E4EA1"/>
    <w:rsid w:val="003E50D0"/>
    <w:rsid w:val="003E5162"/>
    <w:rsid w:val="003E5B8C"/>
    <w:rsid w:val="003E6ABE"/>
    <w:rsid w:val="003E7666"/>
    <w:rsid w:val="003F007B"/>
    <w:rsid w:val="003F12F2"/>
    <w:rsid w:val="003F1641"/>
    <w:rsid w:val="003F2416"/>
    <w:rsid w:val="003F359E"/>
    <w:rsid w:val="003F3E9C"/>
    <w:rsid w:val="003F44CC"/>
    <w:rsid w:val="003F6B8F"/>
    <w:rsid w:val="003F7592"/>
    <w:rsid w:val="004004FF"/>
    <w:rsid w:val="004006D3"/>
    <w:rsid w:val="00402707"/>
    <w:rsid w:val="00405EFC"/>
    <w:rsid w:val="004078B0"/>
    <w:rsid w:val="0041018D"/>
    <w:rsid w:val="00410397"/>
    <w:rsid w:val="004105E7"/>
    <w:rsid w:val="00410AB7"/>
    <w:rsid w:val="004125CF"/>
    <w:rsid w:val="00413C79"/>
    <w:rsid w:val="0041560D"/>
    <w:rsid w:val="004163A7"/>
    <w:rsid w:val="0041738C"/>
    <w:rsid w:val="00421C3F"/>
    <w:rsid w:val="00423A4D"/>
    <w:rsid w:val="004240DD"/>
    <w:rsid w:val="00425228"/>
    <w:rsid w:val="00431389"/>
    <w:rsid w:val="00431CD0"/>
    <w:rsid w:val="0043245A"/>
    <w:rsid w:val="004325AC"/>
    <w:rsid w:val="00432C3D"/>
    <w:rsid w:val="00433C4E"/>
    <w:rsid w:val="00433F06"/>
    <w:rsid w:val="004368A1"/>
    <w:rsid w:val="004410C6"/>
    <w:rsid w:val="004446C7"/>
    <w:rsid w:val="00444AF8"/>
    <w:rsid w:val="00445227"/>
    <w:rsid w:val="00447815"/>
    <w:rsid w:val="00451123"/>
    <w:rsid w:val="004563E3"/>
    <w:rsid w:val="00456E61"/>
    <w:rsid w:val="004578E2"/>
    <w:rsid w:val="00457E2B"/>
    <w:rsid w:val="00460E1E"/>
    <w:rsid w:val="00462337"/>
    <w:rsid w:val="004627D8"/>
    <w:rsid w:val="00462A32"/>
    <w:rsid w:val="00462F96"/>
    <w:rsid w:val="0046412A"/>
    <w:rsid w:val="00466CDC"/>
    <w:rsid w:val="00470879"/>
    <w:rsid w:val="00472561"/>
    <w:rsid w:val="00476F30"/>
    <w:rsid w:val="00477117"/>
    <w:rsid w:val="00480105"/>
    <w:rsid w:val="0048055F"/>
    <w:rsid w:val="00480848"/>
    <w:rsid w:val="0048089E"/>
    <w:rsid w:val="004809D9"/>
    <w:rsid w:val="004816C1"/>
    <w:rsid w:val="00483172"/>
    <w:rsid w:val="00483E32"/>
    <w:rsid w:val="00483FED"/>
    <w:rsid w:val="004871E5"/>
    <w:rsid w:val="004873B6"/>
    <w:rsid w:val="00491B44"/>
    <w:rsid w:val="004923F4"/>
    <w:rsid w:val="004939DF"/>
    <w:rsid w:val="00494CD7"/>
    <w:rsid w:val="00494F52"/>
    <w:rsid w:val="00496E33"/>
    <w:rsid w:val="00497109"/>
    <w:rsid w:val="004971B6"/>
    <w:rsid w:val="004A0950"/>
    <w:rsid w:val="004A2133"/>
    <w:rsid w:val="004A2BA3"/>
    <w:rsid w:val="004A3A38"/>
    <w:rsid w:val="004A479A"/>
    <w:rsid w:val="004A5184"/>
    <w:rsid w:val="004A6321"/>
    <w:rsid w:val="004A79AA"/>
    <w:rsid w:val="004B05EB"/>
    <w:rsid w:val="004B16CD"/>
    <w:rsid w:val="004B37A7"/>
    <w:rsid w:val="004B5136"/>
    <w:rsid w:val="004B56B4"/>
    <w:rsid w:val="004B64FF"/>
    <w:rsid w:val="004B6937"/>
    <w:rsid w:val="004C0BEE"/>
    <w:rsid w:val="004C0EBC"/>
    <w:rsid w:val="004C24A4"/>
    <w:rsid w:val="004C2793"/>
    <w:rsid w:val="004C2920"/>
    <w:rsid w:val="004C2EF7"/>
    <w:rsid w:val="004C35FE"/>
    <w:rsid w:val="004C3FCB"/>
    <w:rsid w:val="004C4A7F"/>
    <w:rsid w:val="004C5CD9"/>
    <w:rsid w:val="004C6AA5"/>
    <w:rsid w:val="004D0114"/>
    <w:rsid w:val="004D1658"/>
    <w:rsid w:val="004D167A"/>
    <w:rsid w:val="004D3096"/>
    <w:rsid w:val="004D3E29"/>
    <w:rsid w:val="004D4C90"/>
    <w:rsid w:val="004D4CB5"/>
    <w:rsid w:val="004D6C25"/>
    <w:rsid w:val="004D78DE"/>
    <w:rsid w:val="004E06B1"/>
    <w:rsid w:val="004E1938"/>
    <w:rsid w:val="004E313D"/>
    <w:rsid w:val="004E5058"/>
    <w:rsid w:val="004E5A2A"/>
    <w:rsid w:val="004E6177"/>
    <w:rsid w:val="004F0CEF"/>
    <w:rsid w:val="004F2247"/>
    <w:rsid w:val="004F24B8"/>
    <w:rsid w:val="004F353E"/>
    <w:rsid w:val="004F363A"/>
    <w:rsid w:val="004F5D6F"/>
    <w:rsid w:val="004F7AEB"/>
    <w:rsid w:val="0050254C"/>
    <w:rsid w:val="005044C4"/>
    <w:rsid w:val="005048B7"/>
    <w:rsid w:val="005051A9"/>
    <w:rsid w:val="00505C5E"/>
    <w:rsid w:val="00507F33"/>
    <w:rsid w:val="0051014B"/>
    <w:rsid w:val="00510765"/>
    <w:rsid w:val="0051173F"/>
    <w:rsid w:val="005118DD"/>
    <w:rsid w:val="00513598"/>
    <w:rsid w:val="0051444D"/>
    <w:rsid w:val="00514A5D"/>
    <w:rsid w:val="00515CA8"/>
    <w:rsid w:val="005171CC"/>
    <w:rsid w:val="005175F2"/>
    <w:rsid w:val="00520DB5"/>
    <w:rsid w:val="0052296F"/>
    <w:rsid w:val="005241CB"/>
    <w:rsid w:val="00524616"/>
    <w:rsid w:val="00524F9E"/>
    <w:rsid w:val="0052529E"/>
    <w:rsid w:val="00525975"/>
    <w:rsid w:val="00526D5D"/>
    <w:rsid w:val="0053090C"/>
    <w:rsid w:val="00530996"/>
    <w:rsid w:val="00530AF8"/>
    <w:rsid w:val="00530E9A"/>
    <w:rsid w:val="00531BC7"/>
    <w:rsid w:val="0053347D"/>
    <w:rsid w:val="00533706"/>
    <w:rsid w:val="005339E1"/>
    <w:rsid w:val="005366F5"/>
    <w:rsid w:val="00537901"/>
    <w:rsid w:val="00541146"/>
    <w:rsid w:val="005413CB"/>
    <w:rsid w:val="0054203B"/>
    <w:rsid w:val="00542714"/>
    <w:rsid w:val="00542FDE"/>
    <w:rsid w:val="00543A4F"/>
    <w:rsid w:val="00544D2E"/>
    <w:rsid w:val="0054596C"/>
    <w:rsid w:val="00547478"/>
    <w:rsid w:val="00550799"/>
    <w:rsid w:val="00550EFA"/>
    <w:rsid w:val="00552D1A"/>
    <w:rsid w:val="0055350C"/>
    <w:rsid w:val="0055454B"/>
    <w:rsid w:val="00555773"/>
    <w:rsid w:val="005565D5"/>
    <w:rsid w:val="00557311"/>
    <w:rsid w:val="0055731A"/>
    <w:rsid w:val="00557C43"/>
    <w:rsid w:val="00560D1F"/>
    <w:rsid w:val="005613BF"/>
    <w:rsid w:val="00566BE4"/>
    <w:rsid w:val="00567D90"/>
    <w:rsid w:val="00570281"/>
    <w:rsid w:val="00574380"/>
    <w:rsid w:val="0057482D"/>
    <w:rsid w:val="00574AB8"/>
    <w:rsid w:val="00581927"/>
    <w:rsid w:val="00581CB6"/>
    <w:rsid w:val="00583ECA"/>
    <w:rsid w:val="00584959"/>
    <w:rsid w:val="00585824"/>
    <w:rsid w:val="00590F3A"/>
    <w:rsid w:val="00592C87"/>
    <w:rsid w:val="00595528"/>
    <w:rsid w:val="005974F1"/>
    <w:rsid w:val="005A00CE"/>
    <w:rsid w:val="005A00F2"/>
    <w:rsid w:val="005A02CF"/>
    <w:rsid w:val="005A0F8C"/>
    <w:rsid w:val="005A1057"/>
    <w:rsid w:val="005A18A1"/>
    <w:rsid w:val="005A229A"/>
    <w:rsid w:val="005A329C"/>
    <w:rsid w:val="005A34CE"/>
    <w:rsid w:val="005A3A3C"/>
    <w:rsid w:val="005A441D"/>
    <w:rsid w:val="005A46C8"/>
    <w:rsid w:val="005A5702"/>
    <w:rsid w:val="005B10E2"/>
    <w:rsid w:val="005B40AC"/>
    <w:rsid w:val="005B45F0"/>
    <w:rsid w:val="005B727F"/>
    <w:rsid w:val="005B78FB"/>
    <w:rsid w:val="005C0190"/>
    <w:rsid w:val="005C0454"/>
    <w:rsid w:val="005C1EB8"/>
    <w:rsid w:val="005C217B"/>
    <w:rsid w:val="005C32A4"/>
    <w:rsid w:val="005C4C6B"/>
    <w:rsid w:val="005C4E9E"/>
    <w:rsid w:val="005C560D"/>
    <w:rsid w:val="005C6078"/>
    <w:rsid w:val="005C6754"/>
    <w:rsid w:val="005C7990"/>
    <w:rsid w:val="005D020C"/>
    <w:rsid w:val="005D19D2"/>
    <w:rsid w:val="005D3CD3"/>
    <w:rsid w:val="005D46D8"/>
    <w:rsid w:val="005D5336"/>
    <w:rsid w:val="005D742B"/>
    <w:rsid w:val="005D7BCA"/>
    <w:rsid w:val="005D7C4F"/>
    <w:rsid w:val="005E12B4"/>
    <w:rsid w:val="005E43A0"/>
    <w:rsid w:val="005E4EA4"/>
    <w:rsid w:val="005E69AD"/>
    <w:rsid w:val="005E6E05"/>
    <w:rsid w:val="005E7634"/>
    <w:rsid w:val="005F19BF"/>
    <w:rsid w:val="005F4388"/>
    <w:rsid w:val="005F460F"/>
    <w:rsid w:val="005F5430"/>
    <w:rsid w:val="005F73EC"/>
    <w:rsid w:val="00600071"/>
    <w:rsid w:val="00601AB9"/>
    <w:rsid w:val="006025B3"/>
    <w:rsid w:val="0060382E"/>
    <w:rsid w:val="006038E0"/>
    <w:rsid w:val="00603F21"/>
    <w:rsid w:val="00604734"/>
    <w:rsid w:val="00604B43"/>
    <w:rsid w:val="0060613D"/>
    <w:rsid w:val="00606E53"/>
    <w:rsid w:val="00610186"/>
    <w:rsid w:val="00610341"/>
    <w:rsid w:val="00610ECA"/>
    <w:rsid w:val="00612901"/>
    <w:rsid w:val="00612C76"/>
    <w:rsid w:val="00613A21"/>
    <w:rsid w:val="00614378"/>
    <w:rsid w:val="00615911"/>
    <w:rsid w:val="00615ABC"/>
    <w:rsid w:val="00615B3B"/>
    <w:rsid w:val="00615D35"/>
    <w:rsid w:val="00616FE1"/>
    <w:rsid w:val="006202D1"/>
    <w:rsid w:val="00620D25"/>
    <w:rsid w:val="006214C7"/>
    <w:rsid w:val="006223F0"/>
    <w:rsid w:val="00623C9C"/>
    <w:rsid w:val="00624CFE"/>
    <w:rsid w:val="00625769"/>
    <w:rsid w:val="006271A4"/>
    <w:rsid w:val="0062740E"/>
    <w:rsid w:val="0063123B"/>
    <w:rsid w:val="00631D71"/>
    <w:rsid w:val="00631DB6"/>
    <w:rsid w:val="00632F43"/>
    <w:rsid w:val="00632F80"/>
    <w:rsid w:val="00633AC1"/>
    <w:rsid w:val="00633F83"/>
    <w:rsid w:val="0063436F"/>
    <w:rsid w:val="006358CF"/>
    <w:rsid w:val="00637A83"/>
    <w:rsid w:val="006408F2"/>
    <w:rsid w:val="00640E1A"/>
    <w:rsid w:val="00641ED9"/>
    <w:rsid w:val="00647904"/>
    <w:rsid w:val="0065150C"/>
    <w:rsid w:val="00653DE4"/>
    <w:rsid w:val="0065425B"/>
    <w:rsid w:val="0066035C"/>
    <w:rsid w:val="006638F3"/>
    <w:rsid w:val="00663A0C"/>
    <w:rsid w:val="0066404E"/>
    <w:rsid w:val="006645A1"/>
    <w:rsid w:val="00665833"/>
    <w:rsid w:val="00665D70"/>
    <w:rsid w:val="0066674A"/>
    <w:rsid w:val="0066755F"/>
    <w:rsid w:val="00667799"/>
    <w:rsid w:val="00667D0B"/>
    <w:rsid w:val="00670492"/>
    <w:rsid w:val="00673A10"/>
    <w:rsid w:val="00675094"/>
    <w:rsid w:val="00676B5A"/>
    <w:rsid w:val="00677D8E"/>
    <w:rsid w:val="00680A93"/>
    <w:rsid w:val="00681951"/>
    <w:rsid w:val="00682C5B"/>
    <w:rsid w:val="00682D11"/>
    <w:rsid w:val="00683D9A"/>
    <w:rsid w:val="00683EA2"/>
    <w:rsid w:val="006844FF"/>
    <w:rsid w:val="006861FB"/>
    <w:rsid w:val="00686D83"/>
    <w:rsid w:val="00687F0B"/>
    <w:rsid w:val="00690737"/>
    <w:rsid w:val="006908AB"/>
    <w:rsid w:val="00690B11"/>
    <w:rsid w:val="00690E4E"/>
    <w:rsid w:val="00692F24"/>
    <w:rsid w:val="0069416C"/>
    <w:rsid w:val="00694ED3"/>
    <w:rsid w:val="006952D7"/>
    <w:rsid w:val="006968CB"/>
    <w:rsid w:val="00697CC6"/>
    <w:rsid w:val="006A1E9F"/>
    <w:rsid w:val="006A30D7"/>
    <w:rsid w:val="006A3DA4"/>
    <w:rsid w:val="006A462D"/>
    <w:rsid w:val="006A54F2"/>
    <w:rsid w:val="006A6378"/>
    <w:rsid w:val="006A77CE"/>
    <w:rsid w:val="006B02E8"/>
    <w:rsid w:val="006B0F03"/>
    <w:rsid w:val="006B2F07"/>
    <w:rsid w:val="006B33C3"/>
    <w:rsid w:val="006B33D2"/>
    <w:rsid w:val="006B4124"/>
    <w:rsid w:val="006B4842"/>
    <w:rsid w:val="006B49D7"/>
    <w:rsid w:val="006B5762"/>
    <w:rsid w:val="006B58FF"/>
    <w:rsid w:val="006C1117"/>
    <w:rsid w:val="006C194C"/>
    <w:rsid w:val="006C1E97"/>
    <w:rsid w:val="006C21F5"/>
    <w:rsid w:val="006C2DD9"/>
    <w:rsid w:val="006C5A32"/>
    <w:rsid w:val="006C635B"/>
    <w:rsid w:val="006D0E73"/>
    <w:rsid w:val="006D4DF4"/>
    <w:rsid w:val="006D542A"/>
    <w:rsid w:val="006D5699"/>
    <w:rsid w:val="006D58FE"/>
    <w:rsid w:val="006D5B0D"/>
    <w:rsid w:val="006D73A6"/>
    <w:rsid w:val="006E0083"/>
    <w:rsid w:val="006E141E"/>
    <w:rsid w:val="006E1BAA"/>
    <w:rsid w:val="006E20AB"/>
    <w:rsid w:val="006E25FE"/>
    <w:rsid w:val="006E2731"/>
    <w:rsid w:val="006E32A0"/>
    <w:rsid w:val="006E58E7"/>
    <w:rsid w:val="006E5BC5"/>
    <w:rsid w:val="006E657D"/>
    <w:rsid w:val="006E6CE3"/>
    <w:rsid w:val="006E708A"/>
    <w:rsid w:val="006E7EA6"/>
    <w:rsid w:val="006F0490"/>
    <w:rsid w:val="006F0613"/>
    <w:rsid w:val="006F2130"/>
    <w:rsid w:val="006F2560"/>
    <w:rsid w:val="006F3C90"/>
    <w:rsid w:val="006F4707"/>
    <w:rsid w:val="006F52B3"/>
    <w:rsid w:val="006F5FBA"/>
    <w:rsid w:val="006F69DE"/>
    <w:rsid w:val="006F6C0A"/>
    <w:rsid w:val="006F70B9"/>
    <w:rsid w:val="006F715C"/>
    <w:rsid w:val="00700CBC"/>
    <w:rsid w:val="00705B41"/>
    <w:rsid w:val="00706B41"/>
    <w:rsid w:val="007076D1"/>
    <w:rsid w:val="00707754"/>
    <w:rsid w:val="00710773"/>
    <w:rsid w:val="00712F2E"/>
    <w:rsid w:val="00713124"/>
    <w:rsid w:val="007152A7"/>
    <w:rsid w:val="00715556"/>
    <w:rsid w:val="00715F0E"/>
    <w:rsid w:val="007165BA"/>
    <w:rsid w:val="007178B4"/>
    <w:rsid w:val="00720010"/>
    <w:rsid w:val="00721452"/>
    <w:rsid w:val="00724157"/>
    <w:rsid w:val="00725123"/>
    <w:rsid w:val="00725F18"/>
    <w:rsid w:val="00725F4E"/>
    <w:rsid w:val="0072614F"/>
    <w:rsid w:val="0072617C"/>
    <w:rsid w:val="00727AF7"/>
    <w:rsid w:val="00727F8B"/>
    <w:rsid w:val="00727F8D"/>
    <w:rsid w:val="00733EF0"/>
    <w:rsid w:val="0073678D"/>
    <w:rsid w:val="00740500"/>
    <w:rsid w:val="00740677"/>
    <w:rsid w:val="00740A89"/>
    <w:rsid w:val="00744361"/>
    <w:rsid w:val="007444BF"/>
    <w:rsid w:val="0075011D"/>
    <w:rsid w:val="0075547A"/>
    <w:rsid w:val="0075579E"/>
    <w:rsid w:val="00755A65"/>
    <w:rsid w:val="00755B6F"/>
    <w:rsid w:val="0075713F"/>
    <w:rsid w:val="00760D0C"/>
    <w:rsid w:val="00762733"/>
    <w:rsid w:val="00762937"/>
    <w:rsid w:val="00762DC2"/>
    <w:rsid w:val="007640A0"/>
    <w:rsid w:val="007648F1"/>
    <w:rsid w:val="0076579F"/>
    <w:rsid w:val="00766B32"/>
    <w:rsid w:val="0076724E"/>
    <w:rsid w:val="007708FD"/>
    <w:rsid w:val="007713F1"/>
    <w:rsid w:val="007719CE"/>
    <w:rsid w:val="007754D9"/>
    <w:rsid w:val="00775968"/>
    <w:rsid w:val="00775A38"/>
    <w:rsid w:val="00775D2F"/>
    <w:rsid w:val="00775E67"/>
    <w:rsid w:val="00780473"/>
    <w:rsid w:val="007806AF"/>
    <w:rsid w:val="0078079F"/>
    <w:rsid w:val="007827A2"/>
    <w:rsid w:val="007837DC"/>
    <w:rsid w:val="00784CC9"/>
    <w:rsid w:val="0078743F"/>
    <w:rsid w:val="007878BB"/>
    <w:rsid w:val="0079118C"/>
    <w:rsid w:val="007918CA"/>
    <w:rsid w:val="0079241B"/>
    <w:rsid w:val="00792F30"/>
    <w:rsid w:val="00796474"/>
    <w:rsid w:val="007A013F"/>
    <w:rsid w:val="007A027E"/>
    <w:rsid w:val="007A088C"/>
    <w:rsid w:val="007A1368"/>
    <w:rsid w:val="007A1D08"/>
    <w:rsid w:val="007A2028"/>
    <w:rsid w:val="007B0919"/>
    <w:rsid w:val="007B1414"/>
    <w:rsid w:val="007B2C14"/>
    <w:rsid w:val="007B2FA2"/>
    <w:rsid w:val="007B2FA3"/>
    <w:rsid w:val="007B307A"/>
    <w:rsid w:val="007B529A"/>
    <w:rsid w:val="007B5B6B"/>
    <w:rsid w:val="007B62DE"/>
    <w:rsid w:val="007B64BE"/>
    <w:rsid w:val="007B655D"/>
    <w:rsid w:val="007B6A47"/>
    <w:rsid w:val="007B75ED"/>
    <w:rsid w:val="007B7DCE"/>
    <w:rsid w:val="007C0E24"/>
    <w:rsid w:val="007C1162"/>
    <w:rsid w:val="007C2491"/>
    <w:rsid w:val="007C2AAF"/>
    <w:rsid w:val="007C3E07"/>
    <w:rsid w:val="007C53DF"/>
    <w:rsid w:val="007C7026"/>
    <w:rsid w:val="007C70BD"/>
    <w:rsid w:val="007C7323"/>
    <w:rsid w:val="007C7416"/>
    <w:rsid w:val="007C7483"/>
    <w:rsid w:val="007C78B7"/>
    <w:rsid w:val="007D2944"/>
    <w:rsid w:val="007D3AA6"/>
    <w:rsid w:val="007D4BD3"/>
    <w:rsid w:val="007D668C"/>
    <w:rsid w:val="007D6E40"/>
    <w:rsid w:val="007E19F5"/>
    <w:rsid w:val="007E2F62"/>
    <w:rsid w:val="007E3A39"/>
    <w:rsid w:val="007E4751"/>
    <w:rsid w:val="007E4F52"/>
    <w:rsid w:val="007E5C81"/>
    <w:rsid w:val="007E6B31"/>
    <w:rsid w:val="007E746C"/>
    <w:rsid w:val="007E7E15"/>
    <w:rsid w:val="007F1719"/>
    <w:rsid w:val="007F1928"/>
    <w:rsid w:val="007F32BD"/>
    <w:rsid w:val="007F3F19"/>
    <w:rsid w:val="007F7E2C"/>
    <w:rsid w:val="007F7ECC"/>
    <w:rsid w:val="00800C55"/>
    <w:rsid w:val="00802285"/>
    <w:rsid w:val="00802321"/>
    <w:rsid w:val="00803196"/>
    <w:rsid w:val="00803921"/>
    <w:rsid w:val="008063CC"/>
    <w:rsid w:val="00806BD8"/>
    <w:rsid w:val="00811F73"/>
    <w:rsid w:val="00812100"/>
    <w:rsid w:val="00814F45"/>
    <w:rsid w:val="008156B1"/>
    <w:rsid w:val="00817835"/>
    <w:rsid w:val="00817CFF"/>
    <w:rsid w:val="008210F2"/>
    <w:rsid w:val="00821449"/>
    <w:rsid w:val="00821970"/>
    <w:rsid w:val="00821C40"/>
    <w:rsid w:val="00824241"/>
    <w:rsid w:val="008243BC"/>
    <w:rsid w:val="0082582D"/>
    <w:rsid w:val="00826796"/>
    <w:rsid w:val="00827785"/>
    <w:rsid w:val="00827CFE"/>
    <w:rsid w:val="00827F59"/>
    <w:rsid w:val="00831315"/>
    <w:rsid w:val="00832338"/>
    <w:rsid w:val="00833062"/>
    <w:rsid w:val="00833240"/>
    <w:rsid w:val="00833624"/>
    <w:rsid w:val="008337E0"/>
    <w:rsid w:val="008359FC"/>
    <w:rsid w:val="0083634F"/>
    <w:rsid w:val="008365A9"/>
    <w:rsid w:val="00836D9B"/>
    <w:rsid w:val="0083775E"/>
    <w:rsid w:val="00840242"/>
    <w:rsid w:val="008406BF"/>
    <w:rsid w:val="008409FC"/>
    <w:rsid w:val="008424E4"/>
    <w:rsid w:val="00842848"/>
    <w:rsid w:val="00843B8D"/>
    <w:rsid w:val="00844902"/>
    <w:rsid w:val="00845D63"/>
    <w:rsid w:val="0084632A"/>
    <w:rsid w:val="0084752E"/>
    <w:rsid w:val="00850EDE"/>
    <w:rsid w:val="008522DF"/>
    <w:rsid w:val="00854C38"/>
    <w:rsid w:val="00855B9D"/>
    <w:rsid w:val="00856E21"/>
    <w:rsid w:val="00856FC6"/>
    <w:rsid w:val="00857249"/>
    <w:rsid w:val="0085778D"/>
    <w:rsid w:val="00862D8F"/>
    <w:rsid w:val="0086329C"/>
    <w:rsid w:val="00863AEE"/>
    <w:rsid w:val="00864487"/>
    <w:rsid w:val="00865A3C"/>
    <w:rsid w:val="0086614D"/>
    <w:rsid w:val="00866FE2"/>
    <w:rsid w:val="00872F79"/>
    <w:rsid w:val="00873264"/>
    <w:rsid w:val="00873784"/>
    <w:rsid w:val="00874E19"/>
    <w:rsid w:val="00875E3B"/>
    <w:rsid w:val="00880C05"/>
    <w:rsid w:val="0088106C"/>
    <w:rsid w:val="00881B48"/>
    <w:rsid w:val="00881CE5"/>
    <w:rsid w:val="0088218C"/>
    <w:rsid w:val="00884013"/>
    <w:rsid w:val="0088495D"/>
    <w:rsid w:val="00884A07"/>
    <w:rsid w:val="00884A76"/>
    <w:rsid w:val="00886989"/>
    <w:rsid w:val="008874F6"/>
    <w:rsid w:val="008879B9"/>
    <w:rsid w:val="00894B90"/>
    <w:rsid w:val="00894E77"/>
    <w:rsid w:val="00897470"/>
    <w:rsid w:val="008A1883"/>
    <w:rsid w:val="008A1AA7"/>
    <w:rsid w:val="008A3FD6"/>
    <w:rsid w:val="008A43A9"/>
    <w:rsid w:val="008A48B2"/>
    <w:rsid w:val="008A5C7B"/>
    <w:rsid w:val="008A63D7"/>
    <w:rsid w:val="008A7220"/>
    <w:rsid w:val="008A7B08"/>
    <w:rsid w:val="008B0013"/>
    <w:rsid w:val="008B1401"/>
    <w:rsid w:val="008B2476"/>
    <w:rsid w:val="008B3344"/>
    <w:rsid w:val="008B3F39"/>
    <w:rsid w:val="008B43F3"/>
    <w:rsid w:val="008B527D"/>
    <w:rsid w:val="008B53AD"/>
    <w:rsid w:val="008B7679"/>
    <w:rsid w:val="008C0525"/>
    <w:rsid w:val="008C0D15"/>
    <w:rsid w:val="008C136B"/>
    <w:rsid w:val="008C142A"/>
    <w:rsid w:val="008C16B1"/>
    <w:rsid w:val="008C28A2"/>
    <w:rsid w:val="008C54A5"/>
    <w:rsid w:val="008C692C"/>
    <w:rsid w:val="008D00A6"/>
    <w:rsid w:val="008D0488"/>
    <w:rsid w:val="008D20A5"/>
    <w:rsid w:val="008D3AA6"/>
    <w:rsid w:val="008D6167"/>
    <w:rsid w:val="008D7563"/>
    <w:rsid w:val="008E04C5"/>
    <w:rsid w:val="008E0E0F"/>
    <w:rsid w:val="008E2F8C"/>
    <w:rsid w:val="008E40DE"/>
    <w:rsid w:val="008E49BE"/>
    <w:rsid w:val="008E5686"/>
    <w:rsid w:val="008E5CD8"/>
    <w:rsid w:val="008F0D11"/>
    <w:rsid w:val="008F2757"/>
    <w:rsid w:val="008F3B14"/>
    <w:rsid w:val="008F4530"/>
    <w:rsid w:val="008F5113"/>
    <w:rsid w:val="008F6332"/>
    <w:rsid w:val="008F6B80"/>
    <w:rsid w:val="00900B1D"/>
    <w:rsid w:val="00901C93"/>
    <w:rsid w:val="009025DD"/>
    <w:rsid w:val="009027AD"/>
    <w:rsid w:val="00903019"/>
    <w:rsid w:val="009035C8"/>
    <w:rsid w:val="00905913"/>
    <w:rsid w:val="0090676E"/>
    <w:rsid w:val="0091082B"/>
    <w:rsid w:val="0091090C"/>
    <w:rsid w:val="00911DBC"/>
    <w:rsid w:val="009157B4"/>
    <w:rsid w:val="00917B19"/>
    <w:rsid w:val="00921B8F"/>
    <w:rsid w:val="00922644"/>
    <w:rsid w:val="0092290C"/>
    <w:rsid w:val="00925FDE"/>
    <w:rsid w:val="00926506"/>
    <w:rsid w:val="00927496"/>
    <w:rsid w:val="009276C0"/>
    <w:rsid w:val="0093064A"/>
    <w:rsid w:val="0093098D"/>
    <w:rsid w:val="009318C9"/>
    <w:rsid w:val="0093363E"/>
    <w:rsid w:val="00934BF5"/>
    <w:rsid w:val="0093548D"/>
    <w:rsid w:val="00942AE8"/>
    <w:rsid w:val="00945FBA"/>
    <w:rsid w:val="009467BD"/>
    <w:rsid w:val="009504F3"/>
    <w:rsid w:val="00950B59"/>
    <w:rsid w:val="00951B79"/>
    <w:rsid w:val="00952103"/>
    <w:rsid w:val="00953E18"/>
    <w:rsid w:val="0095544B"/>
    <w:rsid w:val="009573CB"/>
    <w:rsid w:val="009600D3"/>
    <w:rsid w:val="009618CD"/>
    <w:rsid w:val="00961C1A"/>
    <w:rsid w:val="00962BB4"/>
    <w:rsid w:val="00965778"/>
    <w:rsid w:val="00965CD1"/>
    <w:rsid w:val="00966314"/>
    <w:rsid w:val="00966B36"/>
    <w:rsid w:val="0097020A"/>
    <w:rsid w:val="009717B0"/>
    <w:rsid w:val="00972D6E"/>
    <w:rsid w:val="00973167"/>
    <w:rsid w:val="00974D0A"/>
    <w:rsid w:val="00975E17"/>
    <w:rsid w:val="00976941"/>
    <w:rsid w:val="00976C9E"/>
    <w:rsid w:val="00976CE6"/>
    <w:rsid w:val="009772C5"/>
    <w:rsid w:val="00977AD9"/>
    <w:rsid w:val="00977DAD"/>
    <w:rsid w:val="00980923"/>
    <w:rsid w:val="00980CDB"/>
    <w:rsid w:val="00981F99"/>
    <w:rsid w:val="00985730"/>
    <w:rsid w:val="00985A22"/>
    <w:rsid w:val="00987479"/>
    <w:rsid w:val="0098754C"/>
    <w:rsid w:val="00987F15"/>
    <w:rsid w:val="00990136"/>
    <w:rsid w:val="00990739"/>
    <w:rsid w:val="009908FC"/>
    <w:rsid w:val="00990B91"/>
    <w:rsid w:val="00991836"/>
    <w:rsid w:val="00991EC4"/>
    <w:rsid w:val="00992CF6"/>
    <w:rsid w:val="009943B1"/>
    <w:rsid w:val="009952A6"/>
    <w:rsid w:val="0099715B"/>
    <w:rsid w:val="009A7B09"/>
    <w:rsid w:val="009A7E3D"/>
    <w:rsid w:val="009B1CE5"/>
    <w:rsid w:val="009B4C10"/>
    <w:rsid w:val="009B4F6C"/>
    <w:rsid w:val="009B5AAA"/>
    <w:rsid w:val="009B6490"/>
    <w:rsid w:val="009B7258"/>
    <w:rsid w:val="009B7383"/>
    <w:rsid w:val="009C065B"/>
    <w:rsid w:val="009C16A5"/>
    <w:rsid w:val="009C1F56"/>
    <w:rsid w:val="009C2563"/>
    <w:rsid w:val="009C3A72"/>
    <w:rsid w:val="009C4B14"/>
    <w:rsid w:val="009C60A9"/>
    <w:rsid w:val="009C658E"/>
    <w:rsid w:val="009C7669"/>
    <w:rsid w:val="009D1DE8"/>
    <w:rsid w:val="009D2383"/>
    <w:rsid w:val="009D24CB"/>
    <w:rsid w:val="009D268F"/>
    <w:rsid w:val="009D378C"/>
    <w:rsid w:val="009D54BD"/>
    <w:rsid w:val="009D71A4"/>
    <w:rsid w:val="009D7747"/>
    <w:rsid w:val="009E068D"/>
    <w:rsid w:val="009E1502"/>
    <w:rsid w:val="009E369C"/>
    <w:rsid w:val="009E5784"/>
    <w:rsid w:val="009E5856"/>
    <w:rsid w:val="009E69EB"/>
    <w:rsid w:val="009E6E29"/>
    <w:rsid w:val="009F0726"/>
    <w:rsid w:val="009F2D72"/>
    <w:rsid w:val="009F3119"/>
    <w:rsid w:val="009F4675"/>
    <w:rsid w:val="009F49A4"/>
    <w:rsid w:val="009F6966"/>
    <w:rsid w:val="009F7148"/>
    <w:rsid w:val="00A006D8"/>
    <w:rsid w:val="00A0087B"/>
    <w:rsid w:val="00A03FDD"/>
    <w:rsid w:val="00A06211"/>
    <w:rsid w:val="00A10784"/>
    <w:rsid w:val="00A109C5"/>
    <w:rsid w:val="00A15646"/>
    <w:rsid w:val="00A15D89"/>
    <w:rsid w:val="00A20066"/>
    <w:rsid w:val="00A21125"/>
    <w:rsid w:val="00A217A1"/>
    <w:rsid w:val="00A24678"/>
    <w:rsid w:val="00A24E7F"/>
    <w:rsid w:val="00A25CB7"/>
    <w:rsid w:val="00A261F0"/>
    <w:rsid w:val="00A2627E"/>
    <w:rsid w:val="00A268D5"/>
    <w:rsid w:val="00A26FF5"/>
    <w:rsid w:val="00A32045"/>
    <w:rsid w:val="00A32519"/>
    <w:rsid w:val="00A32655"/>
    <w:rsid w:val="00A33C01"/>
    <w:rsid w:val="00A33C82"/>
    <w:rsid w:val="00A34038"/>
    <w:rsid w:val="00A36881"/>
    <w:rsid w:val="00A372D8"/>
    <w:rsid w:val="00A37C81"/>
    <w:rsid w:val="00A37DA1"/>
    <w:rsid w:val="00A408A8"/>
    <w:rsid w:val="00A41A0B"/>
    <w:rsid w:val="00A4232A"/>
    <w:rsid w:val="00A4353F"/>
    <w:rsid w:val="00A43A72"/>
    <w:rsid w:val="00A4508A"/>
    <w:rsid w:val="00A45676"/>
    <w:rsid w:val="00A47CA1"/>
    <w:rsid w:val="00A47E77"/>
    <w:rsid w:val="00A50277"/>
    <w:rsid w:val="00A5043C"/>
    <w:rsid w:val="00A50F86"/>
    <w:rsid w:val="00A52153"/>
    <w:rsid w:val="00A53CED"/>
    <w:rsid w:val="00A559C0"/>
    <w:rsid w:val="00A561B0"/>
    <w:rsid w:val="00A56A75"/>
    <w:rsid w:val="00A571A8"/>
    <w:rsid w:val="00A6107E"/>
    <w:rsid w:val="00A61F3B"/>
    <w:rsid w:val="00A6329A"/>
    <w:rsid w:val="00A652B0"/>
    <w:rsid w:val="00A70EFC"/>
    <w:rsid w:val="00A7125F"/>
    <w:rsid w:val="00A7194E"/>
    <w:rsid w:val="00A71D78"/>
    <w:rsid w:val="00A73C31"/>
    <w:rsid w:val="00A748A2"/>
    <w:rsid w:val="00A76115"/>
    <w:rsid w:val="00A7618F"/>
    <w:rsid w:val="00A76607"/>
    <w:rsid w:val="00A77DED"/>
    <w:rsid w:val="00A80549"/>
    <w:rsid w:val="00A811EC"/>
    <w:rsid w:val="00A81B9E"/>
    <w:rsid w:val="00A830D6"/>
    <w:rsid w:val="00A83114"/>
    <w:rsid w:val="00A85EC1"/>
    <w:rsid w:val="00A8684F"/>
    <w:rsid w:val="00A86B09"/>
    <w:rsid w:val="00A900A9"/>
    <w:rsid w:val="00A91434"/>
    <w:rsid w:val="00A94C0C"/>
    <w:rsid w:val="00A962E0"/>
    <w:rsid w:val="00A96CC8"/>
    <w:rsid w:val="00A977C2"/>
    <w:rsid w:val="00AA0385"/>
    <w:rsid w:val="00AA0B78"/>
    <w:rsid w:val="00AA2D9D"/>
    <w:rsid w:val="00AB259B"/>
    <w:rsid w:val="00AB2A74"/>
    <w:rsid w:val="00AB3A10"/>
    <w:rsid w:val="00AB6661"/>
    <w:rsid w:val="00AB69D0"/>
    <w:rsid w:val="00AB6CCC"/>
    <w:rsid w:val="00AC07CB"/>
    <w:rsid w:val="00AC1C9E"/>
    <w:rsid w:val="00AC2AB8"/>
    <w:rsid w:val="00AC4012"/>
    <w:rsid w:val="00AC4424"/>
    <w:rsid w:val="00AC492D"/>
    <w:rsid w:val="00AC53D0"/>
    <w:rsid w:val="00AC691A"/>
    <w:rsid w:val="00AC6FCA"/>
    <w:rsid w:val="00AD05A5"/>
    <w:rsid w:val="00AD305A"/>
    <w:rsid w:val="00AD5745"/>
    <w:rsid w:val="00AE0072"/>
    <w:rsid w:val="00AE0F8B"/>
    <w:rsid w:val="00AE20B3"/>
    <w:rsid w:val="00AE2D58"/>
    <w:rsid w:val="00AE3E61"/>
    <w:rsid w:val="00AE42C5"/>
    <w:rsid w:val="00AE4368"/>
    <w:rsid w:val="00AE4F1C"/>
    <w:rsid w:val="00AE5678"/>
    <w:rsid w:val="00AF059A"/>
    <w:rsid w:val="00AF09A4"/>
    <w:rsid w:val="00AF15D3"/>
    <w:rsid w:val="00AF1EA0"/>
    <w:rsid w:val="00AF2C16"/>
    <w:rsid w:val="00AF30F3"/>
    <w:rsid w:val="00AF3BC1"/>
    <w:rsid w:val="00AF46F7"/>
    <w:rsid w:val="00AF613F"/>
    <w:rsid w:val="00AF6280"/>
    <w:rsid w:val="00B00127"/>
    <w:rsid w:val="00B003EA"/>
    <w:rsid w:val="00B0165E"/>
    <w:rsid w:val="00B016BD"/>
    <w:rsid w:val="00B06BA2"/>
    <w:rsid w:val="00B07C0F"/>
    <w:rsid w:val="00B1137B"/>
    <w:rsid w:val="00B116D6"/>
    <w:rsid w:val="00B14D6D"/>
    <w:rsid w:val="00B14E9E"/>
    <w:rsid w:val="00B15481"/>
    <w:rsid w:val="00B16DB2"/>
    <w:rsid w:val="00B17644"/>
    <w:rsid w:val="00B17B27"/>
    <w:rsid w:val="00B17C86"/>
    <w:rsid w:val="00B221AE"/>
    <w:rsid w:val="00B24837"/>
    <w:rsid w:val="00B2717D"/>
    <w:rsid w:val="00B278BB"/>
    <w:rsid w:val="00B27BD5"/>
    <w:rsid w:val="00B27FE3"/>
    <w:rsid w:val="00B304C4"/>
    <w:rsid w:val="00B30565"/>
    <w:rsid w:val="00B31CCE"/>
    <w:rsid w:val="00B35F4B"/>
    <w:rsid w:val="00B37339"/>
    <w:rsid w:val="00B375E5"/>
    <w:rsid w:val="00B37A5A"/>
    <w:rsid w:val="00B40B42"/>
    <w:rsid w:val="00B429FF"/>
    <w:rsid w:val="00B44211"/>
    <w:rsid w:val="00B448A3"/>
    <w:rsid w:val="00B457C2"/>
    <w:rsid w:val="00B505AE"/>
    <w:rsid w:val="00B51B67"/>
    <w:rsid w:val="00B523A3"/>
    <w:rsid w:val="00B5331C"/>
    <w:rsid w:val="00B53BB5"/>
    <w:rsid w:val="00B54563"/>
    <w:rsid w:val="00B548DD"/>
    <w:rsid w:val="00B5536A"/>
    <w:rsid w:val="00B55D3B"/>
    <w:rsid w:val="00B60FDC"/>
    <w:rsid w:val="00B611CE"/>
    <w:rsid w:val="00B62A8A"/>
    <w:rsid w:val="00B62FCC"/>
    <w:rsid w:val="00B64021"/>
    <w:rsid w:val="00B64AAF"/>
    <w:rsid w:val="00B65D4F"/>
    <w:rsid w:val="00B65E8A"/>
    <w:rsid w:val="00B70836"/>
    <w:rsid w:val="00B70986"/>
    <w:rsid w:val="00B74390"/>
    <w:rsid w:val="00B74ED9"/>
    <w:rsid w:val="00B77051"/>
    <w:rsid w:val="00B80EDD"/>
    <w:rsid w:val="00B810C2"/>
    <w:rsid w:val="00B81AE1"/>
    <w:rsid w:val="00B82948"/>
    <w:rsid w:val="00B83253"/>
    <w:rsid w:val="00B83399"/>
    <w:rsid w:val="00B84699"/>
    <w:rsid w:val="00B85ADF"/>
    <w:rsid w:val="00B87B82"/>
    <w:rsid w:val="00B91F85"/>
    <w:rsid w:val="00B9251B"/>
    <w:rsid w:val="00B958D3"/>
    <w:rsid w:val="00B97512"/>
    <w:rsid w:val="00B976C4"/>
    <w:rsid w:val="00B976EB"/>
    <w:rsid w:val="00BA2596"/>
    <w:rsid w:val="00BA41B4"/>
    <w:rsid w:val="00BA49A4"/>
    <w:rsid w:val="00BA7927"/>
    <w:rsid w:val="00BA7F5D"/>
    <w:rsid w:val="00BB1372"/>
    <w:rsid w:val="00BB2342"/>
    <w:rsid w:val="00BB620B"/>
    <w:rsid w:val="00BB7B29"/>
    <w:rsid w:val="00BB7DD0"/>
    <w:rsid w:val="00BC0745"/>
    <w:rsid w:val="00BC1272"/>
    <w:rsid w:val="00BC14A6"/>
    <w:rsid w:val="00BC44DD"/>
    <w:rsid w:val="00BC5B99"/>
    <w:rsid w:val="00BC5C32"/>
    <w:rsid w:val="00BC60B7"/>
    <w:rsid w:val="00BC61B3"/>
    <w:rsid w:val="00BC6259"/>
    <w:rsid w:val="00BC6301"/>
    <w:rsid w:val="00BC677A"/>
    <w:rsid w:val="00BC6B5C"/>
    <w:rsid w:val="00BD18C1"/>
    <w:rsid w:val="00BD1D4D"/>
    <w:rsid w:val="00BD3CDE"/>
    <w:rsid w:val="00BD400D"/>
    <w:rsid w:val="00BD46DC"/>
    <w:rsid w:val="00BD5566"/>
    <w:rsid w:val="00BD58B2"/>
    <w:rsid w:val="00BD7B95"/>
    <w:rsid w:val="00BE29E3"/>
    <w:rsid w:val="00BE449D"/>
    <w:rsid w:val="00BE5257"/>
    <w:rsid w:val="00BE559A"/>
    <w:rsid w:val="00BE70FF"/>
    <w:rsid w:val="00BE7755"/>
    <w:rsid w:val="00BF0157"/>
    <w:rsid w:val="00BF143D"/>
    <w:rsid w:val="00BF4692"/>
    <w:rsid w:val="00BF529D"/>
    <w:rsid w:val="00BF5E51"/>
    <w:rsid w:val="00BF6990"/>
    <w:rsid w:val="00C03D81"/>
    <w:rsid w:val="00C046C6"/>
    <w:rsid w:val="00C04FC3"/>
    <w:rsid w:val="00C06B19"/>
    <w:rsid w:val="00C07FE0"/>
    <w:rsid w:val="00C1022B"/>
    <w:rsid w:val="00C10C04"/>
    <w:rsid w:val="00C11137"/>
    <w:rsid w:val="00C11871"/>
    <w:rsid w:val="00C15026"/>
    <w:rsid w:val="00C169C1"/>
    <w:rsid w:val="00C16E32"/>
    <w:rsid w:val="00C1799B"/>
    <w:rsid w:val="00C2083C"/>
    <w:rsid w:val="00C21F2B"/>
    <w:rsid w:val="00C22089"/>
    <w:rsid w:val="00C25657"/>
    <w:rsid w:val="00C25C07"/>
    <w:rsid w:val="00C26DA0"/>
    <w:rsid w:val="00C273B5"/>
    <w:rsid w:val="00C2794F"/>
    <w:rsid w:val="00C30D69"/>
    <w:rsid w:val="00C3292C"/>
    <w:rsid w:val="00C32DD3"/>
    <w:rsid w:val="00C33A92"/>
    <w:rsid w:val="00C349CB"/>
    <w:rsid w:val="00C34E74"/>
    <w:rsid w:val="00C367E2"/>
    <w:rsid w:val="00C36B5A"/>
    <w:rsid w:val="00C36C62"/>
    <w:rsid w:val="00C40A71"/>
    <w:rsid w:val="00C416D4"/>
    <w:rsid w:val="00C419FD"/>
    <w:rsid w:val="00C42103"/>
    <w:rsid w:val="00C4300C"/>
    <w:rsid w:val="00C438B3"/>
    <w:rsid w:val="00C43A0C"/>
    <w:rsid w:val="00C44972"/>
    <w:rsid w:val="00C453A4"/>
    <w:rsid w:val="00C51FD1"/>
    <w:rsid w:val="00C520E0"/>
    <w:rsid w:val="00C53511"/>
    <w:rsid w:val="00C5357D"/>
    <w:rsid w:val="00C540D7"/>
    <w:rsid w:val="00C5527A"/>
    <w:rsid w:val="00C553E1"/>
    <w:rsid w:val="00C5680A"/>
    <w:rsid w:val="00C56DB3"/>
    <w:rsid w:val="00C57946"/>
    <w:rsid w:val="00C60E6C"/>
    <w:rsid w:val="00C61FDA"/>
    <w:rsid w:val="00C63757"/>
    <w:rsid w:val="00C644F5"/>
    <w:rsid w:val="00C64914"/>
    <w:rsid w:val="00C651B3"/>
    <w:rsid w:val="00C66941"/>
    <w:rsid w:val="00C677F3"/>
    <w:rsid w:val="00C71240"/>
    <w:rsid w:val="00C712C7"/>
    <w:rsid w:val="00C71C25"/>
    <w:rsid w:val="00C7258B"/>
    <w:rsid w:val="00C735A8"/>
    <w:rsid w:val="00C73888"/>
    <w:rsid w:val="00C73B27"/>
    <w:rsid w:val="00C74B44"/>
    <w:rsid w:val="00C75930"/>
    <w:rsid w:val="00C75B1F"/>
    <w:rsid w:val="00C77C8D"/>
    <w:rsid w:val="00C77F87"/>
    <w:rsid w:val="00C80968"/>
    <w:rsid w:val="00C80A08"/>
    <w:rsid w:val="00C80E53"/>
    <w:rsid w:val="00C8185A"/>
    <w:rsid w:val="00C82867"/>
    <w:rsid w:val="00C82BF6"/>
    <w:rsid w:val="00C82C2E"/>
    <w:rsid w:val="00C85A8D"/>
    <w:rsid w:val="00C85D98"/>
    <w:rsid w:val="00C86877"/>
    <w:rsid w:val="00C87781"/>
    <w:rsid w:val="00C87AEF"/>
    <w:rsid w:val="00C901D7"/>
    <w:rsid w:val="00C90205"/>
    <w:rsid w:val="00C9082B"/>
    <w:rsid w:val="00C92E11"/>
    <w:rsid w:val="00C94686"/>
    <w:rsid w:val="00C95B4F"/>
    <w:rsid w:val="00CA0221"/>
    <w:rsid w:val="00CA04CA"/>
    <w:rsid w:val="00CA06F3"/>
    <w:rsid w:val="00CA1F07"/>
    <w:rsid w:val="00CA20BA"/>
    <w:rsid w:val="00CA25B4"/>
    <w:rsid w:val="00CA3B05"/>
    <w:rsid w:val="00CA4416"/>
    <w:rsid w:val="00CA4FDF"/>
    <w:rsid w:val="00CA6FAB"/>
    <w:rsid w:val="00CA7AE5"/>
    <w:rsid w:val="00CA7E16"/>
    <w:rsid w:val="00CB051C"/>
    <w:rsid w:val="00CB0E8C"/>
    <w:rsid w:val="00CB1AA5"/>
    <w:rsid w:val="00CB21EA"/>
    <w:rsid w:val="00CB2C92"/>
    <w:rsid w:val="00CB43E3"/>
    <w:rsid w:val="00CB52E4"/>
    <w:rsid w:val="00CB548B"/>
    <w:rsid w:val="00CB5689"/>
    <w:rsid w:val="00CB7A65"/>
    <w:rsid w:val="00CC05B3"/>
    <w:rsid w:val="00CC085B"/>
    <w:rsid w:val="00CC2249"/>
    <w:rsid w:val="00CC22F7"/>
    <w:rsid w:val="00CC2C88"/>
    <w:rsid w:val="00CC2DBE"/>
    <w:rsid w:val="00CC38D6"/>
    <w:rsid w:val="00CC3C8B"/>
    <w:rsid w:val="00CC536B"/>
    <w:rsid w:val="00CC61AB"/>
    <w:rsid w:val="00CC63F0"/>
    <w:rsid w:val="00CC64D2"/>
    <w:rsid w:val="00CC65BA"/>
    <w:rsid w:val="00CC68AB"/>
    <w:rsid w:val="00CC6D6D"/>
    <w:rsid w:val="00CD0EE0"/>
    <w:rsid w:val="00CD11A9"/>
    <w:rsid w:val="00CD150E"/>
    <w:rsid w:val="00CD203B"/>
    <w:rsid w:val="00CD4539"/>
    <w:rsid w:val="00CD4FFF"/>
    <w:rsid w:val="00CD5496"/>
    <w:rsid w:val="00CD6254"/>
    <w:rsid w:val="00CD743D"/>
    <w:rsid w:val="00CD775B"/>
    <w:rsid w:val="00CE2455"/>
    <w:rsid w:val="00CE4772"/>
    <w:rsid w:val="00CE72C4"/>
    <w:rsid w:val="00CF05CB"/>
    <w:rsid w:val="00CF1519"/>
    <w:rsid w:val="00CF1523"/>
    <w:rsid w:val="00CF208D"/>
    <w:rsid w:val="00CF2D5C"/>
    <w:rsid w:val="00CF3D00"/>
    <w:rsid w:val="00CF4237"/>
    <w:rsid w:val="00CF6318"/>
    <w:rsid w:val="00CF72ED"/>
    <w:rsid w:val="00CF750B"/>
    <w:rsid w:val="00D03179"/>
    <w:rsid w:val="00D03764"/>
    <w:rsid w:val="00D05306"/>
    <w:rsid w:val="00D057FF"/>
    <w:rsid w:val="00D0626C"/>
    <w:rsid w:val="00D06BE2"/>
    <w:rsid w:val="00D07573"/>
    <w:rsid w:val="00D14165"/>
    <w:rsid w:val="00D14372"/>
    <w:rsid w:val="00D146BF"/>
    <w:rsid w:val="00D14A7A"/>
    <w:rsid w:val="00D15536"/>
    <w:rsid w:val="00D16541"/>
    <w:rsid w:val="00D20B3C"/>
    <w:rsid w:val="00D217D0"/>
    <w:rsid w:val="00D2238D"/>
    <w:rsid w:val="00D2387D"/>
    <w:rsid w:val="00D2528A"/>
    <w:rsid w:val="00D25FCB"/>
    <w:rsid w:val="00D26F5F"/>
    <w:rsid w:val="00D31871"/>
    <w:rsid w:val="00D31FDB"/>
    <w:rsid w:val="00D32647"/>
    <w:rsid w:val="00D326D8"/>
    <w:rsid w:val="00D34A67"/>
    <w:rsid w:val="00D34D22"/>
    <w:rsid w:val="00D42219"/>
    <w:rsid w:val="00D43815"/>
    <w:rsid w:val="00D43C81"/>
    <w:rsid w:val="00D44289"/>
    <w:rsid w:val="00D44373"/>
    <w:rsid w:val="00D44464"/>
    <w:rsid w:val="00D44924"/>
    <w:rsid w:val="00D44C5F"/>
    <w:rsid w:val="00D4708D"/>
    <w:rsid w:val="00D55226"/>
    <w:rsid w:val="00D55838"/>
    <w:rsid w:val="00D60C31"/>
    <w:rsid w:val="00D61E67"/>
    <w:rsid w:val="00D638C7"/>
    <w:rsid w:val="00D63D38"/>
    <w:rsid w:val="00D64413"/>
    <w:rsid w:val="00D65230"/>
    <w:rsid w:val="00D6675E"/>
    <w:rsid w:val="00D67C00"/>
    <w:rsid w:val="00D7044C"/>
    <w:rsid w:val="00D70AE1"/>
    <w:rsid w:val="00D72558"/>
    <w:rsid w:val="00D72F6C"/>
    <w:rsid w:val="00D73130"/>
    <w:rsid w:val="00D74307"/>
    <w:rsid w:val="00D7686B"/>
    <w:rsid w:val="00D76B73"/>
    <w:rsid w:val="00D76D84"/>
    <w:rsid w:val="00D772B1"/>
    <w:rsid w:val="00D80D6E"/>
    <w:rsid w:val="00D81107"/>
    <w:rsid w:val="00D8139D"/>
    <w:rsid w:val="00D827C3"/>
    <w:rsid w:val="00D8312C"/>
    <w:rsid w:val="00D83D3C"/>
    <w:rsid w:val="00D85294"/>
    <w:rsid w:val="00D854C0"/>
    <w:rsid w:val="00D85B51"/>
    <w:rsid w:val="00D86B8C"/>
    <w:rsid w:val="00D86E3A"/>
    <w:rsid w:val="00D871D5"/>
    <w:rsid w:val="00D91537"/>
    <w:rsid w:val="00D929AB"/>
    <w:rsid w:val="00D92B96"/>
    <w:rsid w:val="00D92C1E"/>
    <w:rsid w:val="00D94AFC"/>
    <w:rsid w:val="00D979A3"/>
    <w:rsid w:val="00DA05DD"/>
    <w:rsid w:val="00DA16EB"/>
    <w:rsid w:val="00DA1E64"/>
    <w:rsid w:val="00DA23CB"/>
    <w:rsid w:val="00DA3800"/>
    <w:rsid w:val="00DA387C"/>
    <w:rsid w:val="00DA5D8B"/>
    <w:rsid w:val="00DA79CE"/>
    <w:rsid w:val="00DB0345"/>
    <w:rsid w:val="00DB19F9"/>
    <w:rsid w:val="00DB3EDC"/>
    <w:rsid w:val="00DB4C00"/>
    <w:rsid w:val="00DB5430"/>
    <w:rsid w:val="00DB62FA"/>
    <w:rsid w:val="00DB67F3"/>
    <w:rsid w:val="00DB7A3A"/>
    <w:rsid w:val="00DB7CA5"/>
    <w:rsid w:val="00DC0948"/>
    <w:rsid w:val="00DC0CC9"/>
    <w:rsid w:val="00DC1178"/>
    <w:rsid w:val="00DC466C"/>
    <w:rsid w:val="00DC5BCE"/>
    <w:rsid w:val="00DC5D65"/>
    <w:rsid w:val="00DD1951"/>
    <w:rsid w:val="00DD43C0"/>
    <w:rsid w:val="00DD7947"/>
    <w:rsid w:val="00DE00B1"/>
    <w:rsid w:val="00DE0127"/>
    <w:rsid w:val="00DE0D6D"/>
    <w:rsid w:val="00DE0F3F"/>
    <w:rsid w:val="00DE31F8"/>
    <w:rsid w:val="00DE3BC6"/>
    <w:rsid w:val="00DE3E34"/>
    <w:rsid w:val="00DE3EE5"/>
    <w:rsid w:val="00DE69CF"/>
    <w:rsid w:val="00DE719A"/>
    <w:rsid w:val="00DE73E2"/>
    <w:rsid w:val="00DE7AAA"/>
    <w:rsid w:val="00DF0D51"/>
    <w:rsid w:val="00DF1D22"/>
    <w:rsid w:val="00DF4068"/>
    <w:rsid w:val="00DF47FB"/>
    <w:rsid w:val="00DF49AE"/>
    <w:rsid w:val="00DF6342"/>
    <w:rsid w:val="00E01B2D"/>
    <w:rsid w:val="00E03BDD"/>
    <w:rsid w:val="00E04EF6"/>
    <w:rsid w:val="00E06566"/>
    <w:rsid w:val="00E06A52"/>
    <w:rsid w:val="00E10164"/>
    <w:rsid w:val="00E11E48"/>
    <w:rsid w:val="00E12A0E"/>
    <w:rsid w:val="00E14A78"/>
    <w:rsid w:val="00E14F34"/>
    <w:rsid w:val="00E15312"/>
    <w:rsid w:val="00E16535"/>
    <w:rsid w:val="00E166AE"/>
    <w:rsid w:val="00E1698A"/>
    <w:rsid w:val="00E16B58"/>
    <w:rsid w:val="00E17FCB"/>
    <w:rsid w:val="00E213EF"/>
    <w:rsid w:val="00E25B41"/>
    <w:rsid w:val="00E26293"/>
    <w:rsid w:val="00E30145"/>
    <w:rsid w:val="00E30DDF"/>
    <w:rsid w:val="00E324EB"/>
    <w:rsid w:val="00E331E9"/>
    <w:rsid w:val="00E36741"/>
    <w:rsid w:val="00E37C0C"/>
    <w:rsid w:val="00E41D61"/>
    <w:rsid w:val="00E41DE4"/>
    <w:rsid w:val="00E43006"/>
    <w:rsid w:val="00E438E6"/>
    <w:rsid w:val="00E43D0D"/>
    <w:rsid w:val="00E44705"/>
    <w:rsid w:val="00E44B56"/>
    <w:rsid w:val="00E456FA"/>
    <w:rsid w:val="00E46CD2"/>
    <w:rsid w:val="00E47040"/>
    <w:rsid w:val="00E47B03"/>
    <w:rsid w:val="00E47B82"/>
    <w:rsid w:val="00E5011C"/>
    <w:rsid w:val="00E52A18"/>
    <w:rsid w:val="00E54185"/>
    <w:rsid w:val="00E553FD"/>
    <w:rsid w:val="00E563F4"/>
    <w:rsid w:val="00E5771F"/>
    <w:rsid w:val="00E60F80"/>
    <w:rsid w:val="00E63783"/>
    <w:rsid w:val="00E650AB"/>
    <w:rsid w:val="00E656DE"/>
    <w:rsid w:val="00E65E8B"/>
    <w:rsid w:val="00E666AD"/>
    <w:rsid w:val="00E708D3"/>
    <w:rsid w:val="00E743E3"/>
    <w:rsid w:val="00E75EF7"/>
    <w:rsid w:val="00E77818"/>
    <w:rsid w:val="00E77F20"/>
    <w:rsid w:val="00E80551"/>
    <w:rsid w:val="00E83D9D"/>
    <w:rsid w:val="00E855A8"/>
    <w:rsid w:val="00E87B7B"/>
    <w:rsid w:val="00E90630"/>
    <w:rsid w:val="00E915D8"/>
    <w:rsid w:val="00E9202F"/>
    <w:rsid w:val="00E921A0"/>
    <w:rsid w:val="00E93963"/>
    <w:rsid w:val="00E947B5"/>
    <w:rsid w:val="00E95123"/>
    <w:rsid w:val="00E95AE7"/>
    <w:rsid w:val="00E966DC"/>
    <w:rsid w:val="00EA07DD"/>
    <w:rsid w:val="00EA22D6"/>
    <w:rsid w:val="00EA41C5"/>
    <w:rsid w:val="00EA438A"/>
    <w:rsid w:val="00EB2327"/>
    <w:rsid w:val="00EB2B4F"/>
    <w:rsid w:val="00EB4B7D"/>
    <w:rsid w:val="00EB50D9"/>
    <w:rsid w:val="00EB6AEB"/>
    <w:rsid w:val="00EB71E6"/>
    <w:rsid w:val="00EC06DD"/>
    <w:rsid w:val="00EC0F9D"/>
    <w:rsid w:val="00EC256A"/>
    <w:rsid w:val="00EC3352"/>
    <w:rsid w:val="00EC3A54"/>
    <w:rsid w:val="00EC3CD4"/>
    <w:rsid w:val="00EC3FF3"/>
    <w:rsid w:val="00EC4CA5"/>
    <w:rsid w:val="00EC59F6"/>
    <w:rsid w:val="00EC6BDC"/>
    <w:rsid w:val="00ED0560"/>
    <w:rsid w:val="00ED0F5D"/>
    <w:rsid w:val="00ED1702"/>
    <w:rsid w:val="00ED1D9B"/>
    <w:rsid w:val="00ED242E"/>
    <w:rsid w:val="00ED24B4"/>
    <w:rsid w:val="00ED28AA"/>
    <w:rsid w:val="00ED293E"/>
    <w:rsid w:val="00ED3067"/>
    <w:rsid w:val="00ED3157"/>
    <w:rsid w:val="00ED3DAC"/>
    <w:rsid w:val="00ED5DEE"/>
    <w:rsid w:val="00ED60B9"/>
    <w:rsid w:val="00EE1A00"/>
    <w:rsid w:val="00EE21B8"/>
    <w:rsid w:val="00EE2946"/>
    <w:rsid w:val="00EE2F00"/>
    <w:rsid w:val="00EE4E13"/>
    <w:rsid w:val="00EE5F0A"/>
    <w:rsid w:val="00EE6380"/>
    <w:rsid w:val="00EE7108"/>
    <w:rsid w:val="00EE754D"/>
    <w:rsid w:val="00EF026F"/>
    <w:rsid w:val="00EF1074"/>
    <w:rsid w:val="00EF4732"/>
    <w:rsid w:val="00EF4AE0"/>
    <w:rsid w:val="00EF51BD"/>
    <w:rsid w:val="00EF571C"/>
    <w:rsid w:val="00EF5AA8"/>
    <w:rsid w:val="00EF69EF"/>
    <w:rsid w:val="00F01511"/>
    <w:rsid w:val="00F03959"/>
    <w:rsid w:val="00F03CFF"/>
    <w:rsid w:val="00F03F7E"/>
    <w:rsid w:val="00F054F9"/>
    <w:rsid w:val="00F05D7E"/>
    <w:rsid w:val="00F05E15"/>
    <w:rsid w:val="00F07B52"/>
    <w:rsid w:val="00F10A9F"/>
    <w:rsid w:val="00F11F9D"/>
    <w:rsid w:val="00F12949"/>
    <w:rsid w:val="00F13631"/>
    <w:rsid w:val="00F1368D"/>
    <w:rsid w:val="00F1458E"/>
    <w:rsid w:val="00F1494A"/>
    <w:rsid w:val="00F16A39"/>
    <w:rsid w:val="00F16B2E"/>
    <w:rsid w:val="00F2442B"/>
    <w:rsid w:val="00F24F62"/>
    <w:rsid w:val="00F25B18"/>
    <w:rsid w:val="00F25BE9"/>
    <w:rsid w:val="00F26DB6"/>
    <w:rsid w:val="00F26F32"/>
    <w:rsid w:val="00F27A71"/>
    <w:rsid w:val="00F308EF"/>
    <w:rsid w:val="00F30D8F"/>
    <w:rsid w:val="00F310A9"/>
    <w:rsid w:val="00F320A1"/>
    <w:rsid w:val="00F33197"/>
    <w:rsid w:val="00F33D5A"/>
    <w:rsid w:val="00F37D5A"/>
    <w:rsid w:val="00F40451"/>
    <w:rsid w:val="00F42F3A"/>
    <w:rsid w:val="00F461E9"/>
    <w:rsid w:val="00F5099C"/>
    <w:rsid w:val="00F50E21"/>
    <w:rsid w:val="00F539F6"/>
    <w:rsid w:val="00F555D4"/>
    <w:rsid w:val="00F55629"/>
    <w:rsid w:val="00F55E2F"/>
    <w:rsid w:val="00F55E7B"/>
    <w:rsid w:val="00F5743D"/>
    <w:rsid w:val="00F577BC"/>
    <w:rsid w:val="00F60726"/>
    <w:rsid w:val="00F60C3B"/>
    <w:rsid w:val="00F60E8A"/>
    <w:rsid w:val="00F610B0"/>
    <w:rsid w:val="00F611DD"/>
    <w:rsid w:val="00F6419C"/>
    <w:rsid w:val="00F65053"/>
    <w:rsid w:val="00F6610E"/>
    <w:rsid w:val="00F67EAC"/>
    <w:rsid w:val="00F72A4B"/>
    <w:rsid w:val="00F73E44"/>
    <w:rsid w:val="00F76940"/>
    <w:rsid w:val="00F76B98"/>
    <w:rsid w:val="00F7738E"/>
    <w:rsid w:val="00F7739E"/>
    <w:rsid w:val="00F77CB9"/>
    <w:rsid w:val="00F77FC9"/>
    <w:rsid w:val="00F80548"/>
    <w:rsid w:val="00F812B9"/>
    <w:rsid w:val="00F81472"/>
    <w:rsid w:val="00F814AB"/>
    <w:rsid w:val="00F81745"/>
    <w:rsid w:val="00F81903"/>
    <w:rsid w:val="00F82039"/>
    <w:rsid w:val="00F82A46"/>
    <w:rsid w:val="00F82EA5"/>
    <w:rsid w:val="00F82EE7"/>
    <w:rsid w:val="00F832A8"/>
    <w:rsid w:val="00F8399D"/>
    <w:rsid w:val="00F84349"/>
    <w:rsid w:val="00F85C0E"/>
    <w:rsid w:val="00F86B43"/>
    <w:rsid w:val="00F86D79"/>
    <w:rsid w:val="00F90000"/>
    <w:rsid w:val="00F910EA"/>
    <w:rsid w:val="00F924F5"/>
    <w:rsid w:val="00F93D47"/>
    <w:rsid w:val="00F93F82"/>
    <w:rsid w:val="00F95C4D"/>
    <w:rsid w:val="00FA02C6"/>
    <w:rsid w:val="00FA065D"/>
    <w:rsid w:val="00FA1376"/>
    <w:rsid w:val="00FA1E36"/>
    <w:rsid w:val="00FA28E6"/>
    <w:rsid w:val="00FA60D1"/>
    <w:rsid w:val="00FA7FBF"/>
    <w:rsid w:val="00FB1600"/>
    <w:rsid w:val="00FB1755"/>
    <w:rsid w:val="00FB2D33"/>
    <w:rsid w:val="00FB2DDC"/>
    <w:rsid w:val="00FB36DF"/>
    <w:rsid w:val="00FB3B2C"/>
    <w:rsid w:val="00FB3CC5"/>
    <w:rsid w:val="00FB4FC9"/>
    <w:rsid w:val="00FB5EB7"/>
    <w:rsid w:val="00FB6D72"/>
    <w:rsid w:val="00FB72E7"/>
    <w:rsid w:val="00FC0506"/>
    <w:rsid w:val="00FC0F5B"/>
    <w:rsid w:val="00FC1030"/>
    <w:rsid w:val="00FC2A6E"/>
    <w:rsid w:val="00FC2B7A"/>
    <w:rsid w:val="00FC2F37"/>
    <w:rsid w:val="00FC3279"/>
    <w:rsid w:val="00FC3CF7"/>
    <w:rsid w:val="00FC4583"/>
    <w:rsid w:val="00FC4773"/>
    <w:rsid w:val="00FC614E"/>
    <w:rsid w:val="00FC64D8"/>
    <w:rsid w:val="00FD1317"/>
    <w:rsid w:val="00FD1C7C"/>
    <w:rsid w:val="00FD422F"/>
    <w:rsid w:val="00FD653C"/>
    <w:rsid w:val="00FD6F33"/>
    <w:rsid w:val="00FD774A"/>
    <w:rsid w:val="00FD7E12"/>
    <w:rsid w:val="00FE002D"/>
    <w:rsid w:val="00FE2DFD"/>
    <w:rsid w:val="00FE452B"/>
    <w:rsid w:val="00FE5AAB"/>
    <w:rsid w:val="00FE5ED6"/>
    <w:rsid w:val="00FF0000"/>
    <w:rsid w:val="00FF0AE0"/>
    <w:rsid w:val="00FF26CB"/>
    <w:rsid w:val="00FF27DA"/>
    <w:rsid w:val="00FF3B75"/>
    <w:rsid w:val="00FF40F3"/>
    <w:rsid w:val="00FF455F"/>
    <w:rsid w:val="00FF4E45"/>
    <w:rsid w:val="00FF6052"/>
    <w:rsid w:val="00FF6EE6"/>
    <w:rsid w:val="00FF743B"/>
    <w:rsid w:val="0224187C"/>
    <w:rsid w:val="02E62FD5"/>
    <w:rsid w:val="03123218"/>
    <w:rsid w:val="032D1844"/>
    <w:rsid w:val="044C19E5"/>
    <w:rsid w:val="096B2D0D"/>
    <w:rsid w:val="09E32320"/>
    <w:rsid w:val="0C36650C"/>
    <w:rsid w:val="0DD306F4"/>
    <w:rsid w:val="0E425A75"/>
    <w:rsid w:val="110C50E8"/>
    <w:rsid w:val="14DE363A"/>
    <w:rsid w:val="1602697A"/>
    <w:rsid w:val="1663076D"/>
    <w:rsid w:val="188B5D59"/>
    <w:rsid w:val="1A260B05"/>
    <w:rsid w:val="1A6D6AE8"/>
    <w:rsid w:val="1AB21D15"/>
    <w:rsid w:val="1D6837E8"/>
    <w:rsid w:val="1F672E3C"/>
    <w:rsid w:val="20224785"/>
    <w:rsid w:val="20700591"/>
    <w:rsid w:val="208249A7"/>
    <w:rsid w:val="22477195"/>
    <w:rsid w:val="248F5924"/>
    <w:rsid w:val="24D127A6"/>
    <w:rsid w:val="256D14A7"/>
    <w:rsid w:val="28C49BC3"/>
    <w:rsid w:val="28E06EB5"/>
    <w:rsid w:val="299C0826"/>
    <w:rsid w:val="2BD57D9A"/>
    <w:rsid w:val="2C555F08"/>
    <w:rsid w:val="305B7C64"/>
    <w:rsid w:val="30DC13F0"/>
    <w:rsid w:val="31A15D7C"/>
    <w:rsid w:val="32538F0D"/>
    <w:rsid w:val="37184804"/>
    <w:rsid w:val="37247EAB"/>
    <w:rsid w:val="376366DD"/>
    <w:rsid w:val="3BE949C1"/>
    <w:rsid w:val="3BE96DCA"/>
    <w:rsid w:val="3BF23C07"/>
    <w:rsid w:val="3C894C95"/>
    <w:rsid w:val="3D286024"/>
    <w:rsid w:val="3DB61276"/>
    <w:rsid w:val="3DB7E274"/>
    <w:rsid w:val="3E907F9B"/>
    <w:rsid w:val="3ED86678"/>
    <w:rsid w:val="3F150467"/>
    <w:rsid w:val="403A57EB"/>
    <w:rsid w:val="405214DD"/>
    <w:rsid w:val="427967E8"/>
    <w:rsid w:val="42901C0E"/>
    <w:rsid w:val="42D0402B"/>
    <w:rsid w:val="42EF386C"/>
    <w:rsid w:val="441135BC"/>
    <w:rsid w:val="442B6096"/>
    <w:rsid w:val="44557097"/>
    <w:rsid w:val="45B84FC4"/>
    <w:rsid w:val="48100090"/>
    <w:rsid w:val="48655285"/>
    <w:rsid w:val="48A013CA"/>
    <w:rsid w:val="499411B2"/>
    <w:rsid w:val="4AC676BD"/>
    <w:rsid w:val="4BBE2E56"/>
    <w:rsid w:val="4C5DA306"/>
    <w:rsid w:val="4E17716C"/>
    <w:rsid w:val="5164364B"/>
    <w:rsid w:val="53BFF033"/>
    <w:rsid w:val="53C9622A"/>
    <w:rsid w:val="55546EF7"/>
    <w:rsid w:val="57ACBBCC"/>
    <w:rsid w:val="5800CFBA"/>
    <w:rsid w:val="58420CCE"/>
    <w:rsid w:val="5ADC1841"/>
    <w:rsid w:val="5BFE1080"/>
    <w:rsid w:val="5C0B0F40"/>
    <w:rsid w:val="5D767EAB"/>
    <w:rsid w:val="5FF36035"/>
    <w:rsid w:val="606940DA"/>
    <w:rsid w:val="630E06E5"/>
    <w:rsid w:val="66293A88"/>
    <w:rsid w:val="693D029E"/>
    <w:rsid w:val="69456E2B"/>
    <w:rsid w:val="6A347D6B"/>
    <w:rsid w:val="6C282CFE"/>
    <w:rsid w:val="6CED3A62"/>
    <w:rsid w:val="6DC20A4A"/>
    <w:rsid w:val="6E4B4EE4"/>
    <w:rsid w:val="6EFE4B15"/>
    <w:rsid w:val="6F3F8753"/>
    <w:rsid w:val="6FD54F04"/>
    <w:rsid w:val="720C4F8D"/>
    <w:rsid w:val="734434BF"/>
    <w:rsid w:val="73726A6F"/>
    <w:rsid w:val="741C221E"/>
    <w:rsid w:val="74EF9921"/>
    <w:rsid w:val="769F5771"/>
    <w:rsid w:val="77AE757E"/>
    <w:rsid w:val="77BB6A59"/>
    <w:rsid w:val="78F87A16"/>
    <w:rsid w:val="7B1EA3D2"/>
    <w:rsid w:val="7B6FF462"/>
    <w:rsid w:val="7B93B8AD"/>
    <w:rsid w:val="7BBF7A87"/>
    <w:rsid w:val="7BE79458"/>
    <w:rsid w:val="7C396069"/>
    <w:rsid w:val="7F651B7D"/>
    <w:rsid w:val="7FF7BF8F"/>
    <w:rsid w:val="7FFE211C"/>
  </w:rsids>
  <m:mathPr>
    <m:mathFont m:val="Cambria Math"/>
    <m:brkBin m:val="before"/>
    <m:brkBinSub m:val="--"/>
    <m:smallFrac m:val="0"/>
    <m:dispDef/>
    <m:lMargin m:val="0"/>
    <m:rMargin m:val="0"/>
    <m:defJc m:val="centerGroup"/>
    <m:wrapIndent m:val="1440"/>
    <m:intLim m:val="subSup"/>
    <m:naryLim m:val="undOvr"/>
  </m:mathPr>
  <w:themeFontLang w:val="pl-PL"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320E98"/>
  <w15:chartTrackingRefBased/>
  <w15:docId w15:val="{83C1B448-3CB6-4E63-8769-64E6CA1A8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lsdException w:name="caption" w:semiHidden="1" w:unhideWhenUsed="1" w:qFormat="1"/>
    <w:lsdException w:name="annotation reference" w:uiPriority="99" w:unhideWhenUsed="1"/>
    <w:lsdException w:name="Title" w:qFormat="1"/>
    <w:lsdException w:name="Default Paragraph Font" w:semiHidden="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widowControl w:val="0"/>
      <w:jc w:val="both"/>
    </w:pPr>
    <w:rPr>
      <w:rFonts w:ascii="Calibri" w:hAnsi="Calibri"/>
      <w:kern w:val="2"/>
      <w:sz w:val="21"/>
      <w:szCs w:val="24"/>
      <w:lang w:val="en-US" w:eastAsia="zh-CN"/>
    </w:rPr>
  </w:style>
  <w:style w:type="paragraph" w:styleId="Nagwek1">
    <w:name w:val="heading 1"/>
    <w:basedOn w:val="Normalny"/>
    <w:next w:val="Normalny"/>
    <w:link w:val="Nagwek1Znak"/>
    <w:qFormat/>
    <w:rsid w:val="007B6A47"/>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Nagwek2">
    <w:name w:val="heading 2"/>
    <w:basedOn w:val="Normalny"/>
    <w:next w:val="Normalny"/>
    <w:link w:val="Nagwek2Znak"/>
    <w:unhideWhenUsed/>
    <w:qFormat/>
    <w:rsid w:val="007A088C"/>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Nagwek3">
    <w:name w:val="heading 3"/>
    <w:basedOn w:val="Normalny"/>
    <w:next w:val="Normalny"/>
    <w:link w:val="Nagwek3Znak"/>
    <w:semiHidden/>
    <w:unhideWhenUsed/>
    <w:qFormat/>
    <w:rsid w:val="00E65E8B"/>
    <w:pPr>
      <w:keepNext/>
      <w:keepLines/>
      <w:spacing w:before="40"/>
      <w:outlineLvl w:val="2"/>
    </w:pPr>
    <w:rPr>
      <w:rFonts w:asciiTheme="majorHAnsi" w:eastAsiaTheme="majorEastAsia" w:hAnsiTheme="majorHAnsi" w:cstheme="majorBidi"/>
      <w:color w:val="0A2F40" w:themeColor="accent1" w:themeShade="7F"/>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unhideWhenUsed/>
  </w:style>
  <w:style w:type="character" w:customStyle="1" w:styleId="TekstkomentarzaZnak">
    <w:name w:val="Tekst komentarza Znak"/>
    <w:link w:val="Tekstkomentarza"/>
    <w:uiPriority w:val="99"/>
    <w:rPr>
      <w:rFonts w:ascii="Calibri" w:hAnsi="Calibri"/>
      <w:kern w:val="2"/>
      <w:sz w:val="21"/>
      <w:szCs w:val="24"/>
    </w:rPr>
  </w:style>
  <w:style w:type="paragraph" w:styleId="Tekstprzypisukocowego">
    <w:name w:val="endnote text"/>
    <w:basedOn w:val="Normalny"/>
    <w:link w:val="TekstprzypisukocowegoZnak"/>
    <w:pPr>
      <w:snapToGrid w:val="0"/>
      <w:jc w:val="left"/>
    </w:pPr>
  </w:style>
  <w:style w:type="character" w:customStyle="1" w:styleId="TekstprzypisukocowegoZnak">
    <w:name w:val="Tekst przypisu końcowego Znak"/>
    <w:link w:val="Tekstprzypisukocowego"/>
    <w:rPr>
      <w:rFonts w:ascii="Calibri" w:hAnsi="Calibri"/>
      <w:kern w:val="2"/>
      <w:sz w:val="21"/>
      <w:szCs w:val="24"/>
    </w:rPr>
  </w:style>
  <w:style w:type="paragraph" w:styleId="Tekstdymka">
    <w:name w:val="Balloon Text"/>
    <w:basedOn w:val="Normalny"/>
    <w:link w:val="TekstdymkaZnak"/>
    <w:rPr>
      <w:sz w:val="18"/>
      <w:szCs w:val="18"/>
    </w:rPr>
  </w:style>
  <w:style w:type="character" w:customStyle="1" w:styleId="TekstdymkaZnak">
    <w:name w:val="Tekst dymka Znak"/>
    <w:link w:val="Tekstdymka"/>
    <w:rPr>
      <w:rFonts w:ascii="Calibri" w:hAnsi="Calibri"/>
      <w:kern w:val="2"/>
      <w:sz w:val="18"/>
      <w:szCs w:val="18"/>
    </w:rPr>
  </w:style>
  <w:style w:type="paragraph" w:styleId="Stopka">
    <w:name w:val="footer"/>
    <w:basedOn w:val="Normalny"/>
    <w:link w:val="StopkaZnak"/>
    <w:pPr>
      <w:tabs>
        <w:tab w:val="center" w:pos="4153"/>
        <w:tab w:val="right" w:pos="8306"/>
      </w:tabs>
      <w:snapToGrid w:val="0"/>
      <w:jc w:val="left"/>
    </w:pPr>
    <w:rPr>
      <w:sz w:val="18"/>
    </w:rPr>
  </w:style>
  <w:style w:type="paragraph" w:styleId="Nagwek">
    <w:name w:val="header"/>
    <w:basedOn w:val="Normalny"/>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ekstprzypisudolnego">
    <w:name w:val="footnote text"/>
    <w:basedOn w:val="Normalny"/>
    <w:link w:val="TekstprzypisudolnegoZnak"/>
    <w:pPr>
      <w:snapToGrid w:val="0"/>
      <w:jc w:val="left"/>
    </w:pPr>
    <w:rPr>
      <w:sz w:val="18"/>
      <w:szCs w:val="18"/>
    </w:rPr>
  </w:style>
  <w:style w:type="character" w:customStyle="1" w:styleId="TekstprzypisudolnegoZnak">
    <w:name w:val="Tekst przypisu dolnego Znak"/>
    <w:link w:val="Tekstprzypisudolnego"/>
    <w:rPr>
      <w:rFonts w:ascii="Calibri" w:hAnsi="Calibri"/>
      <w:kern w:val="2"/>
      <w:sz w:val="18"/>
      <w:szCs w:val="18"/>
    </w:rPr>
  </w:style>
  <w:style w:type="paragraph" w:styleId="NormalnyWeb">
    <w:name w:val="Normal (Web)"/>
    <w:basedOn w:val="Normalny"/>
    <w:uiPriority w:val="99"/>
    <w:unhideWhenUsed/>
    <w:pPr>
      <w:spacing w:before="100" w:beforeAutospacing="1" w:after="100" w:afterAutospacing="1"/>
    </w:pPr>
  </w:style>
  <w:style w:type="paragraph" w:styleId="Tematkomentarza">
    <w:name w:val="annotation subject"/>
    <w:basedOn w:val="Tekstkomentarza"/>
    <w:next w:val="Tekstkomentarza"/>
    <w:link w:val="TematkomentarzaZnak"/>
    <w:pPr>
      <w:jc w:val="left"/>
    </w:pPr>
    <w:rPr>
      <w:b/>
      <w:bCs/>
    </w:rPr>
  </w:style>
  <w:style w:type="character" w:customStyle="1" w:styleId="TematkomentarzaZnak">
    <w:name w:val="Temat komentarza Znak"/>
    <w:link w:val="Tematkomentarza"/>
    <w:rPr>
      <w:rFonts w:ascii="Calibri" w:hAnsi="Calibri"/>
      <w:b/>
      <w:bCs/>
      <w:kern w:val="2"/>
      <w:sz w:val="21"/>
      <w:szCs w:val="24"/>
    </w:rPr>
  </w:style>
  <w:style w:type="character" w:styleId="Pogrubienie">
    <w:name w:val="Strong"/>
    <w:qFormat/>
    <w:rPr>
      <w:b/>
    </w:rPr>
  </w:style>
  <w:style w:type="character" w:styleId="Odwoanieprzypisukocowego">
    <w:name w:val="endnote reference"/>
    <w:rPr>
      <w:vertAlign w:val="superscript"/>
    </w:rPr>
  </w:style>
  <w:style w:type="character" w:styleId="Hipercze">
    <w:name w:val="Hyperlink"/>
    <w:qFormat/>
    <w:rPr>
      <w:color w:val="0000FF"/>
      <w:u w:val="single"/>
    </w:rPr>
  </w:style>
  <w:style w:type="character" w:styleId="Odwoaniedokomentarza">
    <w:name w:val="annotation reference"/>
    <w:uiPriority w:val="99"/>
    <w:unhideWhenUsed/>
    <w:rPr>
      <w:sz w:val="21"/>
      <w:szCs w:val="21"/>
    </w:rPr>
  </w:style>
  <w:style w:type="character" w:styleId="Odwoanieprzypisudolnego">
    <w:name w:val="footnote reference"/>
    <w:rPr>
      <w:vertAlign w:val="superscript"/>
    </w:rPr>
  </w:style>
  <w:style w:type="paragraph" w:customStyle="1" w:styleId="p1">
    <w:name w:val="p1"/>
    <w:basedOn w:val="Normalny"/>
    <w:pPr>
      <w:jc w:val="left"/>
    </w:pPr>
    <w:rPr>
      <w:rFonts w:ascii="pingfang sc" w:eastAsia="pingfang sc" w:hAnsi="pingfang sc"/>
      <w:kern w:val="0"/>
      <w:sz w:val="26"/>
      <w:szCs w:val="26"/>
    </w:rPr>
  </w:style>
  <w:style w:type="paragraph" w:customStyle="1" w:styleId="p2">
    <w:name w:val="p2"/>
    <w:basedOn w:val="Normalny"/>
    <w:pPr>
      <w:jc w:val="left"/>
    </w:pPr>
    <w:rPr>
      <w:rFonts w:ascii="pingfang sc" w:eastAsia="pingfang sc" w:hAnsi="pingfang sc"/>
      <w:kern w:val="0"/>
      <w:sz w:val="26"/>
      <w:szCs w:val="26"/>
    </w:rPr>
  </w:style>
  <w:style w:type="character" w:customStyle="1" w:styleId="s1">
    <w:name w:val="s1"/>
    <w:rPr>
      <w:rFonts w:ascii="Helvetica Neue" w:eastAsia="Helvetica Neue" w:hAnsi="Helvetica Neue" w:cs="Helvetica Neue"/>
      <w:sz w:val="26"/>
      <w:szCs w:val="26"/>
    </w:rPr>
  </w:style>
  <w:style w:type="character" w:customStyle="1" w:styleId="10">
    <w:name w:val="10"/>
    <w:rPr>
      <w:rFonts w:ascii="Calibri" w:hAnsi="Calibri" w:cs="Calibri" w:hint="default"/>
    </w:rPr>
  </w:style>
  <w:style w:type="character" w:customStyle="1" w:styleId="15">
    <w:name w:val="15"/>
    <w:rPr>
      <w:rFonts w:ascii="Calibri" w:hAnsi="Calibri" w:cs="Calibri" w:hint="default"/>
      <w:sz w:val="21"/>
      <w:szCs w:val="21"/>
    </w:rPr>
  </w:style>
  <w:style w:type="paragraph" w:customStyle="1" w:styleId="p3">
    <w:name w:val="p3"/>
    <w:basedOn w:val="Normalny"/>
    <w:pPr>
      <w:jc w:val="left"/>
    </w:pPr>
    <w:rPr>
      <w:rFonts w:ascii="pingfang sc" w:eastAsia="pingfang sc" w:hAnsi="pingfang sc"/>
      <w:kern w:val="0"/>
      <w:sz w:val="26"/>
      <w:szCs w:val="26"/>
    </w:rPr>
  </w:style>
  <w:style w:type="character" w:customStyle="1" w:styleId="Nierozpoznanawzmianka1">
    <w:name w:val="Nierozpoznana wzmianka1"/>
    <w:uiPriority w:val="99"/>
    <w:semiHidden/>
    <w:unhideWhenUsed/>
    <w:rsid w:val="00B40B42"/>
    <w:rPr>
      <w:color w:val="605E5C"/>
      <w:shd w:val="clear" w:color="auto" w:fill="E1DFDD"/>
    </w:rPr>
  </w:style>
  <w:style w:type="character" w:customStyle="1" w:styleId="czeinternetowe">
    <w:name w:val="Łącze internetowe"/>
    <w:rsid w:val="002A69CE"/>
    <w:rPr>
      <w:color w:val="0000FF"/>
      <w:u w:val="single"/>
    </w:rPr>
  </w:style>
  <w:style w:type="character" w:customStyle="1" w:styleId="StopkaZnak">
    <w:name w:val="Stopka Znak"/>
    <w:link w:val="Stopka"/>
    <w:rsid w:val="002A69CE"/>
    <w:rPr>
      <w:rFonts w:ascii="Calibri" w:hAnsi="Calibri"/>
      <w:kern w:val="2"/>
      <w:sz w:val="18"/>
      <w:szCs w:val="24"/>
      <w:lang w:bidi="ar-SA"/>
    </w:rPr>
  </w:style>
  <w:style w:type="character" w:styleId="UyteHipercze">
    <w:name w:val="FollowedHyperlink"/>
    <w:rsid w:val="00A32045"/>
    <w:rPr>
      <w:color w:val="96607D"/>
      <w:u w:val="single"/>
    </w:rPr>
  </w:style>
  <w:style w:type="paragraph" w:styleId="Akapitzlist">
    <w:name w:val="List Paragraph"/>
    <w:basedOn w:val="Normalny"/>
    <w:uiPriority w:val="34"/>
    <w:qFormat/>
    <w:rsid w:val="00715F0E"/>
    <w:pPr>
      <w:ind w:firstLineChars="200" w:firstLine="420"/>
    </w:pPr>
    <w:rPr>
      <w:rFonts w:eastAsia="Calibri" w:cs="Calibri"/>
      <w:szCs w:val="22"/>
    </w:rPr>
  </w:style>
  <w:style w:type="paragraph" w:styleId="Poprawka">
    <w:name w:val="Revision"/>
    <w:hidden/>
    <w:uiPriority w:val="99"/>
    <w:unhideWhenUsed/>
    <w:rsid w:val="000C3CC1"/>
    <w:rPr>
      <w:rFonts w:ascii="Calibri" w:hAnsi="Calibri"/>
      <w:kern w:val="2"/>
      <w:sz w:val="21"/>
      <w:szCs w:val="24"/>
      <w:lang w:val="en-US" w:eastAsia="zh-CN"/>
    </w:rPr>
  </w:style>
  <w:style w:type="paragraph" w:styleId="Tekstpodstawowy">
    <w:name w:val="Body Text"/>
    <w:basedOn w:val="Normalny"/>
    <w:link w:val="TekstpodstawowyZnak"/>
    <w:rsid w:val="007B75ED"/>
    <w:pPr>
      <w:widowControl/>
      <w:suppressAutoHyphens/>
      <w:spacing w:after="140" w:line="276" w:lineRule="auto"/>
      <w:jc w:val="left"/>
    </w:pPr>
    <w:rPr>
      <w:rFonts w:ascii="Liberation Serif" w:eastAsia="Songti SC" w:hAnsi="Liberation Serif" w:cs="Arial Unicode MS"/>
      <w:sz w:val="24"/>
      <w:lang w:val="en-GB" w:bidi="hi-IN"/>
    </w:rPr>
  </w:style>
  <w:style w:type="character" w:customStyle="1" w:styleId="TekstpodstawowyZnak">
    <w:name w:val="Tekst podstawowy Znak"/>
    <w:basedOn w:val="Domylnaczcionkaakapitu"/>
    <w:link w:val="Tekstpodstawowy"/>
    <w:rsid w:val="007B75ED"/>
    <w:rPr>
      <w:rFonts w:ascii="Liberation Serif" w:eastAsia="Songti SC" w:hAnsi="Liberation Serif" w:cs="Arial Unicode MS"/>
      <w:kern w:val="2"/>
      <w:sz w:val="24"/>
      <w:szCs w:val="24"/>
      <w:lang w:val="en-GB" w:eastAsia="zh-CN" w:bidi="hi-IN"/>
    </w:rPr>
  </w:style>
  <w:style w:type="character" w:customStyle="1" w:styleId="Nagwek2Znak">
    <w:name w:val="Nagłówek 2 Znak"/>
    <w:basedOn w:val="Domylnaczcionkaakapitu"/>
    <w:link w:val="Nagwek2"/>
    <w:rsid w:val="007A088C"/>
    <w:rPr>
      <w:rFonts w:asciiTheme="majorHAnsi" w:eastAsiaTheme="majorEastAsia" w:hAnsiTheme="majorHAnsi" w:cstheme="majorBidi"/>
      <w:color w:val="0F4761" w:themeColor="accent1" w:themeShade="BF"/>
      <w:kern w:val="2"/>
      <w:sz w:val="26"/>
      <w:szCs w:val="26"/>
      <w:lang w:val="en-US" w:eastAsia="zh-CN"/>
    </w:rPr>
  </w:style>
  <w:style w:type="character" w:styleId="Nierozpoznanawzmianka">
    <w:name w:val="Unresolved Mention"/>
    <w:basedOn w:val="Domylnaczcionkaakapitu"/>
    <w:uiPriority w:val="99"/>
    <w:semiHidden/>
    <w:unhideWhenUsed/>
    <w:rsid w:val="00B5331C"/>
    <w:rPr>
      <w:color w:val="605E5C"/>
      <w:shd w:val="clear" w:color="auto" w:fill="E1DFDD"/>
    </w:rPr>
  </w:style>
  <w:style w:type="character" w:customStyle="1" w:styleId="Nagwek1Znak">
    <w:name w:val="Nagłówek 1 Znak"/>
    <w:basedOn w:val="Domylnaczcionkaakapitu"/>
    <w:link w:val="Nagwek1"/>
    <w:rsid w:val="007B6A47"/>
    <w:rPr>
      <w:rFonts w:asciiTheme="majorHAnsi" w:eastAsiaTheme="majorEastAsia" w:hAnsiTheme="majorHAnsi" w:cstheme="majorBidi"/>
      <w:color w:val="0F4761" w:themeColor="accent1" w:themeShade="BF"/>
      <w:kern w:val="2"/>
      <w:sz w:val="32"/>
      <w:szCs w:val="32"/>
      <w:lang w:val="en-US" w:eastAsia="zh-CN"/>
    </w:rPr>
  </w:style>
  <w:style w:type="character" w:customStyle="1" w:styleId="Nagwek3Znak">
    <w:name w:val="Nagłówek 3 Znak"/>
    <w:basedOn w:val="Domylnaczcionkaakapitu"/>
    <w:link w:val="Nagwek3"/>
    <w:semiHidden/>
    <w:rsid w:val="00E65E8B"/>
    <w:rPr>
      <w:rFonts w:asciiTheme="majorHAnsi" w:eastAsiaTheme="majorEastAsia" w:hAnsiTheme="majorHAnsi" w:cstheme="majorBidi"/>
      <w:color w:val="0A2F40" w:themeColor="accent1" w:themeShade="7F"/>
      <w:kern w:val="2"/>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2120">
      <w:bodyDiv w:val="1"/>
      <w:marLeft w:val="0"/>
      <w:marRight w:val="0"/>
      <w:marTop w:val="0"/>
      <w:marBottom w:val="0"/>
      <w:divBdr>
        <w:top w:val="none" w:sz="0" w:space="0" w:color="auto"/>
        <w:left w:val="none" w:sz="0" w:space="0" w:color="auto"/>
        <w:bottom w:val="none" w:sz="0" w:space="0" w:color="auto"/>
        <w:right w:val="none" w:sz="0" w:space="0" w:color="auto"/>
      </w:divBdr>
    </w:div>
    <w:div w:id="40793078">
      <w:bodyDiv w:val="1"/>
      <w:marLeft w:val="0"/>
      <w:marRight w:val="0"/>
      <w:marTop w:val="0"/>
      <w:marBottom w:val="0"/>
      <w:divBdr>
        <w:top w:val="none" w:sz="0" w:space="0" w:color="auto"/>
        <w:left w:val="none" w:sz="0" w:space="0" w:color="auto"/>
        <w:bottom w:val="none" w:sz="0" w:space="0" w:color="auto"/>
        <w:right w:val="none" w:sz="0" w:space="0" w:color="auto"/>
      </w:divBdr>
    </w:div>
    <w:div w:id="46152558">
      <w:bodyDiv w:val="1"/>
      <w:marLeft w:val="0"/>
      <w:marRight w:val="0"/>
      <w:marTop w:val="0"/>
      <w:marBottom w:val="0"/>
      <w:divBdr>
        <w:top w:val="none" w:sz="0" w:space="0" w:color="auto"/>
        <w:left w:val="none" w:sz="0" w:space="0" w:color="auto"/>
        <w:bottom w:val="none" w:sz="0" w:space="0" w:color="auto"/>
        <w:right w:val="none" w:sz="0" w:space="0" w:color="auto"/>
      </w:divBdr>
    </w:div>
    <w:div w:id="91049799">
      <w:bodyDiv w:val="1"/>
      <w:marLeft w:val="0"/>
      <w:marRight w:val="0"/>
      <w:marTop w:val="0"/>
      <w:marBottom w:val="0"/>
      <w:divBdr>
        <w:top w:val="none" w:sz="0" w:space="0" w:color="auto"/>
        <w:left w:val="none" w:sz="0" w:space="0" w:color="auto"/>
        <w:bottom w:val="none" w:sz="0" w:space="0" w:color="auto"/>
        <w:right w:val="none" w:sz="0" w:space="0" w:color="auto"/>
      </w:divBdr>
    </w:div>
    <w:div w:id="132867342">
      <w:bodyDiv w:val="1"/>
      <w:marLeft w:val="0"/>
      <w:marRight w:val="0"/>
      <w:marTop w:val="0"/>
      <w:marBottom w:val="0"/>
      <w:divBdr>
        <w:top w:val="none" w:sz="0" w:space="0" w:color="auto"/>
        <w:left w:val="none" w:sz="0" w:space="0" w:color="auto"/>
        <w:bottom w:val="none" w:sz="0" w:space="0" w:color="auto"/>
        <w:right w:val="none" w:sz="0" w:space="0" w:color="auto"/>
      </w:divBdr>
    </w:div>
    <w:div w:id="138311097">
      <w:bodyDiv w:val="1"/>
      <w:marLeft w:val="0"/>
      <w:marRight w:val="0"/>
      <w:marTop w:val="0"/>
      <w:marBottom w:val="0"/>
      <w:divBdr>
        <w:top w:val="none" w:sz="0" w:space="0" w:color="auto"/>
        <w:left w:val="none" w:sz="0" w:space="0" w:color="auto"/>
        <w:bottom w:val="none" w:sz="0" w:space="0" w:color="auto"/>
        <w:right w:val="none" w:sz="0" w:space="0" w:color="auto"/>
      </w:divBdr>
      <w:divsChild>
        <w:div w:id="1066031883">
          <w:marLeft w:val="0"/>
          <w:marRight w:val="0"/>
          <w:marTop w:val="0"/>
          <w:marBottom w:val="0"/>
          <w:divBdr>
            <w:top w:val="none" w:sz="0" w:space="0" w:color="auto"/>
            <w:left w:val="none" w:sz="0" w:space="0" w:color="auto"/>
            <w:bottom w:val="none" w:sz="0" w:space="0" w:color="auto"/>
            <w:right w:val="none" w:sz="0" w:space="0" w:color="auto"/>
          </w:divBdr>
        </w:div>
        <w:div w:id="1258516635">
          <w:marLeft w:val="0"/>
          <w:marRight w:val="0"/>
          <w:marTop w:val="0"/>
          <w:marBottom w:val="0"/>
          <w:divBdr>
            <w:top w:val="none" w:sz="0" w:space="0" w:color="auto"/>
            <w:left w:val="none" w:sz="0" w:space="0" w:color="auto"/>
            <w:bottom w:val="none" w:sz="0" w:space="0" w:color="auto"/>
            <w:right w:val="none" w:sz="0" w:space="0" w:color="auto"/>
          </w:divBdr>
        </w:div>
      </w:divsChild>
    </w:div>
    <w:div w:id="203756964">
      <w:bodyDiv w:val="1"/>
      <w:marLeft w:val="0"/>
      <w:marRight w:val="0"/>
      <w:marTop w:val="0"/>
      <w:marBottom w:val="0"/>
      <w:divBdr>
        <w:top w:val="none" w:sz="0" w:space="0" w:color="auto"/>
        <w:left w:val="none" w:sz="0" w:space="0" w:color="auto"/>
        <w:bottom w:val="none" w:sz="0" w:space="0" w:color="auto"/>
        <w:right w:val="none" w:sz="0" w:space="0" w:color="auto"/>
      </w:divBdr>
    </w:div>
    <w:div w:id="256794501">
      <w:bodyDiv w:val="1"/>
      <w:marLeft w:val="0"/>
      <w:marRight w:val="0"/>
      <w:marTop w:val="0"/>
      <w:marBottom w:val="0"/>
      <w:divBdr>
        <w:top w:val="none" w:sz="0" w:space="0" w:color="auto"/>
        <w:left w:val="none" w:sz="0" w:space="0" w:color="auto"/>
        <w:bottom w:val="none" w:sz="0" w:space="0" w:color="auto"/>
        <w:right w:val="none" w:sz="0" w:space="0" w:color="auto"/>
      </w:divBdr>
    </w:div>
    <w:div w:id="261378717">
      <w:bodyDiv w:val="1"/>
      <w:marLeft w:val="0"/>
      <w:marRight w:val="0"/>
      <w:marTop w:val="0"/>
      <w:marBottom w:val="0"/>
      <w:divBdr>
        <w:top w:val="none" w:sz="0" w:space="0" w:color="auto"/>
        <w:left w:val="none" w:sz="0" w:space="0" w:color="auto"/>
        <w:bottom w:val="none" w:sz="0" w:space="0" w:color="auto"/>
        <w:right w:val="none" w:sz="0" w:space="0" w:color="auto"/>
      </w:divBdr>
    </w:div>
    <w:div w:id="268204526">
      <w:bodyDiv w:val="1"/>
      <w:marLeft w:val="0"/>
      <w:marRight w:val="0"/>
      <w:marTop w:val="0"/>
      <w:marBottom w:val="0"/>
      <w:divBdr>
        <w:top w:val="none" w:sz="0" w:space="0" w:color="auto"/>
        <w:left w:val="none" w:sz="0" w:space="0" w:color="auto"/>
        <w:bottom w:val="none" w:sz="0" w:space="0" w:color="auto"/>
        <w:right w:val="none" w:sz="0" w:space="0" w:color="auto"/>
      </w:divBdr>
    </w:div>
    <w:div w:id="269902062">
      <w:bodyDiv w:val="1"/>
      <w:marLeft w:val="0"/>
      <w:marRight w:val="0"/>
      <w:marTop w:val="0"/>
      <w:marBottom w:val="0"/>
      <w:divBdr>
        <w:top w:val="none" w:sz="0" w:space="0" w:color="auto"/>
        <w:left w:val="none" w:sz="0" w:space="0" w:color="auto"/>
        <w:bottom w:val="none" w:sz="0" w:space="0" w:color="auto"/>
        <w:right w:val="none" w:sz="0" w:space="0" w:color="auto"/>
      </w:divBdr>
    </w:div>
    <w:div w:id="275059780">
      <w:bodyDiv w:val="1"/>
      <w:marLeft w:val="0"/>
      <w:marRight w:val="0"/>
      <w:marTop w:val="0"/>
      <w:marBottom w:val="0"/>
      <w:divBdr>
        <w:top w:val="none" w:sz="0" w:space="0" w:color="auto"/>
        <w:left w:val="none" w:sz="0" w:space="0" w:color="auto"/>
        <w:bottom w:val="none" w:sz="0" w:space="0" w:color="auto"/>
        <w:right w:val="none" w:sz="0" w:space="0" w:color="auto"/>
      </w:divBdr>
    </w:div>
    <w:div w:id="315573411">
      <w:bodyDiv w:val="1"/>
      <w:marLeft w:val="0"/>
      <w:marRight w:val="0"/>
      <w:marTop w:val="0"/>
      <w:marBottom w:val="0"/>
      <w:divBdr>
        <w:top w:val="none" w:sz="0" w:space="0" w:color="auto"/>
        <w:left w:val="none" w:sz="0" w:space="0" w:color="auto"/>
        <w:bottom w:val="none" w:sz="0" w:space="0" w:color="auto"/>
        <w:right w:val="none" w:sz="0" w:space="0" w:color="auto"/>
      </w:divBdr>
    </w:div>
    <w:div w:id="391122094">
      <w:bodyDiv w:val="1"/>
      <w:marLeft w:val="0"/>
      <w:marRight w:val="0"/>
      <w:marTop w:val="0"/>
      <w:marBottom w:val="0"/>
      <w:divBdr>
        <w:top w:val="none" w:sz="0" w:space="0" w:color="auto"/>
        <w:left w:val="none" w:sz="0" w:space="0" w:color="auto"/>
        <w:bottom w:val="none" w:sz="0" w:space="0" w:color="auto"/>
        <w:right w:val="none" w:sz="0" w:space="0" w:color="auto"/>
      </w:divBdr>
      <w:divsChild>
        <w:div w:id="17440637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1704458">
          <w:blockQuote w:val="1"/>
          <w:marLeft w:val="720"/>
          <w:marRight w:val="720"/>
          <w:marTop w:val="100"/>
          <w:marBottom w:val="100"/>
          <w:divBdr>
            <w:top w:val="none" w:sz="0" w:space="0" w:color="auto"/>
            <w:left w:val="none" w:sz="0" w:space="0" w:color="auto"/>
            <w:bottom w:val="none" w:sz="0" w:space="0" w:color="auto"/>
            <w:right w:val="none" w:sz="0" w:space="0" w:color="auto"/>
          </w:divBdr>
        </w:div>
        <w:div w:id="21182548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1454059">
      <w:bodyDiv w:val="1"/>
      <w:marLeft w:val="0"/>
      <w:marRight w:val="0"/>
      <w:marTop w:val="0"/>
      <w:marBottom w:val="0"/>
      <w:divBdr>
        <w:top w:val="none" w:sz="0" w:space="0" w:color="auto"/>
        <w:left w:val="none" w:sz="0" w:space="0" w:color="auto"/>
        <w:bottom w:val="none" w:sz="0" w:space="0" w:color="auto"/>
        <w:right w:val="none" w:sz="0" w:space="0" w:color="auto"/>
      </w:divBdr>
    </w:div>
    <w:div w:id="572396273">
      <w:bodyDiv w:val="1"/>
      <w:marLeft w:val="0"/>
      <w:marRight w:val="0"/>
      <w:marTop w:val="0"/>
      <w:marBottom w:val="0"/>
      <w:divBdr>
        <w:top w:val="none" w:sz="0" w:space="0" w:color="auto"/>
        <w:left w:val="none" w:sz="0" w:space="0" w:color="auto"/>
        <w:bottom w:val="none" w:sz="0" w:space="0" w:color="auto"/>
        <w:right w:val="none" w:sz="0" w:space="0" w:color="auto"/>
      </w:divBdr>
      <w:divsChild>
        <w:div w:id="147064026">
          <w:marLeft w:val="0"/>
          <w:marRight w:val="0"/>
          <w:marTop w:val="0"/>
          <w:marBottom w:val="0"/>
          <w:divBdr>
            <w:top w:val="none" w:sz="0" w:space="0" w:color="auto"/>
            <w:left w:val="none" w:sz="0" w:space="0" w:color="auto"/>
            <w:bottom w:val="none" w:sz="0" w:space="0" w:color="auto"/>
            <w:right w:val="none" w:sz="0" w:space="0" w:color="auto"/>
          </w:divBdr>
          <w:divsChild>
            <w:div w:id="1713728213">
              <w:marLeft w:val="0"/>
              <w:marRight w:val="0"/>
              <w:marTop w:val="0"/>
              <w:marBottom w:val="0"/>
              <w:divBdr>
                <w:top w:val="none" w:sz="0" w:space="0" w:color="auto"/>
                <w:left w:val="none" w:sz="0" w:space="0" w:color="auto"/>
                <w:bottom w:val="none" w:sz="0" w:space="0" w:color="auto"/>
                <w:right w:val="none" w:sz="0" w:space="0" w:color="auto"/>
              </w:divBdr>
              <w:divsChild>
                <w:div w:id="1317300217">
                  <w:marLeft w:val="0"/>
                  <w:marRight w:val="0"/>
                  <w:marTop w:val="0"/>
                  <w:marBottom w:val="0"/>
                  <w:divBdr>
                    <w:top w:val="none" w:sz="0" w:space="0" w:color="auto"/>
                    <w:left w:val="none" w:sz="0" w:space="0" w:color="auto"/>
                    <w:bottom w:val="none" w:sz="0" w:space="0" w:color="auto"/>
                    <w:right w:val="none" w:sz="0" w:space="0" w:color="auto"/>
                  </w:divBdr>
                  <w:divsChild>
                    <w:div w:id="352071148">
                      <w:marLeft w:val="0"/>
                      <w:marRight w:val="0"/>
                      <w:marTop w:val="0"/>
                      <w:marBottom w:val="0"/>
                      <w:divBdr>
                        <w:top w:val="none" w:sz="0" w:space="0" w:color="auto"/>
                        <w:left w:val="none" w:sz="0" w:space="0" w:color="auto"/>
                        <w:bottom w:val="none" w:sz="0" w:space="0" w:color="auto"/>
                        <w:right w:val="none" w:sz="0" w:space="0" w:color="auto"/>
                      </w:divBdr>
                      <w:divsChild>
                        <w:div w:id="19479870">
                          <w:marLeft w:val="0"/>
                          <w:marRight w:val="0"/>
                          <w:marTop w:val="0"/>
                          <w:marBottom w:val="0"/>
                          <w:divBdr>
                            <w:top w:val="none" w:sz="0" w:space="0" w:color="auto"/>
                            <w:left w:val="none" w:sz="0" w:space="0" w:color="auto"/>
                            <w:bottom w:val="none" w:sz="0" w:space="0" w:color="auto"/>
                            <w:right w:val="none" w:sz="0" w:space="0" w:color="auto"/>
                          </w:divBdr>
                          <w:divsChild>
                            <w:div w:id="127378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9572310">
      <w:bodyDiv w:val="1"/>
      <w:marLeft w:val="0"/>
      <w:marRight w:val="0"/>
      <w:marTop w:val="0"/>
      <w:marBottom w:val="0"/>
      <w:divBdr>
        <w:top w:val="none" w:sz="0" w:space="0" w:color="auto"/>
        <w:left w:val="none" w:sz="0" w:space="0" w:color="auto"/>
        <w:bottom w:val="none" w:sz="0" w:space="0" w:color="auto"/>
        <w:right w:val="none" w:sz="0" w:space="0" w:color="auto"/>
      </w:divBdr>
      <w:divsChild>
        <w:div w:id="1540511873">
          <w:marLeft w:val="0"/>
          <w:marRight w:val="0"/>
          <w:marTop w:val="60"/>
          <w:marBottom w:val="60"/>
          <w:divBdr>
            <w:top w:val="none" w:sz="0" w:space="0" w:color="auto"/>
            <w:left w:val="none" w:sz="0" w:space="0" w:color="auto"/>
            <w:bottom w:val="none" w:sz="0" w:space="0" w:color="auto"/>
            <w:right w:val="none" w:sz="0" w:space="0" w:color="auto"/>
          </w:divBdr>
        </w:div>
        <w:div w:id="1547523404">
          <w:marLeft w:val="0"/>
          <w:marRight w:val="0"/>
          <w:marTop w:val="60"/>
          <w:marBottom w:val="60"/>
          <w:divBdr>
            <w:top w:val="none" w:sz="0" w:space="0" w:color="auto"/>
            <w:left w:val="none" w:sz="0" w:space="0" w:color="auto"/>
            <w:bottom w:val="none" w:sz="0" w:space="0" w:color="auto"/>
            <w:right w:val="none" w:sz="0" w:space="0" w:color="auto"/>
          </w:divBdr>
        </w:div>
        <w:div w:id="1713995636">
          <w:marLeft w:val="0"/>
          <w:marRight w:val="0"/>
          <w:marTop w:val="60"/>
          <w:marBottom w:val="60"/>
          <w:divBdr>
            <w:top w:val="none" w:sz="0" w:space="0" w:color="auto"/>
            <w:left w:val="none" w:sz="0" w:space="0" w:color="auto"/>
            <w:bottom w:val="none" w:sz="0" w:space="0" w:color="auto"/>
            <w:right w:val="none" w:sz="0" w:space="0" w:color="auto"/>
          </w:divBdr>
        </w:div>
      </w:divsChild>
    </w:div>
    <w:div w:id="712386643">
      <w:bodyDiv w:val="1"/>
      <w:marLeft w:val="0"/>
      <w:marRight w:val="0"/>
      <w:marTop w:val="0"/>
      <w:marBottom w:val="0"/>
      <w:divBdr>
        <w:top w:val="none" w:sz="0" w:space="0" w:color="auto"/>
        <w:left w:val="none" w:sz="0" w:space="0" w:color="auto"/>
        <w:bottom w:val="none" w:sz="0" w:space="0" w:color="auto"/>
        <w:right w:val="none" w:sz="0" w:space="0" w:color="auto"/>
      </w:divBdr>
    </w:div>
    <w:div w:id="715662500">
      <w:bodyDiv w:val="1"/>
      <w:marLeft w:val="0"/>
      <w:marRight w:val="0"/>
      <w:marTop w:val="0"/>
      <w:marBottom w:val="0"/>
      <w:divBdr>
        <w:top w:val="none" w:sz="0" w:space="0" w:color="auto"/>
        <w:left w:val="none" w:sz="0" w:space="0" w:color="auto"/>
        <w:bottom w:val="none" w:sz="0" w:space="0" w:color="auto"/>
        <w:right w:val="none" w:sz="0" w:space="0" w:color="auto"/>
      </w:divBdr>
    </w:div>
    <w:div w:id="729231210">
      <w:bodyDiv w:val="1"/>
      <w:marLeft w:val="0"/>
      <w:marRight w:val="0"/>
      <w:marTop w:val="0"/>
      <w:marBottom w:val="0"/>
      <w:divBdr>
        <w:top w:val="none" w:sz="0" w:space="0" w:color="auto"/>
        <w:left w:val="none" w:sz="0" w:space="0" w:color="auto"/>
        <w:bottom w:val="none" w:sz="0" w:space="0" w:color="auto"/>
        <w:right w:val="none" w:sz="0" w:space="0" w:color="auto"/>
      </w:divBdr>
    </w:div>
    <w:div w:id="747384507">
      <w:bodyDiv w:val="1"/>
      <w:marLeft w:val="0"/>
      <w:marRight w:val="0"/>
      <w:marTop w:val="0"/>
      <w:marBottom w:val="0"/>
      <w:divBdr>
        <w:top w:val="none" w:sz="0" w:space="0" w:color="auto"/>
        <w:left w:val="none" w:sz="0" w:space="0" w:color="auto"/>
        <w:bottom w:val="none" w:sz="0" w:space="0" w:color="auto"/>
        <w:right w:val="none" w:sz="0" w:space="0" w:color="auto"/>
      </w:divBdr>
    </w:div>
    <w:div w:id="800537543">
      <w:bodyDiv w:val="1"/>
      <w:marLeft w:val="0"/>
      <w:marRight w:val="0"/>
      <w:marTop w:val="0"/>
      <w:marBottom w:val="0"/>
      <w:divBdr>
        <w:top w:val="none" w:sz="0" w:space="0" w:color="auto"/>
        <w:left w:val="none" w:sz="0" w:space="0" w:color="auto"/>
        <w:bottom w:val="none" w:sz="0" w:space="0" w:color="auto"/>
        <w:right w:val="none" w:sz="0" w:space="0" w:color="auto"/>
      </w:divBdr>
    </w:div>
    <w:div w:id="873927251">
      <w:bodyDiv w:val="1"/>
      <w:marLeft w:val="0"/>
      <w:marRight w:val="0"/>
      <w:marTop w:val="0"/>
      <w:marBottom w:val="0"/>
      <w:divBdr>
        <w:top w:val="none" w:sz="0" w:space="0" w:color="auto"/>
        <w:left w:val="none" w:sz="0" w:space="0" w:color="auto"/>
        <w:bottom w:val="none" w:sz="0" w:space="0" w:color="auto"/>
        <w:right w:val="none" w:sz="0" w:space="0" w:color="auto"/>
      </w:divBdr>
    </w:div>
    <w:div w:id="916862375">
      <w:bodyDiv w:val="1"/>
      <w:marLeft w:val="0"/>
      <w:marRight w:val="0"/>
      <w:marTop w:val="0"/>
      <w:marBottom w:val="0"/>
      <w:divBdr>
        <w:top w:val="none" w:sz="0" w:space="0" w:color="auto"/>
        <w:left w:val="none" w:sz="0" w:space="0" w:color="auto"/>
        <w:bottom w:val="none" w:sz="0" w:space="0" w:color="auto"/>
        <w:right w:val="none" w:sz="0" w:space="0" w:color="auto"/>
      </w:divBdr>
    </w:div>
    <w:div w:id="942227585">
      <w:bodyDiv w:val="1"/>
      <w:marLeft w:val="0"/>
      <w:marRight w:val="0"/>
      <w:marTop w:val="0"/>
      <w:marBottom w:val="0"/>
      <w:divBdr>
        <w:top w:val="none" w:sz="0" w:space="0" w:color="auto"/>
        <w:left w:val="none" w:sz="0" w:space="0" w:color="auto"/>
        <w:bottom w:val="none" w:sz="0" w:space="0" w:color="auto"/>
        <w:right w:val="none" w:sz="0" w:space="0" w:color="auto"/>
      </w:divBdr>
    </w:div>
    <w:div w:id="947539981">
      <w:bodyDiv w:val="1"/>
      <w:marLeft w:val="0"/>
      <w:marRight w:val="0"/>
      <w:marTop w:val="0"/>
      <w:marBottom w:val="0"/>
      <w:divBdr>
        <w:top w:val="none" w:sz="0" w:space="0" w:color="auto"/>
        <w:left w:val="none" w:sz="0" w:space="0" w:color="auto"/>
        <w:bottom w:val="none" w:sz="0" w:space="0" w:color="auto"/>
        <w:right w:val="none" w:sz="0" w:space="0" w:color="auto"/>
      </w:divBdr>
    </w:div>
    <w:div w:id="1038319260">
      <w:bodyDiv w:val="1"/>
      <w:marLeft w:val="0"/>
      <w:marRight w:val="0"/>
      <w:marTop w:val="0"/>
      <w:marBottom w:val="0"/>
      <w:divBdr>
        <w:top w:val="none" w:sz="0" w:space="0" w:color="auto"/>
        <w:left w:val="none" w:sz="0" w:space="0" w:color="auto"/>
        <w:bottom w:val="none" w:sz="0" w:space="0" w:color="auto"/>
        <w:right w:val="none" w:sz="0" w:space="0" w:color="auto"/>
      </w:divBdr>
      <w:divsChild>
        <w:div w:id="449083826">
          <w:marLeft w:val="0"/>
          <w:marRight w:val="0"/>
          <w:marTop w:val="0"/>
          <w:marBottom w:val="0"/>
          <w:divBdr>
            <w:top w:val="none" w:sz="0" w:space="0" w:color="auto"/>
            <w:left w:val="none" w:sz="0" w:space="0" w:color="auto"/>
            <w:bottom w:val="none" w:sz="0" w:space="0" w:color="auto"/>
            <w:right w:val="none" w:sz="0" w:space="0" w:color="auto"/>
          </w:divBdr>
          <w:divsChild>
            <w:div w:id="1543130705">
              <w:marLeft w:val="0"/>
              <w:marRight w:val="0"/>
              <w:marTop w:val="0"/>
              <w:marBottom w:val="0"/>
              <w:divBdr>
                <w:top w:val="none" w:sz="0" w:space="0" w:color="auto"/>
                <w:left w:val="none" w:sz="0" w:space="0" w:color="auto"/>
                <w:bottom w:val="none" w:sz="0" w:space="0" w:color="auto"/>
                <w:right w:val="none" w:sz="0" w:space="0" w:color="auto"/>
              </w:divBdr>
              <w:divsChild>
                <w:div w:id="1016033927">
                  <w:marLeft w:val="0"/>
                  <w:marRight w:val="0"/>
                  <w:marTop w:val="0"/>
                  <w:marBottom w:val="0"/>
                  <w:divBdr>
                    <w:top w:val="none" w:sz="0" w:space="0" w:color="auto"/>
                    <w:left w:val="none" w:sz="0" w:space="0" w:color="auto"/>
                    <w:bottom w:val="none" w:sz="0" w:space="0" w:color="auto"/>
                    <w:right w:val="none" w:sz="0" w:space="0" w:color="auto"/>
                  </w:divBdr>
                  <w:divsChild>
                    <w:div w:id="50349236">
                      <w:marLeft w:val="0"/>
                      <w:marRight w:val="0"/>
                      <w:marTop w:val="0"/>
                      <w:marBottom w:val="0"/>
                      <w:divBdr>
                        <w:top w:val="none" w:sz="0" w:space="0" w:color="auto"/>
                        <w:left w:val="none" w:sz="0" w:space="0" w:color="auto"/>
                        <w:bottom w:val="none" w:sz="0" w:space="0" w:color="auto"/>
                        <w:right w:val="none" w:sz="0" w:space="0" w:color="auto"/>
                      </w:divBdr>
                      <w:divsChild>
                        <w:div w:id="1946648388">
                          <w:marLeft w:val="0"/>
                          <w:marRight w:val="0"/>
                          <w:marTop w:val="0"/>
                          <w:marBottom w:val="0"/>
                          <w:divBdr>
                            <w:top w:val="none" w:sz="0" w:space="0" w:color="auto"/>
                            <w:left w:val="none" w:sz="0" w:space="0" w:color="auto"/>
                            <w:bottom w:val="none" w:sz="0" w:space="0" w:color="auto"/>
                            <w:right w:val="none" w:sz="0" w:space="0" w:color="auto"/>
                          </w:divBdr>
                          <w:divsChild>
                            <w:div w:id="73636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6704456">
      <w:bodyDiv w:val="1"/>
      <w:marLeft w:val="0"/>
      <w:marRight w:val="0"/>
      <w:marTop w:val="0"/>
      <w:marBottom w:val="0"/>
      <w:divBdr>
        <w:top w:val="none" w:sz="0" w:space="0" w:color="auto"/>
        <w:left w:val="none" w:sz="0" w:space="0" w:color="auto"/>
        <w:bottom w:val="none" w:sz="0" w:space="0" w:color="auto"/>
        <w:right w:val="none" w:sz="0" w:space="0" w:color="auto"/>
      </w:divBdr>
    </w:div>
    <w:div w:id="1063331381">
      <w:bodyDiv w:val="1"/>
      <w:marLeft w:val="0"/>
      <w:marRight w:val="0"/>
      <w:marTop w:val="0"/>
      <w:marBottom w:val="0"/>
      <w:divBdr>
        <w:top w:val="none" w:sz="0" w:space="0" w:color="auto"/>
        <w:left w:val="none" w:sz="0" w:space="0" w:color="auto"/>
        <w:bottom w:val="none" w:sz="0" w:space="0" w:color="auto"/>
        <w:right w:val="none" w:sz="0" w:space="0" w:color="auto"/>
      </w:divBdr>
    </w:div>
    <w:div w:id="1069883543">
      <w:bodyDiv w:val="1"/>
      <w:marLeft w:val="0"/>
      <w:marRight w:val="0"/>
      <w:marTop w:val="0"/>
      <w:marBottom w:val="0"/>
      <w:divBdr>
        <w:top w:val="none" w:sz="0" w:space="0" w:color="auto"/>
        <w:left w:val="none" w:sz="0" w:space="0" w:color="auto"/>
        <w:bottom w:val="none" w:sz="0" w:space="0" w:color="auto"/>
        <w:right w:val="none" w:sz="0" w:space="0" w:color="auto"/>
      </w:divBdr>
    </w:div>
    <w:div w:id="1071348386">
      <w:bodyDiv w:val="1"/>
      <w:marLeft w:val="0"/>
      <w:marRight w:val="0"/>
      <w:marTop w:val="0"/>
      <w:marBottom w:val="0"/>
      <w:divBdr>
        <w:top w:val="none" w:sz="0" w:space="0" w:color="auto"/>
        <w:left w:val="none" w:sz="0" w:space="0" w:color="auto"/>
        <w:bottom w:val="none" w:sz="0" w:space="0" w:color="auto"/>
        <w:right w:val="none" w:sz="0" w:space="0" w:color="auto"/>
      </w:divBdr>
    </w:div>
    <w:div w:id="1101993117">
      <w:bodyDiv w:val="1"/>
      <w:marLeft w:val="0"/>
      <w:marRight w:val="0"/>
      <w:marTop w:val="0"/>
      <w:marBottom w:val="0"/>
      <w:divBdr>
        <w:top w:val="none" w:sz="0" w:space="0" w:color="auto"/>
        <w:left w:val="none" w:sz="0" w:space="0" w:color="auto"/>
        <w:bottom w:val="none" w:sz="0" w:space="0" w:color="auto"/>
        <w:right w:val="none" w:sz="0" w:space="0" w:color="auto"/>
      </w:divBdr>
    </w:div>
    <w:div w:id="1117212505">
      <w:bodyDiv w:val="1"/>
      <w:marLeft w:val="0"/>
      <w:marRight w:val="0"/>
      <w:marTop w:val="0"/>
      <w:marBottom w:val="0"/>
      <w:divBdr>
        <w:top w:val="none" w:sz="0" w:space="0" w:color="auto"/>
        <w:left w:val="none" w:sz="0" w:space="0" w:color="auto"/>
        <w:bottom w:val="none" w:sz="0" w:space="0" w:color="auto"/>
        <w:right w:val="none" w:sz="0" w:space="0" w:color="auto"/>
      </w:divBdr>
      <w:divsChild>
        <w:div w:id="592662926">
          <w:marLeft w:val="0"/>
          <w:marRight w:val="0"/>
          <w:marTop w:val="0"/>
          <w:marBottom w:val="0"/>
          <w:divBdr>
            <w:top w:val="none" w:sz="0" w:space="0" w:color="auto"/>
            <w:left w:val="none" w:sz="0" w:space="0" w:color="auto"/>
            <w:bottom w:val="none" w:sz="0" w:space="0" w:color="auto"/>
            <w:right w:val="none" w:sz="0" w:space="0" w:color="auto"/>
          </w:divBdr>
        </w:div>
      </w:divsChild>
    </w:div>
    <w:div w:id="1134980208">
      <w:bodyDiv w:val="1"/>
      <w:marLeft w:val="0"/>
      <w:marRight w:val="0"/>
      <w:marTop w:val="0"/>
      <w:marBottom w:val="0"/>
      <w:divBdr>
        <w:top w:val="none" w:sz="0" w:space="0" w:color="auto"/>
        <w:left w:val="none" w:sz="0" w:space="0" w:color="auto"/>
        <w:bottom w:val="none" w:sz="0" w:space="0" w:color="auto"/>
        <w:right w:val="none" w:sz="0" w:space="0" w:color="auto"/>
      </w:divBdr>
    </w:div>
    <w:div w:id="1164517041">
      <w:bodyDiv w:val="1"/>
      <w:marLeft w:val="0"/>
      <w:marRight w:val="0"/>
      <w:marTop w:val="0"/>
      <w:marBottom w:val="0"/>
      <w:divBdr>
        <w:top w:val="none" w:sz="0" w:space="0" w:color="auto"/>
        <w:left w:val="none" w:sz="0" w:space="0" w:color="auto"/>
        <w:bottom w:val="none" w:sz="0" w:space="0" w:color="auto"/>
        <w:right w:val="none" w:sz="0" w:space="0" w:color="auto"/>
      </w:divBdr>
    </w:div>
    <w:div w:id="1171870623">
      <w:bodyDiv w:val="1"/>
      <w:marLeft w:val="0"/>
      <w:marRight w:val="0"/>
      <w:marTop w:val="0"/>
      <w:marBottom w:val="0"/>
      <w:divBdr>
        <w:top w:val="none" w:sz="0" w:space="0" w:color="auto"/>
        <w:left w:val="none" w:sz="0" w:space="0" w:color="auto"/>
        <w:bottom w:val="none" w:sz="0" w:space="0" w:color="auto"/>
        <w:right w:val="none" w:sz="0" w:space="0" w:color="auto"/>
      </w:divBdr>
    </w:div>
    <w:div w:id="1295715726">
      <w:bodyDiv w:val="1"/>
      <w:marLeft w:val="0"/>
      <w:marRight w:val="0"/>
      <w:marTop w:val="0"/>
      <w:marBottom w:val="0"/>
      <w:divBdr>
        <w:top w:val="none" w:sz="0" w:space="0" w:color="auto"/>
        <w:left w:val="none" w:sz="0" w:space="0" w:color="auto"/>
        <w:bottom w:val="none" w:sz="0" w:space="0" w:color="auto"/>
        <w:right w:val="none" w:sz="0" w:space="0" w:color="auto"/>
      </w:divBdr>
    </w:div>
    <w:div w:id="1301304953">
      <w:bodyDiv w:val="1"/>
      <w:marLeft w:val="0"/>
      <w:marRight w:val="0"/>
      <w:marTop w:val="0"/>
      <w:marBottom w:val="0"/>
      <w:divBdr>
        <w:top w:val="none" w:sz="0" w:space="0" w:color="auto"/>
        <w:left w:val="none" w:sz="0" w:space="0" w:color="auto"/>
        <w:bottom w:val="none" w:sz="0" w:space="0" w:color="auto"/>
        <w:right w:val="none" w:sz="0" w:space="0" w:color="auto"/>
      </w:divBdr>
    </w:div>
    <w:div w:id="1307971081">
      <w:bodyDiv w:val="1"/>
      <w:marLeft w:val="0"/>
      <w:marRight w:val="0"/>
      <w:marTop w:val="0"/>
      <w:marBottom w:val="0"/>
      <w:divBdr>
        <w:top w:val="none" w:sz="0" w:space="0" w:color="auto"/>
        <w:left w:val="none" w:sz="0" w:space="0" w:color="auto"/>
        <w:bottom w:val="none" w:sz="0" w:space="0" w:color="auto"/>
        <w:right w:val="none" w:sz="0" w:space="0" w:color="auto"/>
      </w:divBdr>
      <w:divsChild>
        <w:div w:id="1450277101">
          <w:marLeft w:val="0"/>
          <w:marRight w:val="0"/>
          <w:marTop w:val="0"/>
          <w:marBottom w:val="0"/>
          <w:divBdr>
            <w:top w:val="none" w:sz="0" w:space="0" w:color="auto"/>
            <w:left w:val="none" w:sz="0" w:space="0" w:color="auto"/>
            <w:bottom w:val="none" w:sz="0" w:space="0" w:color="auto"/>
            <w:right w:val="none" w:sz="0" w:space="0" w:color="auto"/>
          </w:divBdr>
        </w:div>
        <w:div w:id="1738279655">
          <w:marLeft w:val="0"/>
          <w:marRight w:val="0"/>
          <w:marTop w:val="0"/>
          <w:marBottom w:val="0"/>
          <w:divBdr>
            <w:top w:val="none" w:sz="0" w:space="0" w:color="auto"/>
            <w:left w:val="none" w:sz="0" w:space="0" w:color="auto"/>
            <w:bottom w:val="none" w:sz="0" w:space="0" w:color="auto"/>
            <w:right w:val="none" w:sz="0" w:space="0" w:color="auto"/>
          </w:divBdr>
        </w:div>
      </w:divsChild>
    </w:div>
    <w:div w:id="1319964603">
      <w:bodyDiv w:val="1"/>
      <w:marLeft w:val="0"/>
      <w:marRight w:val="0"/>
      <w:marTop w:val="0"/>
      <w:marBottom w:val="0"/>
      <w:divBdr>
        <w:top w:val="none" w:sz="0" w:space="0" w:color="auto"/>
        <w:left w:val="none" w:sz="0" w:space="0" w:color="auto"/>
        <w:bottom w:val="none" w:sz="0" w:space="0" w:color="auto"/>
        <w:right w:val="none" w:sz="0" w:space="0" w:color="auto"/>
      </w:divBdr>
    </w:div>
    <w:div w:id="1324511099">
      <w:bodyDiv w:val="1"/>
      <w:marLeft w:val="0"/>
      <w:marRight w:val="0"/>
      <w:marTop w:val="0"/>
      <w:marBottom w:val="0"/>
      <w:divBdr>
        <w:top w:val="none" w:sz="0" w:space="0" w:color="auto"/>
        <w:left w:val="none" w:sz="0" w:space="0" w:color="auto"/>
        <w:bottom w:val="none" w:sz="0" w:space="0" w:color="auto"/>
        <w:right w:val="none" w:sz="0" w:space="0" w:color="auto"/>
      </w:divBdr>
    </w:div>
    <w:div w:id="1383359137">
      <w:bodyDiv w:val="1"/>
      <w:marLeft w:val="0"/>
      <w:marRight w:val="0"/>
      <w:marTop w:val="0"/>
      <w:marBottom w:val="0"/>
      <w:divBdr>
        <w:top w:val="none" w:sz="0" w:space="0" w:color="auto"/>
        <w:left w:val="none" w:sz="0" w:space="0" w:color="auto"/>
        <w:bottom w:val="none" w:sz="0" w:space="0" w:color="auto"/>
        <w:right w:val="none" w:sz="0" w:space="0" w:color="auto"/>
      </w:divBdr>
      <w:divsChild>
        <w:div w:id="2082559511">
          <w:marLeft w:val="0"/>
          <w:marRight w:val="0"/>
          <w:marTop w:val="0"/>
          <w:marBottom w:val="0"/>
          <w:divBdr>
            <w:top w:val="none" w:sz="0" w:space="0" w:color="auto"/>
            <w:left w:val="none" w:sz="0" w:space="0" w:color="auto"/>
            <w:bottom w:val="none" w:sz="0" w:space="0" w:color="auto"/>
            <w:right w:val="none" w:sz="0" w:space="0" w:color="auto"/>
          </w:divBdr>
        </w:div>
      </w:divsChild>
    </w:div>
    <w:div w:id="1392654461">
      <w:bodyDiv w:val="1"/>
      <w:marLeft w:val="0"/>
      <w:marRight w:val="0"/>
      <w:marTop w:val="0"/>
      <w:marBottom w:val="0"/>
      <w:divBdr>
        <w:top w:val="none" w:sz="0" w:space="0" w:color="auto"/>
        <w:left w:val="none" w:sz="0" w:space="0" w:color="auto"/>
        <w:bottom w:val="none" w:sz="0" w:space="0" w:color="auto"/>
        <w:right w:val="none" w:sz="0" w:space="0" w:color="auto"/>
      </w:divBdr>
    </w:div>
    <w:div w:id="1416240022">
      <w:bodyDiv w:val="1"/>
      <w:marLeft w:val="0"/>
      <w:marRight w:val="0"/>
      <w:marTop w:val="0"/>
      <w:marBottom w:val="0"/>
      <w:divBdr>
        <w:top w:val="none" w:sz="0" w:space="0" w:color="auto"/>
        <w:left w:val="none" w:sz="0" w:space="0" w:color="auto"/>
        <w:bottom w:val="none" w:sz="0" w:space="0" w:color="auto"/>
        <w:right w:val="none" w:sz="0" w:space="0" w:color="auto"/>
      </w:divBdr>
    </w:div>
    <w:div w:id="1444689578">
      <w:bodyDiv w:val="1"/>
      <w:marLeft w:val="0"/>
      <w:marRight w:val="0"/>
      <w:marTop w:val="0"/>
      <w:marBottom w:val="0"/>
      <w:divBdr>
        <w:top w:val="none" w:sz="0" w:space="0" w:color="auto"/>
        <w:left w:val="none" w:sz="0" w:space="0" w:color="auto"/>
        <w:bottom w:val="none" w:sz="0" w:space="0" w:color="auto"/>
        <w:right w:val="none" w:sz="0" w:space="0" w:color="auto"/>
      </w:divBdr>
    </w:div>
    <w:div w:id="1502817462">
      <w:bodyDiv w:val="1"/>
      <w:marLeft w:val="0"/>
      <w:marRight w:val="0"/>
      <w:marTop w:val="0"/>
      <w:marBottom w:val="0"/>
      <w:divBdr>
        <w:top w:val="none" w:sz="0" w:space="0" w:color="auto"/>
        <w:left w:val="none" w:sz="0" w:space="0" w:color="auto"/>
        <w:bottom w:val="none" w:sz="0" w:space="0" w:color="auto"/>
        <w:right w:val="none" w:sz="0" w:space="0" w:color="auto"/>
      </w:divBdr>
      <w:divsChild>
        <w:div w:id="729118030">
          <w:marLeft w:val="0"/>
          <w:marRight w:val="0"/>
          <w:marTop w:val="0"/>
          <w:marBottom w:val="0"/>
          <w:divBdr>
            <w:top w:val="none" w:sz="0" w:space="0" w:color="auto"/>
            <w:left w:val="none" w:sz="0" w:space="0" w:color="auto"/>
            <w:bottom w:val="none" w:sz="0" w:space="0" w:color="auto"/>
            <w:right w:val="none" w:sz="0" w:space="0" w:color="auto"/>
          </w:divBdr>
        </w:div>
      </w:divsChild>
    </w:div>
    <w:div w:id="1506244459">
      <w:bodyDiv w:val="1"/>
      <w:marLeft w:val="0"/>
      <w:marRight w:val="0"/>
      <w:marTop w:val="0"/>
      <w:marBottom w:val="0"/>
      <w:divBdr>
        <w:top w:val="none" w:sz="0" w:space="0" w:color="auto"/>
        <w:left w:val="none" w:sz="0" w:space="0" w:color="auto"/>
        <w:bottom w:val="none" w:sz="0" w:space="0" w:color="auto"/>
        <w:right w:val="none" w:sz="0" w:space="0" w:color="auto"/>
      </w:divBdr>
    </w:div>
    <w:div w:id="1543178503">
      <w:bodyDiv w:val="1"/>
      <w:marLeft w:val="0"/>
      <w:marRight w:val="0"/>
      <w:marTop w:val="0"/>
      <w:marBottom w:val="0"/>
      <w:divBdr>
        <w:top w:val="none" w:sz="0" w:space="0" w:color="auto"/>
        <w:left w:val="none" w:sz="0" w:space="0" w:color="auto"/>
        <w:bottom w:val="none" w:sz="0" w:space="0" w:color="auto"/>
        <w:right w:val="none" w:sz="0" w:space="0" w:color="auto"/>
      </w:divBdr>
    </w:div>
    <w:div w:id="1629969207">
      <w:bodyDiv w:val="1"/>
      <w:marLeft w:val="0"/>
      <w:marRight w:val="0"/>
      <w:marTop w:val="0"/>
      <w:marBottom w:val="0"/>
      <w:divBdr>
        <w:top w:val="none" w:sz="0" w:space="0" w:color="auto"/>
        <w:left w:val="none" w:sz="0" w:space="0" w:color="auto"/>
        <w:bottom w:val="none" w:sz="0" w:space="0" w:color="auto"/>
        <w:right w:val="none" w:sz="0" w:space="0" w:color="auto"/>
      </w:divBdr>
    </w:div>
    <w:div w:id="1631134913">
      <w:bodyDiv w:val="1"/>
      <w:marLeft w:val="0"/>
      <w:marRight w:val="0"/>
      <w:marTop w:val="0"/>
      <w:marBottom w:val="0"/>
      <w:divBdr>
        <w:top w:val="none" w:sz="0" w:space="0" w:color="auto"/>
        <w:left w:val="none" w:sz="0" w:space="0" w:color="auto"/>
        <w:bottom w:val="none" w:sz="0" w:space="0" w:color="auto"/>
        <w:right w:val="none" w:sz="0" w:space="0" w:color="auto"/>
      </w:divBdr>
    </w:div>
    <w:div w:id="1634090603">
      <w:bodyDiv w:val="1"/>
      <w:marLeft w:val="0"/>
      <w:marRight w:val="0"/>
      <w:marTop w:val="0"/>
      <w:marBottom w:val="0"/>
      <w:divBdr>
        <w:top w:val="none" w:sz="0" w:space="0" w:color="auto"/>
        <w:left w:val="none" w:sz="0" w:space="0" w:color="auto"/>
        <w:bottom w:val="none" w:sz="0" w:space="0" w:color="auto"/>
        <w:right w:val="none" w:sz="0" w:space="0" w:color="auto"/>
      </w:divBdr>
      <w:divsChild>
        <w:div w:id="52046426">
          <w:marLeft w:val="0"/>
          <w:marRight w:val="0"/>
          <w:marTop w:val="0"/>
          <w:marBottom w:val="0"/>
          <w:divBdr>
            <w:top w:val="none" w:sz="0" w:space="0" w:color="auto"/>
            <w:left w:val="none" w:sz="0" w:space="0" w:color="auto"/>
            <w:bottom w:val="none" w:sz="0" w:space="0" w:color="auto"/>
            <w:right w:val="none" w:sz="0" w:space="0" w:color="auto"/>
          </w:divBdr>
        </w:div>
      </w:divsChild>
    </w:div>
    <w:div w:id="1636830992">
      <w:bodyDiv w:val="1"/>
      <w:marLeft w:val="0"/>
      <w:marRight w:val="0"/>
      <w:marTop w:val="0"/>
      <w:marBottom w:val="0"/>
      <w:divBdr>
        <w:top w:val="none" w:sz="0" w:space="0" w:color="auto"/>
        <w:left w:val="none" w:sz="0" w:space="0" w:color="auto"/>
        <w:bottom w:val="none" w:sz="0" w:space="0" w:color="auto"/>
        <w:right w:val="none" w:sz="0" w:space="0" w:color="auto"/>
      </w:divBdr>
    </w:div>
    <w:div w:id="1646547386">
      <w:bodyDiv w:val="1"/>
      <w:marLeft w:val="0"/>
      <w:marRight w:val="0"/>
      <w:marTop w:val="0"/>
      <w:marBottom w:val="0"/>
      <w:divBdr>
        <w:top w:val="none" w:sz="0" w:space="0" w:color="auto"/>
        <w:left w:val="none" w:sz="0" w:space="0" w:color="auto"/>
        <w:bottom w:val="none" w:sz="0" w:space="0" w:color="auto"/>
        <w:right w:val="none" w:sz="0" w:space="0" w:color="auto"/>
      </w:divBdr>
    </w:div>
    <w:div w:id="1671176837">
      <w:bodyDiv w:val="1"/>
      <w:marLeft w:val="0"/>
      <w:marRight w:val="0"/>
      <w:marTop w:val="0"/>
      <w:marBottom w:val="0"/>
      <w:divBdr>
        <w:top w:val="none" w:sz="0" w:space="0" w:color="auto"/>
        <w:left w:val="none" w:sz="0" w:space="0" w:color="auto"/>
        <w:bottom w:val="none" w:sz="0" w:space="0" w:color="auto"/>
        <w:right w:val="none" w:sz="0" w:space="0" w:color="auto"/>
      </w:divBdr>
      <w:divsChild>
        <w:div w:id="436020299">
          <w:marLeft w:val="0"/>
          <w:marRight w:val="0"/>
          <w:marTop w:val="60"/>
          <w:marBottom w:val="60"/>
          <w:divBdr>
            <w:top w:val="none" w:sz="0" w:space="0" w:color="auto"/>
            <w:left w:val="none" w:sz="0" w:space="0" w:color="auto"/>
            <w:bottom w:val="none" w:sz="0" w:space="0" w:color="auto"/>
            <w:right w:val="none" w:sz="0" w:space="0" w:color="auto"/>
          </w:divBdr>
        </w:div>
        <w:div w:id="747963818">
          <w:marLeft w:val="0"/>
          <w:marRight w:val="0"/>
          <w:marTop w:val="60"/>
          <w:marBottom w:val="60"/>
          <w:divBdr>
            <w:top w:val="none" w:sz="0" w:space="0" w:color="auto"/>
            <w:left w:val="none" w:sz="0" w:space="0" w:color="auto"/>
            <w:bottom w:val="none" w:sz="0" w:space="0" w:color="auto"/>
            <w:right w:val="none" w:sz="0" w:space="0" w:color="auto"/>
          </w:divBdr>
        </w:div>
        <w:div w:id="1187674004">
          <w:marLeft w:val="0"/>
          <w:marRight w:val="0"/>
          <w:marTop w:val="60"/>
          <w:marBottom w:val="60"/>
          <w:divBdr>
            <w:top w:val="none" w:sz="0" w:space="0" w:color="auto"/>
            <w:left w:val="none" w:sz="0" w:space="0" w:color="auto"/>
            <w:bottom w:val="none" w:sz="0" w:space="0" w:color="auto"/>
            <w:right w:val="none" w:sz="0" w:space="0" w:color="auto"/>
          </w:divBdr>
        </w:div>
      </w:divsChild>
    </w:div>
    <w:div w:id="1689985858">
      <w:bodyDiv w:val="1"/>
      <w:marLeft w:val="0"/>
      <w:marRight w:val="0"/>
      <w:marTop w:val="0"/>
      <w:marBottom w:val="0"/>
      <w:divBdr>
        <w:top w:val="none" w:sz="0" w:space="0" w:color="auto"/>
        <w:left w:val="none" w:sz="0" w:space="0" w:color="auto"/>
        <w:bottom w:val="none" w:sz="0" w:space="0" w:color="auto"/>
        <w:right w:val="none" w:sz="0" w:space="0" w:color="auto"/>
      </w:divBdr>
    </w:div>
    <w:div w:id="1717655381">
      <w:bodyDiv w:val="1"/>
      <w:marLeft w:val="0"/>
      <w:marRight w:val="0"/>
      <w:marTop w:val="0"/>
      <w:marBottom w:val="0"/>
      <w:divBdr>
        <w:top w:val="none" w:sz="0" w:space="0" w:color="auto"/>
        <w:left w:val="none" w:sz="0" w:space="0" w:color="auto"/>
        <w:bottom w:val="none" w:sz="0" w:space="0" w:color="auto"/>
        <w:right w:val="none" w:sz="0" w:space="0" w:color="auto"/>
      </w:divBdr>
      <w:divsChild>
        <w:div w:id="462580432">
          <w:blockQuote w:val="1"/>
          <w:marLeft w:val="720"/>
          <w:marRight w:val="720"/>
          <w:marTop w:val="100"/>
          <w:marBottom w:val="100"/>
          <w:divBdr>
            <w:top w:val="none" w:sz="0" w:space="0" w:color="auto"/>
            <w:left w:val="none" w:sz="0" w:space="0" w:color="auto"/>
            <w:bottom w:val="none" w:sz="0" w:space="0" w:color="auto"/>
            <w:right w:val="none" w:sz="0" w:space="0" w:color="auto"/>
          </w:divBdr>
        </w:div>
        <w:div w:id="670108948">
          <w:blockQuote w:val="1"/>
          <w:marLeft w:val="720"/>
          <w:marRight w:val="720"/>
          <w:marTop w:val="100"/>
          <w:marBottom w:val="100"/>
          <w:divBdr>
            <w:top w:val="none" w:sz="0" w:space="0" w:color="auto"/>
            <w:left w:val="none" w:sz="0" w:space="0" w:color="auto"/>
            <w:bottom w:val="none" w:sz="0" w:space="0" w:color="auto"/>
            <w:right w:val="none" w:sz="0" w:space="0" w:color="auto"/>
          </w:divBdr>
        </w:div>
        <w:div w:id="13201897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6291699">
      <w:bodyDiv w:val="1"/>
      <w:marLeft w:val="0"/>
      <w:marRight w:val="0"/>
      <w:marTop w:val="0"/>
      <w:marBottom w:val="0"/>
      <w:divBdr>
        <w:top w:val="none" w:sz="0" w:space="0" w:color="auto"/>
        <w:left w:val="none" w:sz="0" w:space="0" w:color="auto"/>
        <w:bottom w:val="none" w:sz="0" w:space="0" w:color="auto"/>
        <w:right w:val="none" w:sz="0" w:space="0" w:color="auto"/>
      </w:divBdr>
    </w:div>
    <w:div w:id="1861435057">
      <w:bodyDiv w:val="1"/>
      <w:marLeft w:val="0"/>
      <w:marRight w:val="0"/>
      <w:marTop w:val="0"/>
      <w:marBottom w:val="0"/>
      <w:divBdr>
        <w:top w:val="none" w:sz="0" w:space="0" w:color="auto"/>
        <w:left w:val="none" w:sz="0" w:space="0" w:color="auto"/>
        <w:bottom w:val="none" w:sz="0" w:space="0" w:color="auto"/>
        <w:right w:val="none" w:sz="0" w:space="0" w:color="auto"/>
      </w:divBdr>
    </w:div>
    <w:div w:id="1926725101">
      <w:bodyDiv w:val="1"/>
      <w:marLeft w:val="0"/>
      <w:marRight w:val="0"/>
      <w:marTop w:val="0"/>
      <w:marBottom w:val="0"/>
      <w:divBdr>
        <w:top w:val="none" w:sz="0" w:space="0" w:color="auto"/>
        <w:left w:val="none" w:sz="0" w:space="0" w:color="auto"/>
        <w:bottom w:val="none" w:sz="0" w:space="0" w:color="auto"/>
        <w:right w:val="none" w:sz="0" w:space="0" w:color="auto"/>
      </w:divBdr>
    </w:div>
    <w:div w:id="1931114924">
      <w:bodyDiv w:val="1"/>
      <w:marLeft w:val="0"/>
      <w:marRight w:val="0"/>
      <w:marTop w:val="0"/>
      <w:marBottom w:val="0"/>
      <w:divBdr>
        <w:top w:val="none" w:sz="0" w:space="0" w:color="auto"/>
        <w:left w:val="none" w:sz="0" w:space="0" w:color="auto"/>
        <w:bottom w:val="none" w:sz="0" w:space="0" w:color="auto"/>
        <w:right w:val="none" w:sz="0" w:space="0" w:color="auto"/>
      </w:divBdr>
    </w:div>
    <w:div w:id="1938437736">
      <w:bodyDiv w:val="1"/>
      <w:marLeft w:val="0"/>
      <w:marRight w:val="0"/>
      <w:marTop w:val="0"/>
      <w:marBottom w:val="0"/>
      <w:divBdr>
        <w:top w:val="none" w:sz="0" w:space="0" w:color="auto"/>
        <w:left w:val="none" w:sz="0" w:space="0" w:color="auto"/>
        <w:bottom w:val="none" w:sz="0" w:space="0" w:color="auto"/>
        <w:right w:val="none" w:sz="0" w:space="0" w:color="auto"/>
      </w:divBdr>
      <w:divsChild>
        <w:div w:id="1134954579">
          <w:marLeft w:val="0"/>
          <w:marRight w:val="0"/>
          <w:marTop w:val="0"/>
          <w:marBottom w:val="0"/>
          <w:divBdr>
            <w:top w:val="none" w:sz="0" w:space="0" w:color="auto"/>
            <w:left w:val="none" w:sz="0" w:space="0" w:color="auto"/>
            <w:bottom w:val="none" w:sz="0" w:space="0" w:color="auto"/>
            <w:right w:val="none" w:sz="0" w:space="0" w:color="auto"/>
          </w:divBdr>
        </w:div>
      </w:divsChild>
    </w:div>
    <w:div w:id="1971932058">
      <w:bodyDiv w:val="1"/>
      <w:marLeft w:val="0"/>
      <w:marRight w:val="0"/>
      <w:marTop w:val="0"/>
      <w:marBottom w:val="0"/>
      <w:divBdr>
        <w:top w:val="none" w:sz="0" w:space="0" w:color="auto"/>
        <w:left w:val="none" w:sz="0" w:space="0" w:color="auto"/>
        <w:bottom w:val="none" w:sz="0" w:space="0" w:color="auto"/>
        <w:right w:val="none" w:sz="0" w:space="0" w:color="auto"/>
      </w:divBdr>
    </w:div>
    <w:div w:id="2014145352">
      <w:bodyDiv w:val="1"/>
      <w:marLeft w:val="0"/>
      <w:marRight w:val="0"/>
      <w:marTop w:val="0"/>
      <w:marBottom w:val="0"/>
      <w:divBdr>
        <w:top w:val="none" w:sz="0" w:space="0" w:color="auto"/>
        <w:left w:val="none" w:sz="0" w:space="0" w:color="auto"/>
        <w:bottom w:val="none" w:sz="0" w:space="0" w:color="auto"/>
        <w:right w:val="none" w:sz="0" w:space="0" w:color="auto"/>
      </w:divBdr>
    </w:div>
    <w:div w:id="2023358732">
      <w:bodyDiv w:val="1"/>
      <w:marLeft w:val="0"/>
      <w:marRight w:val="0"/>
      <w:marTop w:val="0"/>
      <w:marBottom w:val="0"/>
      <w:divBdr>
        <w:top w:val="none" w:sz="0" w:space="0" w:color="auto"/>
        <w:left w:val="none" w:sz="0" w:space="0" w:color="auto"/>
        <w:bottom w:val="none" w:sz="0" w:space="0" w:color="auto"/>
        <w:right w:val="none" w:sz="0" w:space="0" w:color="auto"/>
      </w:divBdr>
    </w:div>
    <w:div w:id="2053456719">
      <w:bodyDiv w:val="1"/>
      <w:marLeft w:val="0"/>
      <w:marRight w:val="0"/>
      <w:marTop w:val="0"/>
      <w:marBottom w:val="0"/>
      <w:divBdr>
        <w:top w:val="none" w:sz="0" w:space="0" w:color="auto"/>
        <w:left w:val="none" w:sz="0" w:space="0" w:color="auto"/>
        <w:bottom w:val="none" w:sz="0" w:space="0" w:color="auto"/>
        <w:right w:val="none" w:sz="0" w:space="0" w:color="auto"/>
      </w:divBdr>
    </w:div>
    <w:div w:id="2060280795">
      <w:bodyDiv w:val="1"/>
      <w:marLeft w:val="0"/>
      <w:marRight w:val="0"/>
      <w:marTop w:val="0"/>
      <w:marBottom w:val="0"/>
      <w:divBdr>
        <w:top w:val="none" w:sz="0" w:space="0" w:color="auto"/>
        <w:left w:val="none" w:sz="0" w:space="0" w:color="auto"/>
        <w:bottom w:val="none" w:sz="0" w:space="0" w:color="auto"/>
        <w:right w:val="none" w:sz="0" w:space="0" w:color="auto"/>
      </w:divBdr>
    </w:div>
    <w:div w:id="2068337880">
      <w:bodyDiv w:val="1"/>
      <w:marLeft w:val="0"/>
      <w:marRight w:val="0"/>
      <w:marTop w:val="0"/>
      <w:marBottom w:val="0"/>
      <w:divBdr>
        <w:top w:val="none" w:sz="0" w:space="0" w:color="auto"/>
        <w:left w:val="none" w:sz="0" w:space="0" w:color="auto"/>
        <w:bottom w:val="none" w:sz="0" w:space="0" w:color="auto"/>
        <w:right w:val="none" w:sz="0" w:space="0" w:color="auto"/>
      </w:divBdr>
    </w:div>
    <w:div w:id="2071881417">
      <w:bodyDiv w:val="1"/>
      <w:marLeft w:val="0"/>
      <w:marRight w:val="0"/>
      <w:marTop w:val="0"/>
      <w:marBottom w:val="0"/>
      <w:divBdr>
        <w:top w:val="none" w:sz="0" w:space="0" w:color="auto"/>
        <w:left w:val="none" w:sz="0" w:space="0" w:color="auto"/>
        <w:bottom w:val="none" w:sz="0" w:space="0" w:color="auto"/>
        <w:right w:val="none" w:sz="0" w:space="0" w:color="auto"/>
      </w:divBdr>
      <w:divsChild>
        <w:div w:id="412973868">
          <w:marLeft w:val="0"/>
          <w:marRight w:val="0"/>
          <w:marTop w:val="0"/>
          <w:marBottom w:val="0"/>
          <w:divBdr>
            <w:top w:val="none" w:sz="0" w:space="0" w:color="auto"/>
            <w:left w:val="none" w:sz="0" w:space="0" w:color="auto"/>
            <w:bottom w:val="none" w:sz="0" w:space="0" w:color="auto"/>
            <w:right w:val="none" w:sz="0" w:space="0" w:color="auto"/>
          </w:divBdr>
        </w:div>
      </w:divsChild>
    </w:div>
    <w:div w:id="207955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company/95725736/admin/dashboar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modajaecoo.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channel/UCe5Znmahbky8B3D92ad0jW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modaauto.pl" TargetMode="External"/><Relationship Id="rId5" Type="http://schemas.openxmlformats.org/officeDocument/2006/relationships/numbering" Target="numbering.xml"/><Relationship Id="rId15" Type="http://schemas.openxmlformats.org/officeDocument/2006/relationships/hyperlink" Target="https://www.instagram.com/omodajaecoopolsk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omodajaecoopol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kub.szadkowski\Tailor%20Made%20PR%20sp.%20z%20o.o\KLIENCI%20-%20Dokumenty\OMODA%20JAECOO\Media\informacje%20prasowe\OMODA%20&amp;%20JAECOO%20szablon%20press%20release.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b3d5c08-3edd-43fe-bef5-477f29dd38ff" xsi:nil="true"/>
    <lcf76f155ced4ddcb4097134ff3c332f xmlns="bfd840af-af63-4a70-ab76-5f22362abb1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3CEA443C7B5DC4DA16AE48C56364D6F" ma:contentTypeVersion="14" ma:contentTypeDescription="Utwórz nowy dokument." ma:contentTypeScope="" ma:versionID="002bcbe7c46df2f313643d6d5d34785f">
  <xsd:schema xmlns:xsd="http://www.w3.org/2001/XMLSchema" xmlns:xs="http://www.w3.org/2001/XMLSchema" xmlns:p="http://schemas.microsoft.com/office/2006/metadata/properties" xmlns:ns2="bfd840af-af63-4a70-ab76-5f22362abb15" xmlns:ns3="eb3d5c08-3edd-43fe-bef5-477f29dd38ff" targetNamespace="http://schemas.microsoft.com/office/2006/metadata/properties" ma:root="true" ma:fieldsID="4b2da789b27a57318034b30a4f45cde4" ns2:_="" ns3:_="">
    <xsd:import namespace="bfd840af-af63-4a70-ab76-5f22362abb15"/>
    <xsd:import namespace="eb3d5c08-3edd-43fe-bef5-477f29dd38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d840af-af63-4a70-ab76-5f22362abb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c56a6ba6-a1ed-4af0-a751-18f176fed0c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3d5c08-3edd-43fe-bef5-477f29dd38f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04ceb35-9574-4888-ae87-01c578e87b2e}" ma:internalName="TaxCatchAll" ma:showField="CatchAllData" ma:web="eb3d5c08-3edd-43fe-bef5-477f29dd38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9141F-01A4-4A2F-B060-4EE08CB85773}">
  <ds:schemaRefs>
    <ds:schemaRef ds:uri="http://schemas.microsoft.com/sharepoint/v3/contenttype/forms"/>
  </ds:schemaRefs>
</ds:datastoreItem>
</file>

<file path=customXml/itemProps2.xml><?xml version="1.0" encoding="utf-8"?>
<ds:datastoreItem xmlns:ds="http://schemas.openxmlformats.org/officeDocument/2006/customXml" ds:itemID="{CD53AEB5-F7FA-443B-882E-0F5107D2D9FB}">
  <ds:schemaRefs>
    <ds:schemaRef ds:uri="http://schemas.microsoft.com/office/2006/metadata/properties"/>
    <ds:schemaRef ds:uri="http://schemas.microsoft.com/office/infopath/2007/PartnerControls"/>
    <ds:schemaRef ds:uri="eb3d5c08-3edd-43fe-bef5-477f29dd38ff"/>
    <ds:schemaRef ds:uri="bfd840af-af63-4a70-ab76-5f22362abb15"/>
  </ds:schemaRefs>
</ds:datastoreItem>
</file>

<file path=customXml/itemProps3.xml><?xml version="1.0" encoding="utf-8"?>
<ds:datastoreItem xmlns:ds="http://schemas.openxmlformats.org/officeDocument/2006/customXml" ds:itemID="{D5292ABE-370F-420C-AA9F-086F80880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d840af-af63-4a70-ab76-5f22362abb15"/>
    <ds:schemaRef ds:uri="eb3d5c08-3edd-43fe-bef5-477f29dd38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9240CF-F129-45B2-A7D3-B3291C1A3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OMODA &amp; JAECOO szablon press release</Template>
  <TotalTime>129</TotalTime>
  <Pages>3</Pages>
  <Words>815</Words>
  <Characters>5068</Characters>
  <Application>Microsoft Office Word</Application>
  <DocSecurity>0</DocSecurity>
  <Lines>42</Lines>
  <Paragraphs>11</Paragraphs>
  <ScaleCrop>false</ScaleCrop>
  <Company/>
  <LinksUpToDate>false</LinksUpToDate>
  <CharactersWithSpaces>5872</CharactersWithSpaces>
  <SharedDoc>false</SharedDoc>
  <HLinks>
    <vt:vector size="36" baseType="variant">
      <vt:variant>
        <vt:i4>1835074</vt:i4>
      </vt:variant>
      <vt:variant>
        <vt:i4>15</vt:i4>
      </vt:variant>
      <vt:variant>
        <vt:i4>0</vt:i4>
      </vt:variant>
      <vt:variant>
        <vt:i4>5</vt:i4>
      </vt:variant>
      <vt:variant>
        <vt:lpwstr>https://www.youtube.com/channel/UCe5Znmahbky8B3D92ad0jWw</vt:lpwstr>
      </vt:variant>
      <vt:variant>
        <vt:lpwstr/>
      </vt:variant>
      <vt:variant>
        <vt:i4>720987</vt:i4>
      </vt:variant>
      <vt:variant>
        <vt:i4>12</vt:i4>
      </vt:variant>
      <vt:variant>
        <vt:i4>0</vt:i4>
      </vt:variant>
      <vt:variant>
        <vt:i4>5</vt:i4>
      </vt:variant>
      <vt:variant>
        <vt:lpwstr>https://www.instagram.com/omodajaecoopolska/</vt:lpwstr>
      </vt:variant>
      <vt:variant>
        <vt:lpwstr/>
      </vt:variant>
      <vt:variant>
        <vt:i4>3604536</vt:i4>
      </vt:variant>
      <vt:variant>
        <vt:i4>9</vt:i4>
      </vt:variant>
      <vt:variant>
        <vt:i4>0</vt:i4>
      </vt:variant>
      <vt:variant>
        <vt:i4>5</vt:i4>
      </vt:variant>
      <vt:variant>
        <vt:lpwstr>https://www.facebook.com/omodajaecoopolska</vt:lpwstr>
      </vt:variant>
      <vt:variant>
        <vt:lpwstr/>
      </vt:variant>
      <vt:variant>
        <vt:i4>6684778</vt:i4>
      </vt:variant>
      <vt:variant>
        <vt:i4>6</vt:i4>
      </vt:variant>
      <vt:variant>
        <vt:i4>0</vt:i4>
      </vt:variant>
      <vt:variant>
        <vt:i4>5</vt:i4>
      </vt:variant>
      <vt:variant>
        <vt:lpwstr>https://www.linkedin.com/company/95725736/admin/dashboard/</vt:lpwstr>
      </vt:variant>
      <vt:variant>
        <vt:lpwstr/>
      </vt:variant>
      <vt:variant>
        <vt:i4>7864443</vt:i4>
      </vt:variant>
      <vt:variant>
        <vt:i4>3</vt:i4>
      </vt:variant>
      <vt:variant>
        <vt:i4>0</vt:i4>
      </vt:variant>
      <vt:variant>
        <vt:i4>5</vt:i4>
      </vt:variant>
      <vt:variant>
        <vt:lpwstr>http://www.omodajaecoo.pl/</vt:lpwstr>
      </vt:variant>
      <vt:variant>
        <vt:lpwstr/>
      </vt:variant>
      <vt:variant>
        <vt:i4>786483</vt:i4>
      </vt:variant>
      <vt:variant>
        <vt:i4>0</vt:i4>
      </vt:variant>
      <vt:variant>
        <vt:i4>0</vt:i4>
      </vt:variant>
      <vt:variant>
        <vt:i4>5</vt:i4>
      </vt:variant>
      <vt:variant>
        <vt:lpwstr>mailto:pr@omodaauto.pl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strzykalska</dc:creator>
  <cp:keywords/>
  <cp:lastModifiedBy>Magda Strzykalska</cp:lastModifiedBy>
  <cp:revision>266</cp:revision>
  <dcterms:created xsi:type="dcterms:W3CDTF">2025-07-17T21:50:00Z</dcterms:created>
  <dcterms:modified xsi:type="dcterms:W3CDTF">2025-08-13T10:19:00Z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79A63E3770AF4986A3AF76E8E2E68121_13</vt:lpwstr>
  </property>
  <property fmtid="{D5CDD505-2E9C-101B-9397-08002B2CF9AE}" pid="4" name="GrammarlyDocumentId">
    <vt:lpwstr>5e6b1900d5c34e5ef8c55bef02c67eeac0e6759eedafc621157e558e54d20af2</vt:lpwstr>
  </property>
  <property fmtid="{D5CDD505-2E9C-101B-9397-08002B2CF9AE}" pid="5" name="MediaServiceImageTags">
    <vt:lpwstr/>
  </property>
  <property fmtid="{D5CDD505-2E9C-101B-9397-08002B2CF9AE}" pid="6" name="ContentTypeId">
    <vt:lpwstr>0x01010013CEA443C7B5DC4DA16AE48C56364D6F</vt:lpwstr>
  </property>
</Properties>
</file>